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89AD" w14:textId="583C9054" w:rsidR="00C2620F" w:rsidRPr="008C43FF" w:rsidRDefault="00C2620F" w:rsidP="00C2620F">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t>Seite 1/</w:t>
      </w:r>
      <w:r w:rsidR="00B563ED">
        <w:rPr>
          <w:rFonts w:ascii="Arial" w:hAnsi="Arial" w:cs="Arial"/>
          <w:sz w:val="20"/>
          <w:szCs w:val="20"/>
        </w:rPr>
        <w:t>6</w:t>
      </w:r>
    </w:p>
    <w:p w14:paraId="6A185F8E" w14:textId="120B1506" w:rsidR="00D3616E" w:rsidRPr="009E478B" w:rsidRDefault="00901F2E" w:rsidP="00D3616E">
      <w:pPr>
        <w:spacing w:after="240" w:line="360" w:lineRule="atLeast"/>
        <w:ind w:left="68"/>
        <w:rPr>
          <w:rFonts w:ascii="Arial" w:hAnsi="Arial" w:cs="Arial"/>
          <w:b/>
          <w:bCs/>
          <w:sz w:val="24"/>
          <w:szCs w:val="24"/>
        </w:rPr>
      </w:pPr>
      <w:r w:rsidRPr="00427534">
        <w:rPr>
          <w:rFonts w:ascii="Arial" w:hAnsi="Arial" w:cs="Arial"/>
          <w:noProof/>
          <w:sz w:val="20"/>
          <w:szCs w:val="20"/>
        </w:rPr>
        <mc:AlternateContent>
          <mc:Choice Requires="wps">
            <w:drawing>
              <wp:anchor distT="0" distB="0" distL="114300" distR="114300" simplePos="0" relativeHeight="251658240" behindDoc="0" locked="0" layoutInCell="1" allowOverlap="1" wp14:anchorId="735127A7" wp14:editId="245C50A0">
                <wp:simplePos x="0" y="0"/>
                <wp:positionH relativeFrom="column">
                  <wp:posOffset>5229225</wp:posOffset>
                </wp:positionH>
                <wp:positionV relativeFrom="page">
                  <wp:posOffset>3037205</wp:posOffset>
                </wp:positionV>
                <wp:extent cx="1397000" cy="228600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0">
                              <a:solidFill>
                                <a:srgbClr val="000000"/>
                              </a:solidFill>
                              <a:miter lim="800000"/>
                              <a:headEnd/>
                              <a:tailEnd/>
                            </a14:hiddenLine>
                          </a:ext>
                        </a:extLst>
                      </wps:spPr>
                      <wps:txbx>
                        <w:txbxContent>
                          <w:p w14:paraId="4CF4E3A5" w14:textId="77777777" w:rsidR="00901F2E" w:rsidRPr="00E0200B" w:rsidRDefault="00901F2E" w:rsidP="00901F2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9CE0BD4" w14:textId="77777777" w:rsidR="00901F2E" w:rsidRPr="009F267E" w:rsidRDefault="00901F2E" w:rsidP="00901F2E">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20A8AA85"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01A27661"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0A41458"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1AD5B25" w14:textId="77777777" w:rsidR="00901F2E" w:rsidRDefault="00901F2E" w:rsidP="00901F2E">
                            <w:pPr>
                              <w:autoSpaceDE w:val="0"/>
                              <w:autoSpaceDN w:val="0"/>
                              <w:adjustRightInd w:val="0"/>
                              <w:spacing w:after="0" w:line="240" w:lineRule="auto"/>
                              <w:rPr>
                                <w:rFonts w:ascii="Arial" w:hAnsi="Arial" w:cs="Arial"/>
                                <w:color w:val="5A5A5A"/>
                                <w:sz w:val="13"/>
                                <w:szCs w:val="13"/>
                              </w:rPr>
                            </w:pPr>
                          </w:p>
                          <w:p w14:paraId="328E8451" w14:textId="77777777" w:rsidR="00901F2E" w:rsidRPr="00451C17" w:rsidRDefault="00901F2E" w:rsidP="00901F2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2076E428"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0C1B8603"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F0CC67" w14:textId="77777777" w:rsidR="00901F2E" w:rsidRPr="00451C17" w:rsidRDefault="00000000" w:rsidP="00901F2E">
                            <w:pPr>
                              <w:autoSpaceDE w:val="0"/>
                              <w:autoSpaceDN w:val="0"/>
                              <w:adjustRightInd w:val="0"/>
                              <w:spacing w:after="0" w:line="240" w:lineRule="auto"/>
                              <w:rPr>
                                <w:rFonts w:ascii="Arial" w:hAnsi="Arial" w:cs="Arial"/>
                                <w:color w:val="5A5A5A"/>
                                <w:sz w:val="13"/>
                                <w:szCs w:val="13"/>
                                <w:lang w:val="en-US"/>
                              </w:rPr>
                            </w:pPr>
                            <w:hyperlink r:id="rId11" w:history="1">
                              <w:r w:rsidR="00901F2E" w:rsidRPr="00451C17">
                                <w:rPr>
                                  <w:rFonts w:ascii="Arial" w:hAnsi="Arial" w:cs="Arial"/>
                                  <w:color w:val="5A5A5A"/>
                                  <w:sz w:val="13"/>
                                  <w:szCs w:val="13"/>
                                  <w:lang w:val="en-US"/>
                                </w:rPr>
                                <w:t>presse@abus.de</w:t>
                              </w:r>
                            </w:hyperlink>
                          </w:p>
                          <w:p w14:paraId="2EDE3E72"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1F0E69A4" w14:textId="77777777" w:rsidR="00901F2E" w:rsidRPr="00FE3E40" w:rsidRDefault="00901F2E" w:rsidP="00901F2E">
                            <w:pPr>
                              <w:autoSpaceDE w:val="0"/>
                              <w:autoSpaceDN w:val="0"/>
                              <w:adjustRightInd w:val="0"/>
                              <w:spacing w:after="0" w:line="240" w:lineRule="auto"/>
                              <w:rPr>
                                <w:rFonts w:ascii="Arial" w:hAnsi="Arial" w:cs="Arial"/>
                                <w:b/>
                                <w:color w:val="5A5A5A"/>
                                <w:sz w:val="13"/>
                                <w:szCs w:val="13"/>
                                <w:lang w:val="en-US"/>
                              </w:rPr>
                            </w:pPr>
                          </w:p>
                          <w:p w14:paraId="06F78456"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609C7CDB"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E6EBE70"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298CC992" w14:textId="77777777" w:rsidR="00901F2E" w:rsidRPr="00FE3E40" w:rsidRDefault="00901F2E" w:rsidP="00901F2E">
                            <w:pPr>
                              <w:rPr>
                                <w:szCs w:val="13"/>
                                <w:lang w:val="en-US"/>
                              </w:rPr>
                            </w:pPr>
                          </w:p>
                          <w:p w14:paraId="191DBBAF" w14:textId="77777777" w:rsidR="00901F2E" w:rsidRPr="00FE3E40" w:rsidRDefault="00901F2E" w:rsidP="00901F2E">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127A7" id="_x0000_t202" coordsize="21600,21600" o:spt="202" path="m,l,21600r21600,l21600,xe">
                <v:stroke joinstyle="miter"/>
                <v:path gradientshapeok="t" o:connecttype="rect"/>
              </v:shapetype>
              <v:shape id="Textfeld 1" o:spid="_x0000_s1026" type="#_x0000_t202" style="position:absolute;left:0;text-align:left;margin-left:411.75pt;margin-top:239.1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" filled="f" stroked="f">
                <v:textbox>
                  <w:txbxContent>
                    <w:p w14:paraId="4CF4E3A5" w14:textId="77777777" w:rsidR="00901F2E" w:rsidRPr="00E0200B" w:rsidRDefault="00901F2E" w:rsidP="00901F2E">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9CE0BD4" w14:textId="77777777" w:rsidR="00901F2E" w:rsidRPr="009F267E" w:rsidRDefault="00901F2E" w:rsidP="00901F2E">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20A8AA85"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01A27661"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0A41458" w14:textId="77777777" w:rsidR="00901F2E" w:rsidRPr="001247DB" w:rsidRDefault="00901F2E" w:rsidP="00901F2E">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41AD5B25" w14:textId="77777777" w:rsidR="00901F2E" w:rsidRDefault="00901F2E" w:rsidP="00901F2E">
                      <w:pPr>
                        <w:autoSpaceDE w:val="0"/>
                        <w:autoSpaceDN w:val="0"/>
                        <w:adjustRightInd w:val="0"/>
                        <w:spacing w:after="0" w:line="240" w:lineRule="auto"/>
                        <w:rPr>
                          <w:rFonts w:ascii="Arial" w:hAnsi="Arial" w:cs="Arial"/>
                          <w:color w:val="5A5A5A"/>
                          <w:sz w:val="13"/>
                          <w:szCs w:val="13"/>
                        </w:rPr>
                      </w:pPr>
                    </w:p>
                    <w:p w14:paraId="328E8451" w14:textId="77777777" w:rsidR="00901F2E" w:rsidRPr="00451C17" w:rsidRDefault="00901F2E" w:rsidP="00901F2E">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2076E428"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0C1B8603" w14:textId="77777777" w:rsidR="00901F2E" w:rsidRPr="00451C17" w:rsidRDefault="00901F2E" w:rsidP="00901F2E">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F0CC67" w14:textId="77777777" w:rsidR="00901F2E" w:rsidRPr="00451C17" w:rsidRDefault="00000000" w:rsidP="00901F2E">
                      <w:pPr>
                        <w:autoSpaceDE w:val="0"/>
                        <w:autoSpaceDN w:val="0"/>
                        <w:adjustRightInd w:val="0"/>
                        <w:spacing w:after="0" w:line="240" w:lineRule="auto"/>
                        <w:rPr>
                          <w:rFonts w:ascii="Arial" w:hAnsi="Arial" w:cs="Arial"/>
                          <w:color w:val="5A5A5A"/>
                          <w:sz w:val="13"/>
                          <w:szCs w:val="13"/>
                          <w:lang w:val="en-US"/>
                        </w:rPr>
                      </w:pPr>
                      <w:hyperlink r:id="rId12" w:history="1">
                        <w:r w:rsidR="00901F2E" w:rsidRPr="00451C17">
                          <w:rPr>
                            <w:rFonts w:ascii="Arial" w:hAnsi="Arial" w:cs="Arial"/>
                            <w:color w:val="5A5A5A"/>
                            <w:sz w:val="13"/>
                            <w:szCs w:val="13"/>
                            <w:lang w:val="en-US"/>
                          </w:rPr>
                          <w:t>presse@abus.de</w:t>
                        </w:r>
                      </w:hyperlink>
                    </w:p>
                    <w:p w14:paraId="2EDE3E72"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1F0E69A4" w14:textId="77777777" w:rsidR="00901F2E" w:rsidRPr="00FE3E40" w:rsidRDefault="00901F2E" w:rsidP="00901F2E">
                      <w:pPr>
                        <w:autoSpaceDE w:val="0"/>
                        <w:autoSpaceDN w:val="0"/>
                        <w:adjustRightInd w:val="0"/>
                        <w:spacing w:after="0" w:line="240" w:lineRule="auto"/>
                        <w:rPr>
                          <w:rFonts w:ascii="Arial" w:hAnsi="Arial" w:cs="Arial"/>
                          <w:b/>
                          <w:color w:val="5A5A5A"/>
                          <w:sz w:val="13"/>
                          <w:szCs w:val="13"/>
                          <w:lang w:val="en-US"/>
                        </w:rPr>
                      </w:pPr>
                    </w:p>
                    <w:p w14:paraId="06F78456"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609C7CDB"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E6EBE70" w14:textId="77777777" w:rsidR="00901F2E" w:rsidRPr="00FE3E40" w:rsidRDefault="00901F2E" w:rsidP="00901F2E">
                      <w:pPr>
                        <w:autoSpaceDE w:val="0"/>
                        <w:autoSpaceDN w:val="0"/>
                        <w:adjustRightInd w:val="0"/>
                        <w:spacing w:after="0" w:line="240" w:lineRule="auto"/>
                        <w:rPr>
                          <w:rFonts w:ascii="Arial" w:hAnsi="Arial" w:cs="Arial"/>
                          <w:color w:val="5A5A5A"/>
                          <w:sz w:val="13"/>
                          <w:szCs w:val="13"/>
                          <w:lang w:val="en-US"/>
                        </w:rPr>
                      </w:pPr>
                    </w:p>
                    <w:p w14:paraId="298CC992" w14:textId="77777777" w:rsidR="00901F2E" w:rsidRPr="00FE3E40" w:rsidRDefault="00901F2E" w:rsidP="00901F2E">
                      <w:pPr>
                        <w:rPr>
                          <w:szCs w:val="13"/>
                          <w:lang w:val="en-US"/>
                        </w:rPr>
                      </w:pPr>
                    </w:p>
                    <w:p w14:paraId="191DBBAF" w14:textId="77777777" w:rsidR="00901F2E" w:rsidRPr="00FE3E40" w:rsidRDefault="00901F2E" w:rsidP="00901F2E">
                      <w:pPr>
                        <w:rPr>
                          <w:rFonts w:ascii="Arial" w:hAnsi="Arial" w:cs="Arial"/>
                          <w:sz w:val="13"/>
                          <w:szCs w:val="13"/>
                          <w:lang w:val="en-US"/>
                        </w:rPr>
                      </w:pPr>
                    </w:p>
                  </w:txbxContent>
                </v:textbox>
                <w10:wrap anchory="page"/>
              </v:shape>
            </w:pict>
          </mc:Fallback>
        </mc:AlternateContent>
      </w:r>
      <w:r w:rsidR="00B506E6">
        <w:rPr>
          <w:rFonts w:ascii="Arial" w:hAnsi="Arial" w:cs="Arial"/>
          <w:b/>
          <w:bCs/>
          <w:sz w:val="24"/>
          <w:szCs w:val="24"/>
        </w:rPr>
        <w:t>Made in Germany</w:t>
      </w:r>
      <w:r w:rsidR="00E31B04">
        <w:rPr>
          <w:rFonts w:ascii="Arial" w:hAnsi="Arial" w:cs="Arial"/>
          <w:b/>
          <w:bCs/>
          <w:sz w:val="24"/>
          <w:szCs w:val="24"/>
        </w:rPr>
        <w:t xml:space="preserve"> – meisterhaft</w:t>
      </w:r>
      <w:r w:rsidR="00B506E6">
        <w:rPr>
          <w:rFonts w:ascii="Arial" w:hAnsi="Arial" w:cs="Arial"/>
          <w:b/>
          <w:bCs/>
          <w:sz w:val="24"/>
          <w:szCs w:val="24"/>
        </w:rPr>
        <w:t xml:space="preserve"> über Generationen</w:t>
      </w:r>
      <w:r w:rsidR="00D3616E">
        <w:rPr>
          <w:rFonts w:ascii="Arial" w:hAnsi="Arial" w:cs="Arial"/>
          <w:b/>
          <w:bCs/>
          <w:sz w:val="24"/>
          <w:szCs w:val="24"/>
        </w:rPr>
        <w:t xml:space="preserve"> </w:t>
      </w:r>
    </w:p>
    <w:p w14:paraId="7F3CD2BE" w14:textId="34F13325" w:rsidR="00A620C9" w:rsidRDefault="005C6844" w:rsidP="00D3616E">
      <w:pPr>
        <w:widowControl w:val="0"/>
        <w:spacing w:after="240" w:line="360" w:lineRule="atLeast"/>
        <w:ind w:left="70" w:right="1880"/>
        <w:jc w:val="both"/>
        <w:rPr>
          <w:rFonts w:ascii="Arial" w:hAnsi="Arial" w:cs="Arial"/>
          <w:b/>
          <w:bCs/>
          <w:sz w:val="20"/>
          <w:szCs w:val="20"/>
        </w:rPr>
      </w:pPr>
      <w:r w:rsidRPr="6F0D3BEA">
        <w:rPr>
          <w:rFonts w:ascii="Arial" w:hAnsi="Arial" w:cs="Arial"/>
          <w:b/>
          <w:bCs/>
          <w:sz w:val="20"/>
          <w:szCs w:val="20"/>
        </w:rPr>
        <w:t xml:space="preserve">Über drei Werkshallen erstreckt sich </w:t>
      </w:r>
      <w:r w:rsidR="00A620C9" w:rsidRPr="6F0D3BEA">
        <w:rPr>
          <w:rFonts w:ascii="Arial" w:hAnsi="Arial" w:cs="Arial"/>
          <w:b/>
          <w:bCs/>
          <w:sz w:val="20"/>
          <w:szCs w:val="20"/>
        </w:rPr>
        <w:t>der Produktionsstandort von ABUS in Rehe im Westerwald</w:t>
      </w:r>
      <w:r w:rsidR="00135A71" w:rsidRPr="6F0D3BEA">
        <w:rPr>
          <w:rFonts w:ascii="Arial" w:hAnsi="Arial" w:cs="Arial"/>
          <w:b/>
          <w:bCs/>
          <w:sz w:val="20"/>
          <w:szCs w:val="20"/>
        </w:rPr>
        <w:t>. In der ersten Halle trifft man</w:t>
      </w:r>
      <w:r w:rsidR="7A6CE71C" w:rsidRPr="6F0D3BEA">
        <w:rPr>
          <w:rFonts w:ascii="Arial" w:hAnsi="Arial" w:cs="Arial"/>
          <w:b/>
          <w:bCs/>
          <w:sz w:val="20"/>
          <w:szCs w:val="20"/>
        </w:rPr>
        <w:t xml:space="preserve"> </w:t>
      </w:r>
      <w:r w:rsidR="00135A71" w:rsidRPr="6F0D3BEA">
        <w:rPr>
          <w:rFonts w:ascii="Arial" w:hAnsi="Arial" w:cs="Arial"/>
          <w:b/>
          <w:bCs/>
          <w:sz w:val="20"/>
          <w:szCs w:val="20"/>
        </w:rPr>
        <w:t xml:space="preserve">Simon Neumann an, Mitarbeiter der Qualitätssicherung. Möchte er seinen Vater </w:t>
      </w:r>
      <w:r w:rsidR="00027EF1" w:rsidRPr="6F0D3BEA">
        <w:rPr>
          <w:rFonts w:ascii="Arial" w:hAnsi="Arial" w:cs="Arial"/>
          <w:b/>
          <w:bCs/>
          <w:sz w:val="20"/>
          <w:szCs w:val="20"/>
        </w:rPr>
        <w:t xml:space="preserve">Christof Neumann </w:t>
      </w:r>
      <w:r w:rsidR="00135A71" w:rsidRPr="6F0D3BEA">
        <w:rPr>
          <w:rFonts w:ascii="Arial" w:hAnsi="Arial" w:cs="Arial"/>
          <w:b/>
          <w:bCs/>
          <w:sz w:val="20"/>
          <w:szCs w:val="20"/>
        </w:rPr>
        <w:t>besuchen, muss er nur in Halle 2</w:t>
      </w:r>
      <w:r w:rsidR="0027776F" w:rsidRPr="6F0D3BEA">
        <w:rPr>
          <w:rFonts w:ascii="Arial" w:hAnsi="Arial" w:cs="Arial"/>
          <w:b/>
          <w:bCs/>
          <w:sz w:val="20"/>
          <w:szCs w:val="20"/>
        </w:rPr>
        <w:t xml:space="preserve"> </w:t>
      </w:r>
      <w:r w:rsidR="00170B8E">
        <w:rPr>
          <w:rFonts w:ascii="Arial" w:hAnsi="Arial" w:cs="Arial"/>
          <w:b/>
          <w:bCs/>
          <w:sz w:val="20"/>
          <w:szCs w:val="20"/>
        </w:rPr>
        <w:t>gehen</w:t>
      </w:r>
      <w:r w:rsidR="0027776F" w:rsidRPr="6F0D3BEA">
        <w:rPr>
          <w:rFonts w:ascii="Arial" w:hAnsi="Arial" w:cs="Arial"/>
          <w:b/>
          <w:bCs/>
          <w:sz w:val="20"/>
          <w:szCs w:val="20"/>
        </w:rPr>
        <w:t xml:space="preserve">. </w:t>
      </w:r>
      <w:r w:rsidR="0027470E" w:rsidRPr="6F0D3BEA">
        <w:rPr>
          <w:rFonts w:ascii="Arial" w:hAnsi="Arial" w:cs="Arial"/>
          <w:b/>
          <w:bCs/>
          <w:sz w:val="20"/>
          <w:szCs w:val="20"/>
        </w:rPr>
        <w:t xml:space="preserve">Seit seiner Ausbildung im Jahr 2009 teilt </w:t>
      </w:r>
      <w:r w:rsidR="00FE3962" w:rsidRPr="6F0D3BEA">
        <w:rPr>
          <w:rFonts w:ascii="Arial" w:hAnsi="Arial" w:cs="Arial"/>
          <w:b/>
          <w:bCs/>
          <w:sz w:val="20"/>
          <w:szCs w:val="20"/>
        </w:rPr>
        <w:t xml:space="preserve">Simon </w:t>
      </w:r>
      <w:r w:rsidR="0027470E" w:rsidRPr="6F0D3BEA">
        <w:rPr>
          <w:rFonts w:ascii="Arial" w:hAnsi="Arial" w:cs="Arial"/>
          <w:b/>
          <w:bCs/>
          <w:sz w:val="20"/>
          <w:szCs w:val="20"/>
        </w:rPr>
        <w:t>mit seinem Vater den</w:t>
      </w:r>
      <w:r w:rsidR="00170B8E">
        <w:rPr>
          <w:rFonts w:ascii="Arial" w:hAnsi="Arial" w:cs="Arial"/>
          <w:b/>
          <w:bCs/>
          <w:sz w:val="20"/>
          <w:szCs w:val="20"/>
        </w:rPr>
        <w:t>selben</w:t>
      </w:r>
      <w:r w:rsidR="0027470E" w:rsidRPr="6F0D3BEA">
        <w:rPr>
          <w:rFonts w:ascii="Arial" w:hAnsi="Arial" w:cs="Arial"/>
          <w:b/>
          <w:bCs/>
          <w:sz w:val="20"/>
          <w:szCs w:val="20"/>
        </w:rPr>
        <w:t xml:space="preserve"> Arbeitgeber. </w:t>
      </w:r>
      <w:r w:rsidR="00027EF1" w:rsidRPr="6F0D3BEA">
        <w:rPr>
          <w:rFonts w:ascii="Arial" w:hAnsi="Arial" w:cs="Arial"/>
          <w:b/>
          <w:bCs/>
          <w:sz w:val="20"/>
          <w:szCs w:val="20"/>
        </w:rPr>
        <w:t>Bereut hat er es nicht, diesen Weg gewählt zu haben.</w:t>
      </w:r>
    </w:p>
    <w:p w14:paraId="147AEC37" w14:textId="37563358" w:rsidR="009618EC" w:rsidRDefault="00D3616E" w:rsidP="009A6150">
      <w:pPr>
        <w:widowControl w:val="0"/>
        <w:spacing w:after="240" w:line="360" w:lineRule="atLeast"/>
        <w:ind w:left="70" w:right="1880"/>
        <w:jc w:val="both"/>
        <w:rPr>
          <w:rFonts w:ascii="Arial" w:hAnsi="Arial" w:cs="Arial"/>
          <w:sz w:val="20"/>
          <w:szCs w:val="20"/>
        </w:rPr>
      </w:pPr>
      <w:r w:rsidRPr="40924730">
        <w:rPr>
          <w:rFonts w:ascii="Arial" w:hAnsi="Arial" w:cs="Arial"/>
          <w:sz w:val="20"/>
          <w:szCs w:val="20"/>
        </w:rPr>
        <w:t xml:space="preserve">Wetter/Ruhr – </w:t>
      </w:r>
      <w:r w:rsidR="00B506E6" w:rsidRPr="40924730">
        <w:rPr>
          <w:rFonts w:ascii="Arial" w:hAnsi="Arial" w:cs="Arial"/>
          <w:sz w:val="20"/>
          <w:szCs w:val="20"/>
        </w:rPr>
        <w:t>Oktober</w:t>
      </w:r>
      <w:r w:rsidRPr="40924730">
        <w:rPr>
          <w:rFonts w:ascii="Arial" w:hAnsi="Arial" w:cs="Arial"/>
          <w:sz w:val="20"/>
          <w:szCs w:val="20"/>
        </w:rPr>
        <w:t xml:space="preserve"> 2024 –</w:t>
      </w:r>
      <w:r w:rsidR="00A6193D" w:rsidRPr="40924730">
        <w:rPr>
          <w:rFonts w:ascii="Arial" w:hAnsi="Arial" w:cs="Arial"/>
          <w:sz w:val="20"/>
          <w:szCs w:val="20"/>
        </w:rPr>
        <w:t xml:space="preserve"> </w:t>
      </w:r>
      <w:r w:rsidR="00FE3962" w:rsidRPr="40924730">
        <w:rPr>
          <w:rFonts w:ascii="Arial" w:hAnsi="Arial" w:cs="Arial"/>
          <w:sz w:val="20"/>
          <w:szCs w:val="20"/>
        </w:rPr>
        <w:t xml:space="preserve">Ursprünglich wurde </w:t>
      </w:r>
      <w:r w:rsidR="00170B8E">
        <w:rPr>
          <w:rFonts w:ascii="Arial" w:hAnsi="Arial" w:cs="Arial"/>
          <w:sz w:val="20"/>
          <w:szCs w:val="20"/>
        </w:rPr>
        <w:t>das</w:t>
      </w:r>
      <w:r w:rsidR="0040464A" w:rsidRPr="40924730">
        <w:rPr>
          <w:rFonts w:ascii="Arial" w:hAnsi="Arial" w:cs="Arial"/>
          <w:sz w:val="20"/>
          <w:szCs w:val="20"/>
        </w:rPr>
        <w:t xml:space="preserve"> Sicherheits</w:t>
      </w:r>
      <w:r w:rsidR="7B792569" w:rsidRPr="40924730">
        <w:rPr>
          <w:rFonts w:ascii="Arial" w:hAnsi="Arial" w:cs="Arial"/>
          <w:sz w:val="20"/>
          <w:szCs w:val="20"/>
        </w:rPr>
        <w:t>unternehmen</w:t>
      </w:r>
      <w:r w:rsidR="0040464A" w:rsidRPr="40924730">
        <w:rPr>
          <w:rFonts w:ascii="Arial" w:hAnsi="Arial" w:cs="Arial"/>
          <w:sz w:val="20"/>
          <w:szCs w:val="20"/>
        </w:rPr>
        <w:t xml:space="preserve"> </w:t>
      </w:r>
      <w:r w:rsidR="00FE3962" w:rsidRPr="40924730">
        <w:rPr>
          <w:rFonts w:ascii="Arial" w:hAnsi="Arial" w:cs="Arial"/>
          <w:sz w:val="20"/>
          <w:szCs w:val="20"/>
        </w:rPr>
        <w:t xml:space="preserve">ABUS im kleinen Dorf Volmarstein an der Ruhr gegründet. Noch heute befindet sich dort </w:t>
      </w:r>
      <w:r w:rsidR="00DD2B00">
        <w:rPr>
          <w:rFonts w:ascii="Arial" w:hAnsi="Arial" w:cs="Arial"/>
          <w:sz w:val="20"/>
          <w:szCs w:val="20"/>
        </w:rPr>
        <w:t xml:space="preserve">die Hauptverwaltung, sowie </w:t>
      </w:r>
      <w:r w:rsidR="0054015D" w:rsidRPr="40924730">
        <w:rPr>
          <w:rFonts w:ascii="Arial" w:hAnsi="Arial" w:cs="Arial"/>
          <w:sz w:val="20"/>
          <w:szCs w:val="20"/>
        </w:rPr>
        <w:t xml:space="preserve">eine Produktionsstätte, die seit jeher für </w:t>
      </w:r>
      <w:r w:rsidR="005961E9" w:rsidRPr="40924730">
        <w:rPr>
          <w:rFonts w:ascii="Arial" w:hAnsi="Arial" w:cs="Arial"/>
          <w:sz w:val="20"/>
          <w:szCs w:val="20"/>
        </w:rPr>
        <w:t xml:space="preserve">deutsches Handwerk und </w:t>
      </w:r>
      <w:r w:rsidR="0054015D" w:rsidRPr="40924730">
        <w:rPr>
          <w:rFonts w:ascii="Arial" w:hAnsi="Arial" w:cs="Arial"/>
          <w:sz w:val="20"/>
          <w:szCs w:val="20"/>
        </w:rPr>
        <w:t>höchste Qualität steht</w:t>
      </w:r>
      <w:r w:rsidR="00644A49" w:rsidRPr="40924730">
        <w:rPr>
          <w:rFonts w:ascii="Arial" w:hAnsi="Arial" w:cs="Arial"/>
          <w:sz w:val="20"/>
          <w:szCs w:val="20"/>
        </w:rPr>
        <w:t xml:space="preserve">. Doch bereits Anfang der </w:t>
      </w:r>
      <w:r w:rsidR="00CA5F31" w:rsidRPr="40924730">
        <w:rPr>
          <w:rFonts w:ascii="Arial" w:hAnsi="Arial" w:cs="Arial"/>
          <w:sz w:val="20"/>
          <w:szCs w:val="20"/>
        </w:rPr>
        <w:t>19</w:t>
      </w:r>
      <w:r w:rsidR="00644A49" w:rsidRPr="40924730">
        <w:rPr>
          <w:rFonts w:ascii="Arial" w:hAnsi="Arial" w:cs="Arial"/>
          <w:sz w:val="20"/>
          <w:szCs w:val="20"/>
        </w:rPr>
        <w:t xml:space="preserve">50er Jahre </w:t>
      </w:r>
      <w:r w:rsidR="007B6A9E" w:rsidRPr="40924730">
        <w:rPr>
          <w:rFonts w:ascii="Arial" w:hAnsi="Arial" w:cs="Arial"/>
          <w:sz w:val="20"/>
          <w:szCs w:val="20"/>
        </w:rPr>
        <w:t>wurde der Ruf nach mehr Platz und weiteren Arbeitskräften laut</w:t>
      </w:r>
      <w:r w:rsidR="00CC358A" w:rsidRPr="40924730">
        <w:rPr>
          <w:rFonts w:ascii="Arial" w:hAnsi="Arial" w:cs="Arial"/>
          <w:sz w:val="20"/>
          <w:szCs w:val="20"/>
        </w:rPr>
        <w:t xml:space="preserve">. Fündig wurde ABUS schließlich </w:t>
      </w:r>
      <w:r w:rsidR="006B634C" w:rsidRPr="40924730">
        <w:rPr>
          <w:rFonts w:ascii="Arial" w:hAnsi="Arial" w:cs="Arial"/>
          <w:sz w:val="20"/>
          <w:szCs w:val="20"/>
        </w:rPr>
        <w:t xml:space="preserve">im Westerwald und baute dort einen zweiten </w:t>
      </w:r>
      <w:r w:rsidR="00587C0F" w:rsidRPr="40924730">
        <w:rPr>
          <w:rFonts w:ascii="Arial" w:hAnsi="Arial" w:cs="Arial"/>
          <w:sz w:val="20"/>
          <w:szCs w:val="20"/>
        </w:rPr>
        <w:t>Entwicklungs- und Produktionss</w:t>
      </w:r>
      <w:r w:rsidR="006B634C" w:rsidRPr="40924730">
        <w:rPr>
          <w:rFonts w:ascii="Arial" w:hAnsi="Arial" w:cs="Arial"/>
          <w:sz w:val="20"/>
          <w:szCs w:val="20"/>
        </w:rPr>
        <w:t>tandort auf.</w:t>
      </w:r>
      <w:r w:rsidR="2AACB30C" w:rsidRPr="40924730">
        <w:rPr>
          <w:rFonts w:ascii="Arial" w:hAnsi="Arial" w:cs="Arial"/>
          <w:sz w:val="20"/>
          <w:szCs w:val="20"/>
        </w:rPr>
        <w:t xml:space="preserve"> </w:t>
      </w:r>
      <w:r w:rsidR="006B634C" w:rsidRPr="40924730">
        <w:rPr>
          <w:rFonts w:ascii="Arial" w:hAnsi="Arial" w:cs="Arial"/>
          <w:sz w:val="20"/>
          <w:szCs w:val="20"/>
        </w:rPr>
        <w:t xml:space="preserve">Heute </w:t>
      </w:r>
      <w:r w:rsidR="009A6150">
        <w:rPr>
          <w:rFonts w:ascii="Arial" w:hAnsi="Arial" w:cs="Arial"/>
          <w:sz w:val="20"/>
          <w:szCs w:val="20"/>
        </w:rPr>
        <w:t>wird</w:t>
      </w:r>
      <w:r w:rsidR="62E660F8" w:rsidRPr="40924730">
        <w:rPr>
          <w:rFonts w:ascii="Arial" w:hAnsi="Arial" w:cs="Arial"/>
          <w:sz w:val="20"/>
          <w:szCs w:val="20"/>
        </w:rPr>
        <w:t xml:space="preserve"> </w:t>
      </w:r>
      <w:r w:rsidR="00170B8E">
        <w:rPr>
          <w:rFonts w:ascii="Arial" w:hAnsi="Arial" w:cs="Arial"/>
          <w:sz w:val="20"/>
          <w:szCs w:val="20"/>
        </w:rPr>
        <w:t>hier</w:t>
      </w:r>
      <w:r w:rsidR="62E660F8" w:rsidRPr="40924730">
        <w:rPr>
          <w:rFonts w:ascii="Arial" w:hAnsi="Arial" w:cs="Arial"/>
          <w:sz w:val="20"/>
          <w:szCs w:val="20"/>
        </w:rPr>
        <w:t xml:space="preserve"> von Fenster- und Türsicherungen über </w:t>
      </w:r>
      <w:r w:rsidR="00047B58">
        <w:rPr>
          <w:rFonts w:ascii="Arial" w:hAnsi="Arial" w:cs="Arial"/>
          <w:sz w:val="20"/>
          <w:szCs w:val="20"/>
        </w:rPr>
        <w:t>Fahrrad</w:t>
      </w:r>
      <w:r w:rsidR="1BF1B641" w:rsidRPr="40924730">
        <w:rPr>
          <w:rFonts w:ascii="Arial" w:hAnsi="Arial" w:cs="Arial"/>
          <w:sz w:val="20"/>
          <w:szCs w:val="20"/>
        </w:rPr>
        <w:t>-</w:t>
      </w:r>
      <w:r w:rsidR="00DD2B00">
        <w:rPr>
          <w:rFonts w:ascii="Arial" w:hAnsi="Arial" w:cs="Arial"/>
          <w:sz w:val="20"/>
          <w:szCs w:val="20"/>
        </w:rPr>
        <w:t xml:space="preserve"> und </w:t>
      </w:r>
      <w:r w:rsidR="00047B58">
        <w:rPr>
          <w:rFonts w:ascii="Arial" w:hAnsi="Arial" w:cs="Arial"/>
          <w:sz w:val="20"/>
          <w:szCs w:val="20"/>
        </w:rPr>
        <w:t>Motorrad</w:t>
      </w:r>
      <w:r w:rsidR="00DD2B00">
        <w:rPr>
          <w:rFonts w:ascii="Arial" w:hAnsi="Arial" w:cs="Arial"/>
          <w:sz w:val="20"/>
          <w:szCs w:val="20"/>
        </w:rPr>
        <w:t>schlösser</w:t>
      </w:r>
      <w:r w:rsidR="62E660F8" w:rsidRPr="40924730">
        <w:rPr>
          <w:rFonts w:ascii="Arial" w:hAnsi="Arial" w:cs="Arial"/>
          <w:sz w:val="20"/>
          <w:szCs w:val="20"/>
        </w:rPr>
        <w:t xml:space="preserve"> sowie Spezialschlösser </w:t>
      </w:r>
      <w:r w:rsidR="26F1946F" w:rsidRPr="40924730">
        <w:rPr>
          <w:rFonts w:ascii="Arial" w:hAnsi="Arial" w:cs="Arial"/>
          <w:sz w:val="20"/>
          <w:szCs w:val="20"/>
        </w:rPr>
        <w:t>bis hin zu digitalen Produktlösungen eine Vielzahl an Sicherheitsprodukten hergestellt.</w:t>
      </w:r>
      <w:r w:rsidR="5EF0ECC3" w:rsidRPr="40924730">
        <w:rPr>
          <w:rFonts w:ascii="Arial" w:hAnsi="Arial" w:cs="Arial"/>
          <w:sz w:val="20"/>
          <w:szCs w:val="20"/>
        </w:rPr>
        <w:t xml:space="preserve"> </w:t>
      </w:r>
      <w:r w:rsidR="084B670F" w:rsidRPr="45FF7DF3">
        <w:rPr>
          <w:rFonts w:ascii="Arial" w:hAnsi="Arial" w:cs="Arial"/>
          <w:sz w:val="20"/>
          <w:szCs w:val="20"/>
        </w:rPr>
        <w:t xml:space="preserve">Mit über 500 Mitarbeitern zählt ABUS </w:t>
      </w:r>
      <w:r w:rsidR="006B634C" w:rsidRPr="45FF7DF3">
        <w:rPr>
          <w:rFonts w:ascii="Arial" w:hAnsi="Arial" w:cs="Arial"/>
          <w:sz w:val="20"/>
          <w:szCs w:val="20"/>
        </w:rPr>
        <w:t xml:space="preserve">zu den wichtigsten Arbeitgebern in der Region. </w:t>
      </w:r>
    </w:p>
    <w:p w14:paraId="538E0BF7" w14:textId="44701451" w:rsidR="008E33C7" w:rsidRPr="00EC7A9D" w:rsidRDefault="003D215E" w:rsidP="00DC1EEC">
      <w:pPr>
        <w:widowControl w:val="0"/>
        <w:spacing w:after="240" w:line="360" w:lineRule="atLeast"/>
        <w:ind w:left="70" w:right="1880"/>
        <w:jc w:val="both"/>
        <w:rPr>
          <w:rFonts w:ascii="Arial" w:hAnsi="Arial" w:cs="Arial"/>
          <w:b/>
          <w:bCs/>
          <w:sz w:val="20"/>
          <w:szCs w:val="20"/>
        </w:rPr>
      </w:pPr>
      <w:r w:rsidRPr="00EC7A9D">
        <w:rPr>
          <w:rFonts w:ascii="Arial" w:hAnsi="Arial" w:cs="Arial"/>
          <w:b/>
          <w:bCs/>
          <w:sz w:val="20"/>
          <w:szCs w:val="20"/>
        </w:rPr>
        <w:t>Nachwuchsförderung</w:t>
      </w:r>
      <w:r w:rsidR="00203BA0" w:rsidRPr="00EC7A9D">
        <w:rPr>
          <w:rFonts w:ascii="Arial" w:hAnsi="Arial" w:cs="Arial"/>
          <w:b/>
          <w:bCs/>
          <w:sz w:val="20"/>
          <w:szCs w:val="20"/>
        </w:rPr>
        <w:t xml:space="preserve"> </w:t>
      </w:r>
      <w:r w:rsidRPr="00EC7A9D">
        <w:rPr>
          <w:rFonts w:ascii="Arial" w:hAnsi="Arial" w:cs="Arial"/>
          <w:b/>
          <w:bCs/>
          <w:sz w:val="20"/>
          <w:szCs w:val="20"/>
        </w:rPr>
        <w:t>als wichtige Säule des Erfolgs</w:t>
      </w:r>
    </w:p>
    <w:p w14:paraId="4A5CE6CA" w14:textId="77777777" w:rsidR="00B563ED" w:rsidRDefault="002011CB" w:rsidP="00DC1EEC">
      <w:pPr>
        <w:widowControl w:val="0"/>
        <w:spacing w:after="240" w:line="360" w:lineRule="atLeast"/>
        <w:ind w:left="70" w:right="1880"/>
        <w:jc w:val="both"/>
        <w:rPr>
          <w:rFonts w:ascii="Arial" w:hAnsi="Arial" w:cs="Arial"/>
          <w:sz w:val="20"/>
          <w:szCs w:val="20"/>
        </w:rPr>
      </w:pPr>
      <w:r>
        <w:rPr>
          <w:rFonts w:ascii="Arial" w:hAnsi="Arial" w:cs="Arial"/>
          <w:sz w:val="20"/>
          <w:szCs w:val="20"/>
        </w:rPr>
        <w:t>Von Beginn an war</w:t>
      </w:r>
      <w:r w:rsidR="00C7466F">
        <w:rPr>
          <w:rFonts w:ascii="Arial" w:hAnsi="Arial" w:cs="Arial"/>
          <w:sz w:val="20"/>
          <w:szCs w:val="20"/>
        </w:rPr>
        <w:t>en</w:t>
      </w:r>
      <w:r>
        <w:rPr>
          <w:rFonts w:ascii="Arial" w:hAnsi="Arial" w:cs="Arial"/>
          <w:sz w:val="20"/>
          <w:szCs w:val="20"/>
        </w:rPr>
        <w:t xml:space="preserve"> der eigene Werk</w:t>
      </w:r>
      <w:r w:rsidR="00C7466F">
        <w:rPr>
          <w:rFonts w:ascii="Arial" w:hAnsi="Arial" w:cs="Arial"/>
          <w:sz w:val="20"/>
          <w:szCs w:val="20"/>
        </w:rPr>
        <w:t xml:space="preserve">zeugbau wie auch die Ausbildung junger Fachkräfte </w:t>
      </w:r>
      <w:r w:rsidR="00B465A5">
        <w:rPr>
          <w:rFonts w:ascii="Arial" w:hAnsi="Arial" w:cs="Arial"/>
          <w:sz w:val="20"/>
          <w:szCs w:val="20"/>
        </w:rPr>
        <w:t xml:space="preserve">wichtige Säulen </w:t>
      </w:r>
      <w:r w:rsidR="00406A0F">
        <w:rPr>
          <w:rFonts w:ascii="Arial" w:hAnsi="Arial" w:cs="Arial"/>
          <w:sz w:val="20"/>
          <w:szCs w:val="20"/>
        </w:rPr>
        <w:t>des Unternehmens</w:t>
      </w:r>
      <w:r w:rsidR="00C92AFC">
        <w:rPr>
          <w:rFonts w:ascii="Arial" w:hAnsi="Arial" w:cs="Arial"/>
          <w:sz w:val="20"/>
          <w:szCs w:val="20"/>
        </w:rPr>
        <w:t>: e</w:t>
      </w:r>
      <w:r w:rsidR="005C643A">
        <w:rPr>
          <w:rFonts w:ascii="Arial" w:hAnsi="Arial" w:cs="Arial"/>
          <w:sz w:val="20"/>
          <w:szCs w:val="20"/>
        </w:rPr>
        <w:t>in Erfolgskonzept</w:t>
      </w:r>
      <w:r w:rsidR="00A67615">
        <w:rPr>
          <w:rFonts w:ascii="Arial" w:hAnsi="Arial" w:cs="Arial"/>
          <w:sz w:val="20"/>
          <w:szCs w:val="20"/>
        </w:rPr>
        <w:t>,</w:t>
      </w:r>
      <w:r w:rsidR="005C643A">
        <w:rPr>
          <w:rFonts w:ascii="Arial" w:hAnsi="Arial" w:cs="Arial"/>
          <w:sz w:val="20"/>
          <w:szCs w:val="20"/>
        </w:rPr>
        <w:t xml:space="preserve"> das sich seit Generationen bewährt und immer wieder </w:t>
      </w:r>
      <w:r w:rsidR="00E127CD">
        <w:rPr>
          <w:rFonts w:ascii="Arial" w:hAnsi="Arial" w:cs="Arial"/>
          <w:sz w:val="20"/>
          <w:szCs w:val="20"/>
        </w:rPr>
        <w:t>Nachwuchs anzieht</w:t>
      </w:r>
      <w:r w:rsidR="00687341">
        <w:rPr>
          <w:rFonts w:ascii="Arial" w:hAnsi="Arial" w:cs="Arial"/>
          <w:sz w:val="20"/>
          <w:szCs w:val="20"/>
        </w:rPr>
        <w:t xml:space="preserve"> </w:t>
      </w:r>
      <w:r w:rsidR="00687341" w:rsidRPr="40924730">
        <w:rPr>
          <w:rFonts w:ascii="Arial" w:hAnsi="Arial" w:cs="Arial"/>
          <w:sz w:val="20"/>
          <w:szCs w:val="20"/>
        </w:rPr>
        <w:t>–</w:t>
      </w:r>
      <w:r w:rsidR="00687341">
        <w:rPr>
          <w:rFonts w:ascii="Arial" w:hAnsi="Arial" w:cs="Arial"/>
          <w:sz w:val="20"/>
          <w:szCs w:val="20"/>
        </w:rPr>
        <w:t xml:space="preserve"> s</w:t>
      </w:r>
      <w:r w:rsidR="0048736E">
        <w:rPr>
          <w:rFonts w:ascii="Arial" w:hAnsi="Arial" w:cs="Arial"/>
          <w:sz w:val="20"/>
          <w:szCs w:val="20"/>
        </w:rPr>
        <w:t xml:space="preserve">o auch </w:t>
      </w:r>
      <w:r w:rsidR="00523DE5">
        <w:rPr>
          <w:rFonts w:ascii="Arial" w:hAnsi="Arial" w:cs="Arial"/>
          <w:sz w:val="20"/>
          <w:szCs w:val="20"/>
        </w:rPr>
        <w:t>Simon Neumann</w:t>
      </w:r>
      <w:r w:rsidR="0048736E">
        <w:rPr>
          <w:rFonts w:ascii="Arial" w:hAnsi="Arial" w:cs="Arial"/>
          <w:sz w:val="20"/>
          <w:szCs w:val="20"/>
        </w:rPr>
        <w:t xml:space="preserve">. </w:t>
      </w:r>
      <w:r w:rsidR="00FA724D">
        <w:rPr>
          <w:rFonts w:ascii="Arial" w:hAnsi="Arial" w:cs="Arial"/>
          <w:sz w:val="20"/>
          <w:szCs w:val="20"/>
        </w:rPr>
        <w:t>Als</w:t>
      </w:r>
      <w:r w:rsidR="00BA2D13">
        <w:rPr>
          <w:rFonts w:ascii="Arial" w:hAnsi="Arial" w:cs="Arial"/>
          <w:sz w:val="20"/>
          <w:szCs w:val="20"/>
        </w:rPr>
        <w:t xml:space="preserve"> </w:t>
      </w:r>
      <w:r w:rsidR="000E5451">
        <w:rPr>
          <w:rFonts w:ascii="Arial" w:hAnsi="Arial" w:cs="Arial"/>
          <w:sz w:val="20"/>
          <w:szCs w:val="20"/>
        </w:rPr>
        <w:t>Werkzeugmechaniker</w:t>
      </w:r>
      <w:r w:rsidR="00BA2D13">
        <w:rPr>
          <w:rFonts w:ascii="Arial" w:hAnsi="Arial" w:cs="Arial"/>
          <w:sz w:val="20"/>
          <w:szCs w:val="20"/>
        </w:rPr>
        <w:t xml:space="preserve"> begann er seine </w:t>
      </w:r>
      <w:r w:rsidR="00E2177E">
        <w:rPr>
          <w:rFonts w:ascii="Arial" w:hAnsi="Arial" w:cs="Arial"/>
          <w:sz w:val="20"/>
          <w:szCs w:val="20"/>
        </w:rPr>
        <w:t xml:space="preserve">Ausbildung bei ABUS, absolvierte dann noch eine Weiterbildung zum Maschinenbautechniker und </w:t>
      </w:r>
      <w:r w:rsidR="00840955">
        <w:rPr>
          <w:rFonts w:ascii="Arial" w:hAnsi="Arial" w:cs="Arial"/>
          <w:sz w:val="20"/>
          <w:szCs w:val="20"/>
        </w:rPr>
        <w:t>entschied sich</w:t>
      </w:r>
      <w:r w:rsidR="00E2177E">
        <w:rPr>
          <w:rFonts w:ascii="Arial" w:hAnsi="Arial" w:cs="Arial"/>
          <w:sz w:val="20"/>
          <w:szCs w:val="20"/>
        </w:rPr>
        <w:t xml:space="preserve"> schließlich </w:t>
      </w:r>
      <w:r w:rsidR="00CA40F8">
        <w:rPr>
          <w:rFonts w:ascii="Arial" w:hAnsi="Arial" w:cs="Arial"/>
          <w:sz w:val="20"/>
          <w:szCs w:val="20"/>
        </w:rPr>
        <w:t>für die</w:t>
      </w:r>
      <w:r w:rsidR="00E2177E">
        <w:rPr>
          <w:rFonts w:ascii="Arial" w:hAnsi="Arial" w:cs="Arial"/>
          <w:sz w:val="20"/>
          <w:szCs w:val="20"/>
        </w:rPr>
        <w:t xml:space="preserve"> Abteilung </w:t>
      </w:r>
      <w:r w:rsidR="00CA40F8">
        <w:rPr>
          <w:rFonts w:ascii="Arial" w:hAnsi="Arial" w:cs="Arial"/>
          <w:sz w:val="20"/>
          <w:szCs w:val="20"/>
        </w:rPr>
        <w:t>„</w:t>
      </w:r>
      <w:r w:rsidR="00E2177E">
        <w:rPr>
          <w:rFonts w:ascii="Arial" w:hAnsi="Arial" w:cs="Arial"/>
          <w:sz w:val="20"/>
          <w:szCs w:val="20"/>
        </w:rPr>
        <w:t>Qualitätssicherung</w:t>
      </w:r>
      <w:r w:rsidR="00CA40F8">
        <w:rPr>
          <w:rFonts w:ascii="Arial" w:hAnsi="Arial" w:cs="Arial"/>
          <w:sz w:val="20"/>
          <w:szCs w:val="20"/>
        </w:rPr>
        <w:t>“</w:t>
      </w:r>
      <w:r w:rsidR="00E2177E">
        <w:rPr>
          <w:rFonts w:ascii="Arial" w:hAnsi="Arial" w:cs="Arial"/>
          <w:sz w:val="20"/>
          <w:szCs w:val="20"/>
        </w:rPr>
        <w:t xml:space="preserve">. </w:t>
      </w:r>
      <w:r w:rsidR="00B745DB">
        <w:rPr>
          <w:rFonts w:ascii="Arial" w:hAnsi="Arial" w:cs="Arial"/>
          <w:sz w:val="20"/>
          <w:szCs w:val="20"/>
        </w:rPr>
        <w:t xml:space="preserve">Hier </w:t>
      </w:r>
      <w:r w:rsidR="00CA28B8">
        <w:rPr>
          <w:rFonts w:ascii="Arial" w:hAnsi="Arial" w:cs="Arial"/>
          <w:sz w:val="20"/>
          <w:szCs w:val="20"/>
        </w:rPr>
        <w:t>überprüft</w:t>
      </w:r>
      <w:r w:rsidR="00B745DB">
        <w:rPr>
          <w:rFonts w:ascii="Arial" w:hAnsi="Arial" w:cs="Arial"/>
          <w:sz w:val="20"/>
          <w:szCs w:val="20"/>
        </w:rPr>
        <w:t xml:space="preserve"> er</w:t>
      </w:r>
      <w:r w:rsidR="002C42DC">
        <w:rPr>
          <w:rFonts w:ascii="Arial" w:hAnsi="Arial" w:cs="Arial"/>
          <w:sz w:val="20"/>
          <w:szCs w:val="20"/>
        </w:rPr>
        <w:t xml:space="preserve"> unter anderem</w:t>
      </w:r>
      <w:r w:rsidR="00CA28B8">
        <w:rPr>
          <w:rFonts w:ascii="Arial" w:hAnsi="Arial" w:cs="Arial"/>
          <w:sz w:val="20"/>
          <w:szCs w:val="20"/>
        </w:rPr>
        <w:t xml:space="preserve">, ob die gelieferten Bauteile auch </w:t>
      </w:r>
      <w:r w:rsidR="0017147E">
        <w:rPr>
          <w:rFonts w:ascii="Arial" w:hAnsi="Arial" w:cs="Arial"/>
          <w:sz w:val="20"/>
          <w:szCs w:val="20"/>
        </w:rPr>
        <w:t xml:space="preserve">den erforderlichen Maßen </w:t>
      </w:r>
      <w:r w:rsidR="00041661">
        <w:rPr>
          <w:rFonts w:ascii="Arial" w:hAnsi="Arial" w:cs="Arial"/>
          <w:sz w:val="20"/>
          <w:szCs w:val="20"/>
        </w:rPr>
        <w:t>und den Anforderungen an Langlebigkeit und Robustheit gerecht werden</w:t>
      </w:r>
      <w:r w:rsidR="00935704">
        <w:rPr>
          <w:rFonts w:ascii="Arial" w:hAnsi="Arial" w:cs="Arial"/>
          <w:sz w:val="20"/>
          <w:szCs w:val="20"/>
        </w:rPr>
        <w:t xml:space="preserve">. </w:t>
      </w:r>
    </w:p>
    <w:p w14:paraId="34F0305C" w14:textId="653B99AC" w:rsidR="00B563ED" w:rsidRPr="008C43FF" w:rsidRDefault="00B563ED" w:rsidP="00B563ED">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2/6</w:t>
      </w:r>
    </w:p>
    <w:p w14:paraId="0E1FC8F1" w14:textId="690EB9A8" w:rsidR="00223DF1" w:rsidRDefault="00935704" w:rsidP="00DC1EEC">
      <w:pPr>
        <w:widowControl w:val="0"/>
        <w:spacing w:after="240" w:line="360" w:lineRule="atLeast"/>
        <w:ind w:left="70" w:right="1880"/>
        <w:jc w:val="both"/>
        <w:rPr>
          <w:rFonts w:ascii="Arial" w:hAnsi="Arial" w:cs="Arial"/>
          <w:sz w:val="20"/>
          <w:szCs w:val="20"/>
        </w:rPr>
      </w:pPr>
      <w:r>
        <w:rPr>
          <w:rFonts w:ascii="Arial" w:hAnsi="Arial" w:cs="Arial"/>
          <w:sz w:val="20"/>
          <w:szCs w:val="20"/>
        </w:rPr>
        <w:t>Zusätzlich erstellt er dafür eigene Prüf- und Messmittel</w:t>
      </w:r>
      <w:r w:rsidR="00DC4583">
        <w:rPr>
          <w:rFonts w:ascii="Arial" w:hAnsi="Arial" w:cs="Arial"/>
          <w:sz w:val="20"/>
          <w:szCs w:val="20"/>
        </w:rPr>
        <w:t xml:space="preserve"> und kalibriert diese regelmäßig</w:t>
      </w:r>
      <w:r w:rsidR="00041661">
        <w:rPr>
          <w:rFonts w:ascii="Arial" w:hAnsi="Arial" w:cs="Arial"/>
          <w:sz w:val="20"/>
          <w:szCs w:val="20"/>
        </w:rPr>
        <w:t>. Der 31-Jährige erklärt dazu: „Die Qualitätssicherung beginnt bereits bei der Materialauswahl</w:t>
      </w:r>
      <w:r w:rsidR="001C03FF">
        <w:rPr>
          <w:rFonts w:ascii="Arial" w:hAnsi="Arial" w:cs="Arial"/>
          <w:sz w:val="20"/>
          <w:szCs w:val="20"/>
        </w:rPr>
        <w:t xml:space="preserve"> und setzt sich beim Wareneingang fort. Nur hochwertiges Material wird von uns auch tatsächlich verarbeitet.</w:t>
      </w:r>
      <w:r w:rsidR="00B123BC">
        <w:rPr>
          <w:rFonts w:ascii="Arial" w:hAnsi="Arial" w:cs="Arial"/>
          <w:sz w:val="20"/>
          <w:szCs w:val="20"/>
        </w:rPr>
        <w:t xml:space="preserve"> </w:t>
      </w:r>
      <w:r w:rsidR="009405EB">
        <w:rPr>
          <w:rFonts w:ascii="Arial" w:hAnsi="Arial" w:cs="Arial"/>
          <w:sz w:val="20"/>
          <w:szCs w:val="20"/>
        </w:rPr>
        <w:t>So können wir</w:t>
      </w:r>
      <w:r w:rsidR="00C10A3E">
        <w:rPr>
          <w:rFonts w:ascii="Arial" w:hAnsi="Arial" w:cs="Arial"/>
          <w:sz w:val="20"/>
          <w:szCs w:val="20"/>
        </w:rPr>
        <w:t xml:space="preserve"> für</w:t>
      </w:r>
      <w:r w:rsidR="009405EB">
        <w:rPr>
          <w:rFonts w:ascii="Arial" w:hAnsi="Arial" w:cs="Arial"/>
          <w:sz w:val="20"/>
          <w:szCs w:val="20"/>
        </w:rPr>
        <w:t xml:space="preserve"> </w:t>
      </w:r>
      <w:r w:rsidR="00684B3C">
        <w:rPr>
          <w:rFonts w:ascii="Arial" w:hAnsi="Arial" w:cs="Arial"/>
          <w:sz w:val="20"/>
          <w:szCs w:val="20"/>
        </w:rPr>
        <w:t>bestmögliche</w:t>
      </w:r>
      <w:r w:rsidR="009405EB">
        <w:rPr>
          <w:rFonts w:ascii="Arial" w:hAnsi="Arial" w:cs="Arial"/>
          <w:sz w:val="20"/>
          <w:szCs w:val="20"/>
        </w:rPr>
        <w:t xml:space="preserve"> Qualität </w:t>
      </w:r>
      <w:r w:rsidR="00C10A3E">
        <w:rPr>
          <w:rFonts w:ascii="Arial" w:hAnsi="Arial" w:cs="Arial"/>
          <w:sz w:val="20"/>
          <w:szCs w:val="20"/>
        </w:rPr>
        <w:t>sorgen</w:t>
      </w:r>
      <w:r w:rsidR="00684B3C">
        <w:rPr>
          <w:rFonts w:ascii="Arial" w:hAnsi="Arial" w:cs="Arial"/>
          <w:sz w:val="20"/>
          <w:szCs w:val="20"/>
        </w:rPr>
        <w:t>.</w:t>
      </w:r>
      <w:r w:rsidR="005E0315">
        <w:rPr>
          <w:rFonts w:ascii="Arial" w:hAnsi="Arial" w:cs="Arial"/>
          <w:sz w:val="20"/>
          <w:szCs w:val="20"/>
        </w:rPr>
        <w:t>“</w:t>
      </w:r>
      <w:r w:rsidR="00242BA0">
        <w:rPr>
          <w:rFonts w:ascii="Arial" w:hAnsi="Arial" w:cs="Arial"/>
          <w:sz w:val="20"/>
          <w:szCs w:val="20"/>
        </w:rPr>
        <w:t xml:space="preserve"> </w:t>
      </w:r>
    </w:p>
    <w:p w14:paraId="524F67F3" w14:textId="05184A28" w:rsidR="00EC7A9D" w:rsidRPr="006E4110" w:rsidRDefault="006E4110" w:rsidP="00DC1EEC">
      <w:pPr>
        <w:widowControl w:val="0"/>
        <w:spacing w:after="240" w:line="360" w:lineRule="atLeast"/>
        <w:ind w:left="70" w:right="1880"/>
        <w:jc w:val="both"/>
        <w:rPr>
          <w:rFonts w:ascii="Arial" w:hAnsi="Arial" w:cs="Arial"/>
          <w:b/>
          <w:bCs/>
          <w:sz w:val="20"/>
          <w:szCs w:val="20"/>
        </w:rPr>
      </w:pPr>
      <w:r w:rsidRPr="006E4110">
        <w:rPr>
          <w:rFonts w:ascii="Arial" w:hAnsi="Arial" w:cs="Arial"/>
          <w:b/>
          <w:bCs/>
          <w:sz w:val="20"/>
          <w:szCs w:val="20"/>
        </w:rPr>
        <w:t>Anspruchsvoller Bau von Sondermaschinen am Standort</w:t>
      </w:r>
    </w:p>
    <w:p w14:paraId="05CD59ED" w14:textId="71D72113" w:rsidR="00650F2C" w:rsidRDefault="006C75A9" w:rsidP="00DC1EEC">
      <w:pPr>
        <w:widowControl w:val="0"/>
        <w:spacing w:after="240" w:line="360" w:lineRule="atLeast"/>
        <w:ind w:left="70" w:right="1880"/>
        <w:jc w:val="both"/>
        <w:rPr>
          <w:rFonts w:ascii="Arial" w:hAnsi="Arial" w:cs="Arial"/>
          <w:sz w:val="20"/>
          <w:szCs w:val="20"/>
        </w:rPr>
      </w:pPr>
      <w:r w:rsidRPr="6F0D3BEA">
        <w:rPr>
          <w:rFonts w:ascii="Arial" w:hAnsi="Arial" w:cs="Arial"/>
          <w:sz w:val="20"/>
          <w:szCs w:val="20"/>
        </w:rPr>
        <w:t>Dass das gelieferte Rohmaterial schließlich zu funktionsfähigen Schlössern weiterverarbeitet werden kann, dafür ist sein Vat</w:t>
      </w:r>
      <w:r w:rsidR="00496C9B" w:rsidRPr="6F0D3BEA">
        <w:rPr>
          <w:rFonts w:ascii="Arial" w:hAnsi="Arial" w:cs="Arial"/>
          <w:sz w:val="20"/>
          <w:szCs w:val="20"/>
        </w:rPr>
        <w:t xml:space="preserve">er Christof Neumann </w:t>
      </w:r>
      <w:r w:rsidR="00A12DC3" w:rsidRPr="6F0D3BEA">
        <w:rPr>
          <w:rFonts w:ascii="Arial" w:hAnsi="Arial" w:cs="Arial"/>
          <w:sz w:val="20"/>
          <w:szCs w:val="20"/>
        </w:rPr>
        <w:t>zuständig</w:t>
      </w:r>
      <w:r w:rsidR="00496C9B" w:rsidRPr="6F0D3BEA">
        <w:rPr>
          <w:rFonts w:ascii="Arial" w:hAnsi="Arial" w:cs="Arial"/>
          <w:sz w:val="20"/>
          <w:szCs w:val="20"/>
        </w:rPr>
        <w:t xml:space="preserve">. </w:t>
      </w:r>
      <w:r w:rsidR="00C84B23" w:rsidRPr="6F0D3BEA">
        <w:rPr>
          <w:rFonts w:ascii="Arial" w:hAnsi="Arial" w:cs="Arial"/>
          <w:sz w:val="20"/>
          <w:szCs w:val="20"/>
        </w:rPr>
        <w:t>Als</w:t>
      </w:r>
      <w:r w:rsidR="00496C9B" w:rsidRPr="6F0D3BEA">
        <w:rPr>
          <w:rFonts w:ascii="Arial" w:hAnsi="Arial" w:cs="Arial"/>
          <w:sz w:val="20"/>
          <w:szCs w:val="20"/>
        </w:rPr>
        <w:t xml:space="preserve"> </w:t>
      </w:r>
      <w:r w:rsidR="006407D0" w:rsidRPr="6F0D3BEA">
        <w:rPr>
          <w:rFonts w:ascii="Arial" w:hAnsi="Arial" w:cs="Arial"/>
          <w:sz w:val="20"/>
          <w:szCs w:val="20"/>
        </w:rPr>
        <w:t xml:space="preserve">Konstrukteur </w:t>
      </w:r>
      <w:r w:rsidR="00496C9B" w:rsidRPr="6F0D3BEA">
        <w:rPr>
          <w:rFonts w:ascii="Arial" w:hAnsi="Arial" w:cs="Arial"/>
          <w:sz w:val="20"/>
          <w:szCs w:val="20"/>
        </w:rPr>
        <w:t>im Sondermaschinenbau tätig</w:t>
      </w:r>
      <w:r w:rsidR="00AC1CE7" w:rsidRPr="6F0D3BEA">
        <w:rPr>
          <w:rFonts w:ascii="Arial" w:hAnsi="Arial" w:cs="Arial"/>
          <w:sz w:val="20"/>
          <w:szCs w:val="20"/>
        </w:rPr>
        <w:t>, kommt er ins Spiel</w:t>
      </w:r>
      <w:r w:rsidR="003F675F" w:rsidRPr="6F0D3BEA">
        <w:rPr>
          <w:rFonts w:ascii="Arial" w:hAnsi="Arial" w:cs="Arial"/>
          <w:sz w:val="20"/>
          <w:szCs w:val="20"/>
        </w:rPr>
        <w:t>,</w:t>
      </w:r>
      <w:r w:rsidR="00AC1CE7" w:rsidRPr="6F0D3BEA">
        <w:rPr>
          <w:rFonts w:ascii="Arial" w:hAnsi="Arial" w:cs="Arial"/>
          <w:sz w:val="20"/>
          <w:szCs w:val="20"/>
        </w:rPr>
        <w:t xml:space="preserve"> sobald</w:t>
      </w:r>
      <w:r w:rsidR="00286C6B" w:rsidRPr="6F0D3BEA">
        <w:rPr>
          <w:rFonts w:ascii="Arial" w:hAnsi="Arial" w:cs="Arial"/>
          <w:sz w:val="20"/>
          <w:szCs w:val="20"/>
        </w:rPr>
        <w:t xml:space="preserve"> für den Bau </w:t>
      </w:r>
      <w:r w:rsidR="00FB4BA1" w:rsidRPr="6F0D3BEA">
        <w:rPr>
          <w:rFonts w:ascii="Arial" w:hAnsi="Arial" w:cs="Arial"/>
          <w:sz w:val="20"/>
          <w:szCs w:val="20"/>
        </w:rPr>
        <w:t>eines Schlosses eine Maschine oder eine Roboteranlage benötigt</w:t>
      </w:r>
      <w:r w:rsidR="003F675F" w:rsidRPr="6F0D3BEA">
        <w:rPr>
          <w:rFonts w:ascii="Arial" w:hAnsi="Arial" w:cs="Arial"/>
          <w:sz w:val="20"/>
          <w:szCs w:val="20"/>
        </w:rPr>
        <w:t xml:space="preserve"> wird</w:t>
      </w:r>
      <w:r w:rsidR="00397DA5" w:rsidRPr="6F0D3BEA">
        <w:rPr>
          <w:rFonts w:ascii="Arial" w:hAnsi="Arial" w:cs="Arial"/>
          <w:sz w:val="20"/>
          <w:szCs w:val="20"/>
        </w:rPr>
        <w:t xml:space="preserve">: </w:t>
      </w:r>
      <w:r w:rsidR="00FB4BA1" w:rsidRPr="6F0D3BEA">
        <w:rPr>
          <w:rFonts w:ascii="Arial" w:hAnsi="Arial" w:cs="Arial"/>
          <w:sz w:val="20"/>
          <w:szCs w:val="20"/>
        </w:rPr>
        <w:t xml:space="preserve">„Wir </w:t>
      </w:r>
      <w:r w:rsidR="00ED4BF2" w:rsidRPr="6F0D3BEA">
        <w:rPr>
          <w:rFonts w:ascii="Arial" w:hAnsi="Arial" w:cs="Arial"/>
          <w:sz w:val="20"/>
          <w:szCs w:val="20"/>
        </w:rPr>
        <w:t xml:space="preserve">konstruieren und </w:t>
      </w:r>
      <w:r w:rsidR="00FB4BA1" w:rsidRPr="6F0D3BEA">
        <w:rPr>
          <w:rFonts w:ascii="Arial" w:hAnsi="Arial" w:cs="Arial"/>
          <w:sz w:val="20"/>
          <w:szCs w:val="20"/>
        </w:rPr>
        <w:t>bauen Maschinen zur Herstellung unserer Schlösser.</w:t>
      </w:r>
      <w:r w:rsidR="00397DA5" w:rsidRPr="6F0D3BEA">
        <w:rPr>
          <w:rFonts w:ascii="Arial" w:hAnsi="Arial" w:cs="Arial"/>
          <w:sz w:val="20"/>
          <w:szCs w:val="20"/>
        </w:rPr>
        <w:t xml:space="preserve"> </w:t>
      </w:r>
      <w:r w:rsidR="00FB4BA1" w:rsidRPr="6F0D3BEA">
        <w:rPr>
          <w:rFonts w:ascii="Arial" w:hAnsi="Arial" w:cs="Arial"/>
          <w:sz w:val="20"/>
          <w:szCs w:val="20"/>
        </w:rPr>
        <w:t>Das hört sich erstmal rel</w:t>
      </w:r>
      <w:r w:rsidR="00397DA5" w:rsidRPr="6F0D3BEA">
        <w:rPr>
          <w:rFonts w:ascii="Arial" w:hAnsi="Arial" w:cs="Arial"/>
          <w:sz w:val="20"/>
          <w:szCs w:val="20"/>
        </w:rPr>
        <w:t>ativ</w:t>
      </w:r>
      <w:r w:rsidR="00FB4BA1" w:rsidRPr="6F0D3BEA">
        <w:rPr>
          <w:rFonts w:ascii="Arial" w:hAnsi="Arial" w:cs="Arial"/>
          <w:sz w:val="20"/>
          <w:szCs w:val="20"/>
        </w:rPr>
        <w:t xml:space="preserve"> unspektakulär an. Aber wenn man dann sieht</w:t>
      </w:r>
      <w:r w:rsidR="00397DA5" w:rsidRPr="6F0D3BEA">
        <w:rPr>
          <w:rFonts w:ascii="Arial" w:hAnsi="Arial" w:cs="Arial"/>
          <w:sz w:val="20"/>
          <w:szCs w:val="20"/>
        </w:rPr>
        <w:t xml:space="preserve">, </w:t>
      </w:r>
      <w:r w:rsidR="00FB4BA1" w:rsidRPr="6F0D3BEA">
        <w:rPr>
          <w:rFonts w:ascii="Arial" w:hAnsi="Arial" w:cs="Arial"/>
          <w:sz w:val="20"/>
          <w:szCs w:val="20"/>
        </w:rPr>
        <w:t>was dahintersteckt, d</w:t>
      </w:r>
      <w:r w:rsidR="00397DA5" w:rsidRPr="6F0D3BEA">
        <w:rPr>
          <w:rFonts w:ascii="Arial" w:hAnsi="Arial" w:cs="Arial"/>
          <w:sz w:val="20"/>
          <w:szCs w:val="20"/>
        </w:rPr>
        <w:t xml:space="preserve">ann </w:t>
      </w:r>
      <w:r w:rsidR="00FB4BA1" w:rsidRPr="6F0D3BEA">
        <w:rPr>
          <w:rFonts w:ascii="Arial" w:hAnsi="Arial" w:cs="Arial"/>
          <w:sz w:val="20"/>
          <w:szCs w:val="20"/>
        </w:rPr>
        <w:t>staunt der Fachmann und der Laie noch mehr.</w:t>
      </w:r>
      <w:r w:rsidR="00ED4BF2" w:rsidRPr="6F0D3BEA">
        <w:rPr>
          <w:rFonts w:ascii="Arial" w:hAnsi="Arial" w:cs="Arial"/>
          <w:sz w:val="20"/>
          <w:szCs w:val="20"/>
        </w:rPr>
        <w:t xml:space="preserve">“ </w:t>
      </w:r>
      <w:r w:rsidR="002E610A" w:rsidRPr="6F0D3BEA">
        <w:rPr>
          <w:rFonts w:ascii="Arial" w:hAnsi="Arial" w:cs="Arial"/>
          <w:sz w:val="20"/>
          <w:szCs w:val="20"/>
        </w:rPr>
        <w:t xml:space="preserve">Von einfachen </w:t>
      </w:r>
      <w:r w:rsidR="00F2598A" w:rsidRPr="6F0D3BEA">
        <w:rPr>
          <w:rFonts w:ascii="Arial" w:hAnsi="Arial" w:cs="Arial"/>
          <w:sz w:val="20"/>
          <w:szCs w:val="20"/>
        </w:rPr>
        <w:t xml:space="preserve">Hilfsvorrichtungen </w:t>
      </w:r>
      <w:r w:rsidR="002978AB" w:rsidRPr="6F0D3BEA">
        <w:rPr>
          <w:rFonts w:ascii="Arial" w:hAnsi="Arial" w:cs="Arial"/>
          <w:sz w:val="20"/>
          <w:szCs w:val="20"/>
        </w:rPr>
        <w:t>für die Montage bis hin zu hochkomplexen Roboter</w:t>
      </w:r>
      <w:r w:rsidR="00072EBC" w:rsidRPr="6F0D3BEA">
        <w:rPr>
          <w:rFonts w:ascii="Arial" w:hAnsi="Arial" w:cs="Arial"/>
          <w:sz w:val="20"/>
          <w:szCs w:val="20"/>
        </w:rPr>
        <w:t>anlagen</w:t>
      </w:r>
      <w:r w:rsidR="00BC6A75" w:rsidRPr="6F0D3BEA">
        <w:rPr>
          <w:rFonts w:ascii="Arial" w:hAnsi="Arial" w:cs="Arial"/>
          <w:sz w:val="20"/>
          <w:szCs w:val="20"/>
        </w:rPr>
        <w:t xml:space="preserve"> bau</w:t>
      </w:r>
      <w:r w:rsidR="001B791C" w:rsidRPr="6F0D3BEA">
        <w:rPr>
          <w:rFonts w:ascii="Arial" w:hAnsi="Arial" w:cs="Arial"/>
          <w:sz w:val="20"/>
          <w:szCs w:val="20"/>
        </w:rPr>
        <w:t>t ABUS die Anlagen</w:t>
      </w:r>
      <w:r w:rsidR="00460419" w:rsidRPr="6F0D3BEA">
        <w:rPr>
          <w:rFonts w:ascii="Arial" w:hAnsi="Arial" w:cs="Arial"/>
          <w:sz w:val="20"/>
          <w:szCs w:val="20"/>
        </w:rPr>
        <w:t xml:space="preserve"> </w:t>
      </w:r>
      <w:r w:rsidR="00672CE8" w:rsidRPr="6F0D3BEA">
        <w:rPr>
          <w:rFonts w:ascii="Arial" w:hAnsi="Arial" w:cs="Arial"/>
          <w:sz w:val="20"/>
          <w:szCs w:val="20"/>
        </w:rPr>
        <w:t>nach Möglichkeit</w:t>
      </w:r>
      <w:r w:rsidR="001B791C" w:rsidRPr="6F0D3BEA">
        <w:rPr>
          <w:rFonts w:ascii="Arial" w:hAnsi="Arial" w:cs="Arial"/>
          <w:sz w:val="20"/>
          <w:szCs w:val="20"/>
        </w:rPr>
        <w:t xml:space="preserve"> selbst. </w:t>
      </w:r>
      <w:r w:rsidR="006E1D90" w:rsidRPr="6F0D3BEA">
        <w:rPr>
          <w:rFonts w:ascii="Arial" w:hAnsi="Arial" w:cs="Arial"/>
          <w:sz w:val="20"/>
          <w:szCs w:val="20"/>
        </w:rPr>
        <w:t xml:space="preserve">Das hat den großen Vorteil, dass </w:t>
      </w:r>
      <w:r w:rsidR="00763771" w:rsidRPr="6F0D3BEA">
        <w:rPr>
          <w:rFonts w:ascii="Arial" w:hAnsi="Arial" w:cs="Arial"/>
          <w:sz w:val="20"/>
          <w:szCs w:val="20"/>
        </w:rPr>
        <w:t xml:space="preserve">zum einen kostbares Wissen im Unternehmen bleibt </w:t>
      </w:r>
      <w:r w:rsidR="00F0004D" w:rsidRPr="6F0D3BEA">
        <w:rPr>
          <w:rFonts w:ascii="Arial" w:hAnsi="Arial" w:cs="Arial"/>
          <w:sz w:val="20"/>
          <w:szCs w:val="20"/>
        </w:rPr>
        <w:t xml:space="preserve">und zum anderen </w:t>
      </w:r>
      <w:r w:rsidR="00763771" w:rsidRPr="6F0D3BEA">
        <w:rPr>
          <w:rFonts w:ascii="Arial" w:hAnsi="Arial" w:cs="Arial"/>
          <w:sz w:val="20"/>
          <w:szCs w:val="20"/>
        </w:rPr>
        <w:t xml:space="preserve">ermöglicht es ein hohes Maß an Flexibilität. Bei Störungen kann schnell geholfen werden und </w:t>
      </w:r>
      <w:r w:rsidR="00F0004D" w:rsidRPr="6F0D3BEA">
        <w:rPr>
          <w:rFonts w:ascii="Arial" w:hAnsi="Arial" w:cs="Arial"/>
          <w:sz w:val="20"/>
          <w:szCs w:val="20"/>
        </w:rPr>
        <w:t xml:space="preserve">muss auf Produktänderungen eingegangen werden, ist dies ebenso kein Problem. </w:t>
      </w:r>
      <w:r w:rsidR="00D8025D" w:rsidRPr="6F0D3BEA">
        <w:rPr>
          <w:rFonts w:ascii="Arial" w:hAnsi="Arial" w:cs="Arial"/>
          <w:sz w:val="20"/>
          <w:szCs w:val="20"/>
        </w:rPr>
        <w:t>Zudem</w:t>
      </w:r>
      <w:r w:rsidR="00F0004D" w:rsidRPr="6F0D3BEA">
        <w:rPr>
          <w:rFonts w:ascii="Arial" w:hAnsi="Arial" w:cs="Arial"/>
          <w:sz w:val="20"/>
          <w:szCs w:val="20"/>
        </w:rPr>
        <w:t xml:space="preserve"> k</w:t>
      </w:r>
      <w:r w:rsidR="006712A9" w:rsidRPr="6F0D3BEA">
        <w:rPr>
          <w:rFonts w:ascii="Arial" w:hAnsi="Arial" w:cs="Arial"/>
          <w:sz w:val="20"/>
          <w:szCs w:val="20"/>
        </w:rPr>
        <w:t xml:space="preserve">önnen </w:t>
      </w:r>
      <w:r w:rsidR="00F0004D" w:rsidRPr="6F0D3BEA">
        <w:rPr>
          <w:rFonts w:ascii="Arial" w:hAnsi="Arial" w:cs="Arial"/>
          <w:sz w:val="20"/>
          <w:szCs w:val="20"/>
        </w:rPr>
        <w:t>die Produktionskap</w:t>
      </w:r>
      <w:r w:rsidR="00D2366B" w:rsidRPr="6F0D3BEA">
        <w:rPr>
          <w:rFonts w:ascii="Arial" w:hAnsi="Arial" w:cs="Arial"/>
          <w:sz w:val="20"/>
          <w:szCs w:val="20"/>
        </w:rPr>
        <w:t>a</w:t>
      </w:r>
      <w:r w:rsidR="00F0004D" w:rsidRPr="6F0D3BEA">
        <w:rPr>
          <w:rFonts w:ascii="Arial" w:hAnsi="Arial" w:cs="Arial"/>
          <w:sz w:val="20"/>
          <w:szCs w:val="20"/>
        </w:rPr>
        <w:t xml:space="preserve">zitäten </w:t>
      </w:r>
      <w:r w:rsidR="361EB6A3" w:rsidRPr="6F0D3BEA">
        <w:rPr>
          <w:rFonts w:ascii="Arial" w:hAnsi="Arial" w:cs="Arial"/>
          <w:sz w:val="20"/>
          <w:szCs w:val="20"/>
        </w:rPr>
        <w:t xml:space="preserve">viel rascher </w:t>
      </w:r>
      <w:r w:rsidR="006712A9" w:rsidRPr="6F0D3BEA">
        <w:rPr>
          <w:rFonts w:ascii="Arial" w:hAnsi="Arial" w:cs="Arial"/>
          <w:sz w:val="20"/>
          <w:szCs w:val="20"/>
        </w:rPr>
        <w:t>angepasst werden</w:t>
      </w:r>
      <w:r w:rsidR="00F0004D" w:rsidRPr="6F0D3BEA">
        <w:rPr>
          <w:rFonts w:ascii="Arial" w:hAnsi="Arial" w:cs="Arial"/>
          <w:sz w:val="20"/>
          <w:szCs w:val="20"/>
        </w:rPr>
        <w:t xml:space="preserve">. </w:t>
      </w:r>
    </w:p>
    <w:p w14:paraId="77198C71" w14:textId="06CF0C8D" w:rsidR="00284EC3" w:rsidRPr="00FB0151" w:rsidRDefault="0014366A" w:rsidP="00DC1EEC">
      <w:pPr>
        <w:widowControl w:val="0"/>
        <w:spacing w:after="240" w:line="360" w:lineRule="atLeast"/>
        <w:ind w:left="70" w:right="1880"/>
        <w:jc w:val="both"/>
        <w:rPr>
          <w:rFonts w:ascii="Arial" w:hAnsi="Arial" w:cs="Arial"/>
          <w:b/>
          <w:bCs/>
          <w:sz w:val="20"/>
          <w:szCs w:val="20"/>
        </w:rPr>
      </w:pPr>
      <w:r w:rsidRPr="00FB0151">
        <w:rPr>
          <w:rFonts w:ascii="Arial" w:hAnsi="Arial" w:cs="Arial"/>
          <w:b/>
          <w:bCs/>
          <w:sz w:val="20"/>
          <w:szCs w:val="20"/>
        </w:rPr>
        <w:t>Teamgeist und Innovation als Schl</w:t>
      </w:r>
      <w:r w:rsidR="00FB0151" w:rsidRPr="00FB0151">
        <w:rPr>
          <w:rFonts w:ascii="Arial" w:hAnsi="Arial" w:cs="Arial"/>
          <w:b/>
          <w:bCs/>
          <w:sz w:val="20"/>
          <w:szCs w:val="20"/>
        </w:rPr>
        <w:t>üssel</w:t>
      </w:r>
      <w:r w:rsidR="00534114">
        <w:rPr>
          <w:rFonts w:ascii="Arial" w:hAnsi="Arial" w:cs="Arial"/>
          <w:b/>
          <w:bCs/>
          <w:sz w:val="20"/>
          <w:szCs w:val="20"/>
        </w:rPr>
        <w:t xml:space="preserve"> zum Erfolg</w:t>
      </w:r>
      <w:r w:rsidR="001F11E5">
        <w:rPr>
          <w:rFonts w:ascii="Arial" w:hAnsi="Arial" w:cs="Arial"/>
          <w:b/>
          <w:bCs/>
          <w:sz w:val="20"/>
          <w:szCs w:val="20"/>
        </w:rPr>
        <w:t xml:space="preserve"> </w:t>
      </w:r>
    </w:p>
    <w:p w14:paraId="1863EC66" w14:textId="77777777" w:rsidR="00B563ED" w:rsidRDefault="00AB25D7" w:rsidP="6F0D3BEA">
      <w:pPr>
        <w:widowControl w:val="0"/>
        <w:spacing w:after="240" w:line="360" w:lineRule="atLeast"/>
        <w:ind w:left="70" w:right="1880"/>
        <w:jc w:val="both"/>
        <w:rPr>
          <w:rFonts w:ascii="Arial" w:hAnsi="Arial" w:cs="Arial"/>
          <w:sz w:val="20"/>
          <w:szCs w:val="20"/>
        </w:rPr>
      </w:pPr>
      <w:r w:rsidRPr="6F0D3BEA">
        <w:rPr>
          <w:rFonts w:ascii="Arial" w:hAnsi="Arial" w:cs="Arial"/>
          <w:sz w:val="20"/>
          <w:szCs w:val="20"/>
        </w:rPr>
        <w:t xml:space="preserve">Der Bau einer Maschine </w:t>
      </w:r>
      <w:r w:rsidR="00D8025D" w:rsidRPr="6F0D3BEA">
        <w:rPr>
          <w:rFonts w:ascii="Arial" w:hAnsi="Arial" w:cs="Arial"/>
          <w:sz w:val="20"/>
          <w:szCs w:val="20"/>
        </w:rPr>
        <w:t>dauert</w:t>
      </w:r>
      <w:r w:rsidRPr="6F0D3BEA">
        <w:rPr>
          <w:rFonts w:ascii="Arial" w:hAnsi="Arial" w:cs="Arial"/>
          <w:sz w:val="20"/>
          <w:szCs w:val="20"/>
        </w:rPr>
        <w:t xml:space="preserve"> schon mal mehrere Jahre, doch wenn sie </w:t>
      </w:r>
      <w:r w:rsidR="002A055D" w:rsidRPr="6F0D3BEA">
        <w:rPr>
          <w:rFonts w:ascii="Arial" w:hAnsi="Arial" w:cs="Arial"/>
          <w:sz w:val="20"/>
          <w:szCs w:val="20"/>
        </w:rPr>
        <w:t>schließlich</w:t>
      </w:r>
      <w:r w:rsidRPr="6F0D3BEA">
        <w:rPr>
          <w:rFonts w:ascii="Arial" w:hAnsi="Arial" w:cs="Arial"/>
          <w:sz w:val="20"/>
          <w:szCs w:val="20"/>
        </w:rPr>
        <w:t xml:space="preserve"> läuft, erfüllt das </w:t>
      </w:r>
      <w:r w:rsidR="00E7247F" w:rsidRPr="6F0D3BEA">
        <w:rPr>
          <w:rFonts w:ascii="Arial" w:hAnsi="Arial" w:cs="Arial"/>
          <w:sz w:val="20"/>
          <w:szCs w:val="20"/>
        </w:rPr>
        <w:t>die Techniker mit Freude: „</w:t>
      </w:r>
      <w:r w:rsidR="006712A9" w:rsidRPr="6F0D3BEA">
        <w:rPr>
          <w:rFonts w:ascii="Arial" w:hAnsi="Arial" w:cs="Arial"/>
          <w:sz w:val="20"/>
          <w:szCs w:val="20"/>
        </w:rPr>
        <w:t>Eine besondere Erinnerung habe ich an die Inbetriebnahme unserer</w:t>
      </w:r>
      <w:r w:rsidR="009E78DF" w:rsidRPr="6F0D3BEA">
        <w:rPr>
          <w:rFonts w:ascii="Arial" w:hAnsi="Arial" w:cs="Arial"/>
          <w:sz w:val="20"/>
          <w:szCs w:val="20"/>
        </w:rPr>
        <w:t xml:space="preserve"> </w:t>
      </w:r>
      <w:r w:rsidR="006712A9" w:rsidRPr="6F0D3BEA">
        <w:rPr>
          <w:rFonts w:ascii="Arial" w:hAnsi="Arial" w:cs="Arial"/>
          <w:sz w:val="20"/>
          <w:szCs w:val="20"/>
        </w:rPr>
        <w:t>Fräsmaschine für die ABUS</w:t>
      </w:r>
      <w:r w:rsidR="009E78DF" w:rsidRPr="6F0D3BEA">
        <w:rPr>
          <w:rFonts w:ascii="Arial" w:hAnsi="Arial" w:cs="Arial"/>
          <w:sz w:val="20"/>
          <w:szCs w:val="20"/>
        </w:rPr>
        <w:t xml:space="preserve"> </w:t>
      </w:r>
      <w:r w:rsidR="006712A9" w:rsidRPr="6F0D3BEA">
        <w:rPr>
          <w:rFonts w:ascii="Arial" w:hAnsi="Arial" w:cs="Arial"/>
          <w:sz w:val="20"/>
          <w:szCs w:val="20"/>
        </w:rPr>
        <w:t>GRANIT Schlösser. Dabei konnte ich zum ersten Mal die SPS</w:t>
      </w:r>
      <w:r w:rsidR="6BA715E3" w:rsidRPr="6F0D3BEA">
        <w:rPr>
          <w:rFonts w:ascii="Arial" w:hAnsi="Arial" w:cs="Arial"/>
          <w:sz w:val="20"/>
          <w:szCs w:val="20"/>
        </w:rPr>
        <w:t>-</w:t>
      </w:r>
      <w:r w:rsidR="006712A9" w:rsidRPr="6F0D3BEA">
        <w:rPr>
          <w:rFonts w:ascii="Arial" w:hAnsi="Arial" w:cs="Arial"/>
          <w:sz w:val="20"/>
          <w:szCs w:val="20"/>
        </w:rPr>
        <w:t xml:space="preserve">Programmierung an einer größeren Maschine eigenständig durchführen – und es hat geklappt. Die Maschine läuft heute </w:t>
      </w:r>
      <w:r w:rsidR="009E78DF" w:rsidRPr="6F0D3BEA">
        <w:rPr>
          <w:rFonts w:ascii="Arial" w:hAnsi="Arial" w:cs="Arial"/>
          <w:sz w:val="20"/>
          <w:szCs w:val="20"/>
        </w:rPr>
        <w:t xml:space="preserve">nach über 20 Jahren immer </w:t>
      </w:r>
      <w:r w:rsidR="006712A9" w:rsidRPr="6F0D3BEA">
        <w:rPr>
          <w:rFonts w:ascii="Arial" w:hAnsi="Arial" w:cs="Arial"/>
          <w:sz w:val="20"/>
          <w:szCs w:val="20"/>
        </w:rPr>
        <w:t>noch</w:t>
      </w:r>
      <w:r w:rsidR="009E78DF" w:rsidRPr="6F0D3BEA">
        <w:rPr>
          <w:rFonts w:ascii="Arial" w:hAnsi="Arial" w:cs="Arial"/>
          <w:sz w:val="20"/>
          <w:szCs w:val="20"/>
        </w:rPr>
        <w:t>“</w:t>
      </w:r>
      <w:r w:rsidR="007338D0" w:rsidRPr="6F0D3BEA">
        <w:rPr>
          <w:rFonts w:ascii="Arial" w:hAnsi="Arial" w:cs="Arial"/>
          <w:sz w:val="20"/>
          <w:szCs w:val="20"/>
        </w:rPr>
        <w:t xml:space="preserve">, zeigt sich Christof Neumann über </w:t>
      </w:r>
      <w:r w:rsidR="00482184" w:rsidRPr="6F0D3BEA">
        <w:rPr>
          <w:rFonts w:ascii="Arial" w:hAnsi="Arial" w:cs="Arial"/>
          <w:sz w:val="20"/>
          <w:szCs w:val="20"/>
        </w:rPr>
        <w:t xml:space="preserve">das </w:t>
      </w:r>
      <w:r w:rsidR="7EC06CD9" w:rsidRPr="6F0D3BEA">
        <w:rPr>
          <w:rFonts w:ascii="Arial" w:hAnsi="Arial" w:cs="Arial"/>
          <w:sz w:val="20"/>
          <w:szCs w:val="20"/>
        </w:rPr>
        <w:t xml:space="preserve">erfolgreiche </w:t>
      </w:r>
      <w:r w:rsidR="00482184" w:rsidRPr="6F0D3BEA">
        <w:rPr>
          <w:rFonts w:ascii="Arial" w:hAnsi="Arial" w:cs="Arial"/>
          <w:sz w:val="20"/>
          <w:szCs w:val="20"/>
        </w:rPr>
        <w:t>Projekt erfreut. Möglich ist dies nur durch gute Teamarbeit</w:t>
      </w:r>
      <w:r w:rsidR="372435B7" w:rsidRPr="6F0D3BEA">
        <w:rPr>
          <w:rFonts w:ascii="Arial" w:hAnsi="Arial" w:cs="Arial"/>
          <w:sz w:val="20"/>
          <w:szCs w:val="20"/>
        </w:rPr>
        <w:t>.</w:t>
      </w:r>
      <w:r w:rsidR="00F341F7" w:rsidRPr="6F0D3BEA">
        <w:rPr>
          <w:rFonts w:ascii="Arial" w:hAnsi="Arial" w:cs="Arial"/>
          <w:sz w:val="20"/>
          <w:szCs w:val="20"/>
        </w:rPr>
        <w:t xml:space="preserve"> „</w:t>
      </w:r>
      <w:r w:rsidR="00D92E20" w:rsidRPr="6F0D3BEA">
        <w:rPr>
          <w:rFonts w:ascii="Arial" w:hAnsi="Arial" w:cs="Arial"/>
          <w:sz w:val="20"/>
          <w:szCs w:val="20"/>
        </w:rPr>
        <w:t>Vom Konstrukteur über den Industriemechaniker, der die Maschinen aufbaut, bis hin zum Mechatroniker, der d</w:t>
      </w:r>
      <w:r w:rsidR="004820D0" w:rsidRPr="6F0D3BEA">
        <w:rPr>
          <w:rFonts w:ascii="Arial" w:hAnsi="Arial" w:cs="Arial"/>
          <w:sz w:val="20"/>
          <w:szCs w:val="20"/>
        </w:rPr>
        <w:t xml:space="preserve">iese </w:t>
      </w:r>
      <w:r w:rsidR="00F341F7" w:rsidRPr="6F0D3BEA">
        <w:rPr>
          <w:rFonts w:ascii="Arial" w:hAnsi="Arial" w:cs="Arial"/>
          <w:sz w:val="20"/>
          <w:szCs w:val="20"/>
        </w:rPr>
        <w:t xml:space="preserve">sozusagen </w:t>
      </w:r>
      <w:r w:rsidR="00DF4C9A" w:rsidRPr="6F0D3BEA">
        <w:rPr>
          <w:rFonts w:ascii="Arial" w:hAnsi="Arial" w:cs="Arial"/>
          <w:sz w:val="20"/>
          <w:szCs w:val="20"/>
        </w:rPr>
        <w:t>‚</w:t>
      </w:r>
      <w:r w:rsidR="00D92E20" w:rsidRPr="6F0D3BEA">
        <w:rPr>
          <w:rFonts w:ascii="Arial" w:hAnsi="Arial" w:cs="Arial"/>
          <w:sz w:val="20"/>
          <w:szCs w:val="20"/>
        </w:rPr>
        <w:t>zum Leben erweckt</w:t>
      </w:r>
      <w:r w:rsidR="00DF4C9A" w:rsidRPr="6F0D3BEA">
        <w:rPr>
          <w:rFonts w:ascii="Arial" w:hAnsi="Arial" w:cs="Arial"/>
          <w:sz w:val="20"/>
          <w:szCs w:val="20"/>
        </w:rPr>
        <w:t>‘</w:t>
      </w:r>
      <w:r w:rsidR="001F11E5">
        <w:rPr>
          <w:rFonts w:ascii="Arial" w:hAnsi="Arial" w:cs="Arial"/>
          <w:sz w:val="20"/>
          <w:szCs w:val="20"/>
        </w:rPr>
        <w:t>,</w:t>
      </w:r>
      <w:r w:rsidR="00DF4C9A" w:rsidRPr="6F0D3BEA">
        <w:rPr>
          <w:rFonts w:ascii="Arial" w:hAnsi="Arial" w:cs="Arial"/>
          <w:sz w:val="20"/>
          <w:szCs w:val="20"/>
        </w:rPr>
        <w:t xml:space="preserve"> </w:t>
      </w:r>
      <w:r w:rsidR="001F11E5">
        <w:rPr>
          <w:rFonts w:ascii="Arial" w:hAnsi="Arial" w:cs="Arial"/>
          <w:sz w:val="20"/>
          <w:szCs w:val="20"/>
        </w:rPr>
        <w:t>müssen alle Puzzleteile</w:t>
      </w:r>
      <w:r w:rsidR="00D92E20" w:rsidRPr="6F0D3BEA">
        <w:rPr>
          <w:rFonts w:ascii="Arial" w:hAnsi="Arial" w:cs="Arial"/>
          <w:sz w:val="20"/>
          <w:szCs w:val="20"/>
        </w:rPr>
        <w:t xml:space="preserve"> zusammenpassen. Das geht nur </w:t>
      </w:r>
      <w:r w:rsidR="00DF4C9A" w:rsidRPr="6F0D3BEA">
        <w:rPr>
          <w:rFonts w:ascii="Arial" w:hAnsi="Arial" w:cs="Arial"/>
          <w:sz w:val="20"/>
          <w:szCs w:val="20"/>
        </w:rPr>
        <w:t>g</w:t>
      </w:r>
      <w:r w:rsidR="00D92E20" w:rsidRPr="6F0D3BEA">
        <w:rPr>
          <w:rFonts w:ascii="Arial" w:hAnsi="Arial" w:cs="Arial"/>
          <w:sz w:val="20"/>
          <w:szCs w:val="20"/>
        </w:rPr>
        <w:t>emeinsam</w:t>
      </w:r>
      <w:r w:rsidR="00D51E55" w:rsidRPr="6F0D3BEA">
        <w:rPr>
          <w:rFonts w:ascii="Arial" w:hAnsi="Arial" w:cs="Arial"/>
          <w:sz w:val="20"/>
          <w:szCs w:val="20"/>
        </w:rPr>
        <w:t>“,</w:t>
      </w:r>
      <w:r w:rsidR="00526C7C" w:rsidRPr="6F0D3BEA">
        <w:rPr>
          <w:rFonts w:ascii="Arial" w:hAnsi="Arial" w:cs="Arial"/>
          <w:sz w:val="20"/>
          <w:szCs w:val="20"/>
        </w:rPr>
        <w:t xml:space="preserve"> erklärt der gelernte </w:t>
      </w:r>
      <w:r w:rsidR="00B65E9B" w:rsidRPr="6F0D3BEA">
        <w:rPr>
          <w:rFonts w:ascii="Arial" w:hAnsi="Arial" w:cs="Arial"/>
          <w:sz w:val="20"/>
          <w:szCs w:val="20"/>
        </w:rPr>
        <w:t>Maschinenschlosser</w:t>
      </w:r>
      <w:r w:rsidR="00526C7C" w:rsidRPr="6F0D3BEA">
        <w:rPr>
          <w:rFonts w:ascii="Arial" w:hAnsi="Arial" w:cs="Arial"/>
          <w:sz w:val="20"/>
          <w:szCs w:val="20"/>
        </w:rPr>
        <w:t>.</w:t>
      </w:r>
      <w:r w:rsidR="00DC1EEC" w:rsidRPr="6F0D3BEA">
        <w:rPr>
          <w:rFonts w:ascii="Arial" w:hAnsi="Arial" w:cs="Arial"/>
          <w:sz w:val="20"/>
          <w:szCs w:val="20"/>
        </w:rPr>
        <w:t xml:space="preserve"> </w:t>
      </w:r>
    </w:p>
    <w:p w14:paraId="63BF9B19" w14:textId="3D8F42AC" w:rsidR="00B563ED" w:rsidRPr="008C43FF" w:rsidRDefault="00B563ED" w:rsidP="00B563ED">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3/6</w:t>
      </w:r>
    </w:p>
    <w:p w14:paraId="47B24CD3" w14:textId="4C70C69E" w:rsidR="000C71A9" w:rsidRDefault="00DC1EEC" w:rsidP="6F0D3BEA">
      <w:pPr>
        <w:widowControl w:val="0"/>
        <w:spacing w:after="240" w:line="360" w:lineRule="atLeast"/>
        <w:ind w:left="70" w:right="1880"/>
        <w:jc w:val="both"/>
        <w:rPr>
          <w:rFonts w:ascii="Arial" w:hAnsi="Arial" w:cs="Arial"/>
          <w:sz w:val="20"/>
          <w:szCs w:val="20"/>
        </w:rPr>
      </w:pPr>
      <w:r w:rsidRPr="6F0D3BEA">
        <w:rPr>
          <w:rFonts w:ascii="Arial" w:hAnsi="Arial" w:cs="Arial"/>
          <w:sz w:val="20"/>
          <w:szCs w:val="20"/>
        </w:rPr>
        <w:t xml:space="preserve">Dafür </w:t>
      </w:r>
      <w:r w:rsidR="00D92E20" w:rsidRPr="6F0D3BEA">
        <w:rPr>
          <w:rFonts w:ascii="Arial" w:hAnsi="Arial" w:cs="Arial"/>
          <w:sz w:val="20"/>
          <w:szCs w:val="20"/>
        </w:rPr>
        <w:t xml:space="preserve">tauschen </w:t>
      </w:r>
      <w:r w:rsidR="00FF359A" w:rsidRPr="6F0D3BEA">
        <w:rPr>
          <w:rFonts w:ascii="Arial" w:hAnsi="Arial" w:cs="Arial"/>
          <w:sz w:val="20"/>
          <w:szCs w:val="20"/>
        </w:rPr>
        <w:t>sich die Teamkollegen regelmäßig aus</w:t>
      </w:r>
      <w:r w:rsidR="005D77AC" w:rsidRPr="6F0D3BEA">
        <w:rPr>
          <w:rFonts w:ascii="Arial" w:hAnsi="Arial" w:cs="Arial"/>
          <w:sz w:val="20"/>
          <w:szCs w:val="20"/>
        </w:rPr>
        <w:t xml:space="preserve"> und informieren sich über die neuesten Technologien</w:t>
      </w:r>
      <w:r w:rsidR="008435B0" w:rsidRPr="6F0D3BEA">
        <w:rPr>
          <w:rFonts w:ascii="Arial" w:hAnsi="Arial" w:cs="Arial"/>
          <w:sz w:val="20"/>
          <w:szCs w:val="20"/>
        </w:rPr>
        <w:t>. „Um wettbewerbsfähig zu bleiben</w:t>
      </w:r>
      <w:r w:rsidR="00A91129" w:rsidRPr="6F0D3BEA">
        <w:rPr>
          <w:rFonts w:ascii="Arial" w:hAnsi="Arial" w:cs="Arial"/>
          <w:sz w:val="20"/>
          <w:szCs w:val="20"/>
        </w:rPr>
        <w:t>, muss man am Ball bleiben</w:t>
      </w:r>
      <w:r w:rsidR="00761105" w:rsidRPr="6F0D3BEA">
        <w:rPr>
          <w:rFonts w:ascii="Arial" w:hAnsi="Arial" w:cs="Arial"/>
          <w:sz w:val="20"/>
          <w:szCs w:val="20"/>
        </w:rPr>
        <w:t xml:space="preserve"> und</w:t>
      </w:r>
      <w:r w:rsidR="004820D0" w:rsidRPr="6F0D3BEA">
        <w:rPr>
          <w:rFonts w:ascii="Arial" w:hAnsi="Arial" w:cs="Arial"/>
          <w:sz w:val="20"/>
          <w:szCs w:val="20"/>
        </w:rPr>
        <w:t xml:space="preserve"> offen für </w:t>
      </w:r>
      <w:r w:rsidR="00126567" w:rsidRPr="6F0D3BEA">
        <w:rPr>
          <w:rFonts w:ascii="Arial" w:hAnsi="Arial" w:cs="Arial"/>
          <w:sz w:val="20"/>
          <w:szCs w:val="20"/>
        </w:rPr>
        <w:t>Innovationen</w:t>
      </w:r>
      <w:r w:rsidR="004820D0" w:rsidRPr="6F0D3BEA">
        <w:rPr>
          <w:rFonts w:ascii="Arial" w:hAnsi="Arial" w:cs="Arial"/>
          <w:sz w:val="20"/>
          <w:szCs w:val="20"/>
        </w:rPr>
        <w:t xml:space="preserve"> sein</w:t>
      </w:r>
      <w:r w:rsidR="00967C03" w:rsidRPr="6F0D3BEA">
        <w:rPr>
          <w:rFonts w:ascii="Arial" w:hAnsi="Arial" w:cs="Arial"/>
          <w:sz w:val="20"/>
          <w:szCs w:val="20"/>
        </w:rPr>
        <w:t xml:space="preserve">. Nur so können wir </w:t>
      </w:r>
      <w:r w:rsidR="00D70E04" w:rsidRPr="6F0D3BEA">
        <w:rPr>
          <w:rFonts w:ascii="Arial" w:hAnsi="Arial" w:cs="Arial"/>
          <w:sz w:val="20"/>
          <w:szCs w:val="20"/>
        </w:rPr>
        <w:t>die Produktionsstätte in Deutschland halten“, ist der 61-jährige Maschinenbautechniker ü</w:t>
      </w:r>
      <w:r w:rsidR="00035729" w:rsidRPr="6F0D3BEA">
        <w:rPr>
          <w:rFonts w:ascii="Arial" w:hAnsi="Arial" w:cs="Arial"/>
          <w:sz w:val="20"/>
          <w:szCs w:val="20"/>
        </w:rPr>
        <w:t>berzeugt.</w:t>
      </w:r>
      <w:r w:rsidR="00BA0EDA" w:rsidRPr="6F0D3BEA">
        <w:rPr>
          <w:rFonts w:ascii="Arial" w:hAnsi="Arial" w:cs="Arial"/>
          <w:sz w:val="20"/>
          <w:szCs w:val="20"/>
        </w:rPr>
        <w:t xml:space="preserve"> </w:t>
      </w:r>
    </w:p>
    <w:p w14:paraId="0311669E" w14:textId="428C9A7E" w:rsidR="00A216EE" w:rsidRPr="00F43897" w:rsidRDefault="00604551" w:rsidP="004D1291">
      <w:pPr>
        <w:widowControl w:val="0"/>
        <w:spacing w:after="240" w:line="360" w:lineRule="atLeast"/>
        <w:ind w:left="70" w:right="1880"/>
        <w:jc w:val="both"/>
        <w:rPr>
          <w:rFonts w:ascii="Arial" w:hAnsi="Arial" w:cs="Arial"/>
          <w:b/>
          <w:bCs/>
          <w:sz w:val="20"/>
          <w:szCs w:val="20"/>
        </w:rPr>
      </w:pPr>
      <w:r w:rsidRPr="00F43897">
        <w:rPr>
          <w:rFonts w:ascii="Arial" w:hAnsi="Arial" w:cs="Arial"/>
          <w:b/>
          <w:bCs/>
          <w:sz w:val="20"/>
          <w:szCs w:val="20"/>
        </w:rPr>
        <w:t>Qualität als Zukunftsgarant</w:t>
      </w:r>
    </w:p>
    <w:p w14:paraId="5C5AE197" w14:textId="5F01481A" w:rsidR="004D1291" w:rsidRDefault="003C73B7" w:rsidP="004D1291">
      <w:pPr>
        <w:widowControl w:val="0"/>
        <w:spacing w:after="240" w:line="360" w:lineRule="atLeast"/>
        <w:ind w:left="70" w:right="1880"/>
        <w:jc w:val="both"/>
        <w:rPr>
          <w:rFonts w:ascii="Arial" w:hAnsi="Arial" w:cs="Arial"/>
          <w:sz w:val="20"/>
          <w:szCs w:val="20"/>
        </w:rPr>
      </w:pPr>
      <w:r w:rsidRPr="6F0D3BEA">
        <w:rPr>
          <w:rFonts w:ascii="Arial" w:hAnsi="Arial" w:cs="Arial"/>
          <w:sz w:val="20"/>
          <w:szCs w:val="20"/>
        </w:rPr>
        <w:t xml:space="preserve">Neben </w:t>
      </w:r>
      <w:r w:rsidR="00645E5F" w:rsidRPr="6F0D3BEA">
        <w:rPr>
          <w:rFonts w:ascii="Arial" w:hAnsi="Arial" w:cs="Arial"/>
          <w:sz w:val="20"/>
          <w:szCs w:val="20"/>
        </w:rPr>
        <w:t xml:space="preserve">der Offenheit für Neuerungen braucht es ebenso die Aufrechterhaltung der weltweit gepriesenen „deutschen Qualität“. Damit </w:t>
      </w:r>
      <w:r w:rsidR="00B07006" w:rsidRPr="6F0D3BEA">
        <w:rPr>
          <w:rFonts w:ascii="Arial" w:hAnsi="Arial" w:cs="Arial"/>
          <w:sz w:val="20"/>
          <w:szCs w:val="20"/>
        </w:rPr>
        <w:t>die strikten Standards</w:t>
      </w:r>
      <w:r w:rsidR="00B26AED" w:rsidRPr="6F0D3BEA">
        <w:rPr>
          <w:rFonts w:ascii="Arial" w:hAnsi="Arial" w:cs="Arial"/>
          <w:sz w:val="20"/>
          <w:szCs w:val="20"/>
        </w:rPr>
        <w:t xml:space="preserve"> für Produkte „</w:t>
      </w:r>
      <w:r w:rsidR="001F11E5">
        <w:rPr>
          <w:rFonts w:ascii="Arial" w:hAnsi="Arial" w:cs="Arial"/>
          <w:sz w:val="20"/>
          <w:szCs w:val="20"/>
        </w:rPr>
        <w:t>m</w:t>
      </w:r>
      <w:r w:rsidR="00B26AED" w:rsidRPr="6F0D3BEA">
        <w:rPr>
          <w:rFonts w:ascii="Arial" w:hAnsi="Arial" w:cs="Arial"/>
          <w:sz w:val="20"/>
          <w:szCs w:val="20"/>
        </w:rPr>
        <w:t>ade in Germany“</w:t>
      </w:r>
      <w:r w:rsidR="00B07006" w:rsidRPr="6F0D3BEA">
        <w:rPr>
          <w:rFonts w:ascii="Arial" w:hAnsi="Arial" w:cs="Arial"/>
          <w:sz w:val="20"/>
          <w:szCs w:val="20"/>
        </w:rPr>
        <w:t xml:space="preserve"> gehalten werden</w:t>
      </w:r>
      <w:r w:rsidR="00E43B64" w:rsidRPr="6F0D3BEA">
        <w:rPr>
          <w:rFonts w:ascii="Arial" w:hAnsi="Arial" w:cs="Arial"/>
          <w:sz w:val="20"/>
          <w:szCs w:val="20"/>
        </w:rPr>
        <w:t>, prüft ABUS jeden Proto</w:t>
      </w:r>
      <w:r w:rsidR="0006152C" w:rsidRPr="6F0D3BEA">
        <w:rPr>
          <w:rFonts w:ascii="Arial" w:hAnsi="Arial" w:cs="Arial"/>
          <w:sz w:val="20"/>
          <w:szCs w:val="20"/>
        </w:rPr>
        <w:t>t</w:t>
      </w:r>
      <w:r w:rsidR="00E43B64" w:rsidRPr="6F0D3BEA">
        <w:rPr>
          <w:rFonts w:ascii="Arial" w:hAnsi="Arial" w:cs="Arial"/>
          <w:sz w:val="20"/>
          <w:szCs w:val="20"/>
        </w:rPr>
        <w:t>ypen im hauseigenen Testlabor auf Herz und Nieren</w:t>
      </w:r>
      <w:r w:rsidR="00C1127A" w:rsidRPr="6F0D3BEA">
        <w:rPr>
          <w:rFonts w:ascii="Arial" w:hAnsi="Arial" w:cs="Arial"/>
          <w:sz w:val="20"/>
          <w:szCs w:val="20"/>
        </w:rPr>
        <w:t>.</w:t>
      </w:r>
      <w:r w:rsidR="009E5C05" w:rsidRPr="6F0D3BEA">
        <w:rPr>
          <w:rFonts w:ascii="Arial" w:hAnsi="Arial" w:cs="Arial"/>
          <w:sz w:val="20"/>
          <w:szCs w:val="20"/>
        </w:rPr>
        <w:t xml:space="preserve"> Zusätzlich geben </w:t>
      </w:r>
      <w:r w:rsidR="617AF5C1" w:rsidRPr="6F0D3BEA">
        <w:rPr>
          <w:rFonts w:ascii="Arial" w:hAnsi="Arial" w:cs="Arial"/>
          <w:sz w:val="20"/>
          <w:szCs w:val="20"/>
        </w:rPr>
        <w:t>die Qualitätsmanager</w:t>
      </w:r>
      <w:r w:rsidR="009E5C05" w:rsidRPr="6F0D3BEA">
        <w:rPr>
          <w:rFonts w:ascii="Arial" w:hAnsi="Arial" w:cs="Arial"/>
          <w:sz w:val="20"/>
          <w:szCs w:val="20"/>
        </w:rPr>
        <w:t xml:space="preserve"> die Produkte </w:t>
      </w:r>
      <w:r w:rsidR="001E2520" w:rsidRPr="6F0D3BEA">
        <w:rPr>
          <w:rFonts w:ascii="Arial" w:hAnsi="Arial" w:cs="Arial"/>
          <w:sz w:val="20"/>
          <w:szCs w:val="20"/>
        </w:rPr>
        <w:t>zu</w:t>
      </w:r>
      <w:r w:rsidR="001052B3" w:rsidRPr="6F0D3BEA">
        <w:rPr>
          <w:rFonts w:ascii="Arial" w:hAnsi="Arial" w:cs="Arial"/>
          <w:sz w:val="20"/>
          <w:szCs w:val="20"/>
        </w:rPr>
        <w:t xml:space="preserve"> externe</w:t>
      </w:r>
      <w:r w:rsidR="001E2520" w:rsidRPr="6F0D3BEA">
        <w:rPr>
          <w:rFonts w:ascii="Arial" w:hAnsi="Arial" w:cs="Arial"/>
          <w:sz w:val="20"/>
          <w:szCs w:val="20"/>
        </w:rPr>
        <w:t>n</w:t>
      </w:r>
      <w:r w:rsidR="001052B3" w:rsidRPr="6F0D3BEA">
        <w:rPr>
          <w:rFonts w:ascii="Arial" w:hAnsi="Arial" w:cs="Arial"/>
          <w:sz w:val="20"/>
          <w:szCs w:val="20"/>
        </w:rPr>
        <w:t xml:space="preserve"> Prüfung</w:t>
      </w:r>
      <w:r w:rsidR="001E2520" w:rsidRPr="6F0D3BEA">
        <w:rPr>
          <w:rFonts w:ascii="Arial" w:hAnsi="Arial" w:cs="Arial"/>
          <w:sz w:val="20"/>
          <w:szCs w:val="20"/>
        </w:rPr>
        <w:t>sinstitu</w:t>
      </w:r>
      <w:r w:rsidR="006B5008" w:rsidRPr="6F0D3BEA">
        <w:rPr>
          <w:rFonts w:ascii="Arial" w:hAnsi="Arial" w:cs="Arial"/>
          <w:sz w:val="20"/>
          <w:szCs w:val="20"/>
        </w:rPr>
        <w:t>t</w:t>
      </w:r>
      <w:r w:rsidR="001E2520" w:rsidRPr="6F0D3BEA">
        <w:rPr>
          <w:rFonts w:ascii="Arial" w:hAnsi="Arial" w:cs="Arial"/>
          <w:sz w:val="20"/>
          <w:szCs w:val="20"/>
        </w:rPr>
        <w:t>en</w:t>
      </w:r>
      <w:r w:rsidR="001052B3" w:rsidRPr="6F0D3BEA">
        <w:rPr>
          <w:rFonts w:ascii="Arial" w:hAnsi="Arial" w:cs="Arial"/>
          <w:sz w:val="20"/>
          <w:szCs w:val="20"/>
        </w:rPr>
        <w:t xml:space="preserve"> </w:t>
      </w:r>
      <w:r w:rsidR="007323FD" w:rsidRPr="6F0D3BEA">
        <w:rPr>
          <w:rFonts w:ascii="Arial" w:hAnsi="Arial" w:cs="Arial"/>
          <w:sz w:val="20"/>
          <w:szCs w:val="20"/>
        </w:rPr>
        <w:t xml:space="preserve">und stellen sie über interne Audits </w:t>
      </w:r>
      <w:r w:rsidR="006B5008" w:rsidRPr="6F0D3BEA">
        <w:rPr>
          <w:rFonts w:ascii="Arial" w:hAnsi="Arial" w:cs="Arial"/>
          <w:sz w:val="20"/>
          <w:szCs w:val="20"/>
        </w:rPr>
        <w:t xml:space="preserve">regelmäßig </w:t>
      </w:r>
      <w:r w:rsidR="007323FD" w:rsidRPr="6F0D3BEA">
        <w:rPr>
          <w:rFonts w:ascii="Arial" w:hAnsi="Arial" w:cs="Arial"/>
          <w:sz w:val="20"/>
          <w:szCs w:val="20"/>
        </w:rPr>
        <w:t>auf den Prüfstand</w:t>
      </w:r>
      <w:r w:rsidR="2D3D2AFC" w:rsidRPr="6F0D3BEA">
        <w:rPr>
          <w:rFonts w:ascii="Arial" w:hAnsi="Arial" w:cs="Arial"/>
          <w:sz w:val="20"/>
          <w:szCs w:val="20"/>
        </w:rPr>
        <w:t>.</w:t>
      </w:r>
      <w:r w:rsidR="00BA60D8" w:rsidRPr="6F0D3BEA">
        <w:rPr>
          <w:rFonts w:ascii="Arial" w:hAnsi="Arial" w:cs="Arial"/>
          <w:sz w:val="20"/>
          <w:szCs w:val="20"/>
        </w:rPr>
        <w:t xml:space="preserve"> „</w:t>
      </w:r>
      <w:r w:rsidR="00E1429D" w:rsidRPr="6F0D3BEA">
        <w:rPr>
          <w:rFonts w:ascii="Arial" w:hAnsi="Arial" w:cs="Arial"/>
          <w:sz w:val="20"/>
          <w:szCs w:val="20"/>
        </w:rPr>
        <w:t xml:space="preserve">Der Anspruch an die Qualität endet nicht mit dem Markteintritt eines Produktes – stattdessen geht es uns darum, immer wieder neu zu beweisen, dass wir die Qualität auch über Jahre </w:t>
      </w:r>
      <w:r w:rsidR="00DE04E5">
        <w:rPr>
          <w:rFonts w:ascii="Arial" w:hAnsi="Arial" w:cs="Arial"/>
          <w:sz w:val="20"/>
          <w:szCs w:val="20"/>
        </w:rPr>
        <w:t xml:space="preserve">hinweg </w:t>
      </w:r>
      <w:r w:rsidR="00E1429D" w:rsidRPr="6F0D3BEA">
        <w:rPr>
          <w:rFonts w:ascii="Arial" w:hAnsi="Arial" w:cs="Arial"/>
          <w:sz w:val="20"/>
          <w:szCs w:val="20"/>
        </w:rPr>
        <w:t>und trotz veränderter Markt- und Nutzungsbedingungen halten können</w:t>
      </w:r>
      <w:r w:rsidR="25A246CC" w:rsidRPr="6F0D3BEA">
        <w:rPr>
          <w:rFonts w:ascii="Arial" w:hAnsi="Arial" w:cs="Arial"/>
          <w:sz w:val="20"/>
          <w:szCs w:val="20"/>
        </w:rPr>
        <w:t>,</w:t>
      </w:r>
      <w:r w:rsidR="00E1429D" w:rsidRPr="6F0D3BEA">
        <w:rPr>
          <w:rFonts w:ascii="Arial" w:hAnsi="Arial" w:cs="Arial"/>
          <w:sz w:val="20"/>
          <w:szCs w:val="20"/>
        </w:rPr>
        <w:t>“</w:t>
      </w:r>
      <w:r w:rsidR="00564D36" w:rsidRPr="6F0D3BEA">
        <w:rPr>
          <w:rFonts w:ascii="Arial" w:hAnsi="Arial" w:cs="Arial"/>
          <w:sz w:val="20"/>
          <w:szCs w:val="20"/>
        </w:rPr>
        <w:t xml:space="preserve"> </w:t>
      </w:r>
      <w:r w:rsidR="797ED0EC" w:rsidRPr="6F0D3BEA">
        <w:rPr>
          <w:rFonts w:ascii="Arial" w:hAnsi="Arial" w:cs="Arial"/>
          <w:sz w:val="20"/>
          <w:szCs w:val="20"/>
        </w:rPr>
        <w:t xml:space="preserve">erläutert Simon Neumann. </w:t>
      </w:r>
      <w:r w:rsidR="00564D36" w:rsidRPr="6F0D3BEA">
        <w:rPr>
          <w:rFonts w:ascii="Arial" w:hAnsi="Arial" w:cs="Arial"/>
          <w:sz w:val="20"/>
          <w:szCs w:val="20"/>
        </w:rPr>
        <w:t>Diese</w:t>
      </w:r>
      <w:r w:rsidR="004D1291" w:rsidRPr="6F0D3BEA">
        <w:rPr>
          <w:rFonts w:ascii="Arial" w:hAnsi="Arial" w:cs="Arial"/>
          <w:sz w:val="20"/>
          <w:szCs w:val="20"/>
        </w:rPr>
        <w:t xml:space="preserve">r langfristige Ansatz </w:t>
      </w:r>
      <w:r w:rsidR="00EE163C" w:rsidRPr="6F0D3BEA">
        <w:rPr>
          <w:rFonts w:ascii="Arial" w:hAnsi="Arial" w:cs="Arial"/>
          <w:sz w:val="20"/>
          <w:szCs w:val="20"/>
        </w:rPr>
        <w:t xml:space="preserve">und die nötige Flexibilität dazu sind es, die die </w:t>
      </w:r>
      <w:r w:rsidR="002419C9" w:rsidRPr="6F0D3BEA">
        <w:rPr>
          <w:rFonts w:ascii="Arial" w:hAnsi="Arial" w:cs="Arial"/>
          <w:sz w:val="20"/>
          <w:szCs w:val="20"/>
        </w:rPr>
        <w:t>Qualitätsschlösser</w:t>
      </w:r>
      <w:r w:rsidR="005F7BE2" w:rsidRPr="6F0D3BEA">
        <w:rPr>
          <w:rFonts w:ascii="Arial" w:hAnsi="Arial" w:cs="Arial"/>
          <w:sz w:val="20"/>
          <w:szCs w:val="20"/>
        </w:rPr>
        <w:t xml:space="preserve"> „</w:t>
      </w:r>
      <w:r w:rsidR="00DE04E5">
        <w:rPr>
          <w:rFonts w:ascii="Arial" w:hAnsi="Arial" w:cs="Arial"/>
          <w:sz w:val="20"/>
          <w:szCs w:val="20"/>
        </w:rPr>
        <w:t>m</w:t>
      </w:r>
      <w:r w:rsidR="005F7BE2" w:rsidRPr="6F0D3BEA">
        <w:rPr>
          <w:rFonts w:ascii="Arial" w:hAnsi="Arial" w:cs="Arial"/>
          <w:sz w:val="20"/>
          <w:szCs w:val="20"/>
        </w:rPr>
        <w:t>ade in Germany“</w:t>
      </w:r>
      <w:r w:rsidR="00E91849" w:rsidRPr="6F0D3BEA">
        <w:rPr>
          <w:rFonts w:ascii="Arial" w:hAnsi="Arial" w:cs="Arial"/>
          <w:sz w:val="20"/>
          <w:szCs w:val="20"/>
        </w:rPr>
        <w:t xml:space="preserve"> auf dem Markt</w:t>
      </w:r>
      <w:r w:rsidR="002419C9" w:rsidRPr="6F0D3BEA">
        <w:rPr>
          <w:rFonts w:ascii="Arial" w:hAnsi="Arial" w:cs="Arial"/>
          <w:sz w:val="20"/>
          <w:szCs w:val="20"/>
        </w:rPr>
        <w:t xml:space="preserve"> so einzigartig machen</w:t>
      </w:r>
      <w:r w:rsidR="00B9613B" w:rsidRPr="6F0D3BEA">
        <w:rPr>
          <w:rFonts w:ascii="Arial" w:hAnsi="Arial" w:cs="Arial"/>
          <w:sz w:val="20"/>
          <w:szCs w:val="20"/>
        </w:rPr>
        <w:t xml:space="preserve"> </w:t>
      </w:r>
      <w:r w:rsidR="00FD451A" w:rsidRPr="6F0D3BEA">
        <w:rPr>
          <w:rFonts w:ascii="Arial" w:hAnsi="Arial" w:cs="Arial"/>
          <w:sz w:val="20"/>
          <w:szCs w:val="20"/>
        </w:rPr>
        <w:t>und seit über 100 Jahren für das gute Gefühl der Sicherheit sorgen.</w:t>
      </w:r>
    </w:p>
    <w:p w14:paraId="34B839BC"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7D9CBF20"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6D8CDBC3"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2202E3A7"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45C238A7"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0AC464B3"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65C7E8A0"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0B96D110" w14:textId="77777777" w:rsidR="00B563ED" w:rsidRDefault="00B563ED" w:rsidP="00B563ED">
      <w:pPr>
        <w:widowControl w:val="0"/>
        <w:spacing w:after="240" w:line="360" w:lineRule="atLeast"/>
        <w:ind w:left="70" w:right="1880"/>
        <w:jc w:val="both"/>
        <w:outlineLvl w:val="0"/>
        <w:rPr>
          <w:rFonts w:ascii="Arial" w:hAnsi="Arial" w:cs="Arial"/>
          <w:sz w:val="20"/>
          <w:szCs w:val="20"/>
        </w:rPr>
      </w:pPr>
    </w:p>
    <w:p w14:paraId="553DF142" w14:textId="0EF1456E" w:rsidR="00B563ED" w:rsidRPr="008C43FF" w:rsidRDefault="00B563ED" w:rsidP="00B563ED">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4/6</w:t>
      </w:r>
    </w:p>
    <w:p w14:paraId="12A88C34" w14:textId="1F9E98E5" w:rsidR="00336422" w:rsidRPr="00A6193D" w:rsidRDefault="000D5C2D" w:rsidP="004F4B58">
      <w:pPr>
        <w:keepNext/>
        <w:widowControl w:val="0"/>
        <w:spacing w:after="240" w:line="360" w:lineRule="atLeast"/>
        <w:ind w:left="68" w:right="1882"/>
        <w:jc w:val="both"/>
        <w:rPr>
          <w:rFonts w:ascii="Arial" w:hAnsi="Arial" w:cs="Arial"/>
          <w:b/>
          <w:bCs/>
          <w:sz w:val="20"/>
          <w:szCs w:val="20"/>
        </w:rPr>
      </w:pPr>
      <w:r w:rsidRPr="00A6193D">
        <w:rPr>
          <w:rFonts w:ascii="Arial" w:hAnsi="Arial" w:cs="Arial"/>
          <w:b/>
          <w:bCs/>
          <w:sz w:val="20"/>
          <w:szCs w:val="20"/>
        </w:rPr>
        <w:t>Bild</w:t>
      </w:r>
      <w:r w:rsidR="00B563ED">
        <w:rPr>
          <w:rFonts w:ascii="Arial" w:hAnsi="Arial" w:cs="Arial"/>
          <w:b/>
          <w:bCs/>
          <w:sz w:val="20"/>
          <w:szCs w:val="20"/>
        </w:rPr>
        <w:t>material</w:t>
      </w:r>
    </w:p>
    <w:p w14:paraId="2681D3BC" w14:textId="4AA79C1C" w:rsidR="00A6193D" w:rsidRDefault="00580DE0" w:rsidP="00534114">
      <w:pPr>
        <w:widowControl w:val="0"/>
        <w:spacing w:after="240" w:line="360" w:lineRule="atLeast"/>
        <w:ind w:left="68" w:right="1880"/>
        <w:jc w:val="both"/>
        <w:rPr>
          <w:rStyle w:val="ui-provider"/>
        </w:rPr>
      </w:pPr>
      <w:r>
        <w:rPr>
          <w:noProof/>
        </w:rPr>
        <w:drawing>
          <wp:inline distT="0" distB="0" distL="0" distR="0" wp14:anchorId="1B1CA9B4" wp14:editId="487D6FC6">
            <wp:extent cx="4679738" cy="3009058"/>
            <wp:effectExtent l="0" t="0" r="0" b="1270"/>
            <wp:docPr id="3" name="Grafik 3" descr="Ein Bild, das Kleidung, Person, Im Haus,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Kleidung, Person, Im Haus, Mobiliar enthält.&#10;&#10;Automatisch generierte Beschreibung"/>
                    <pic:cNvPicPr/>
                  </pic:nvPicPr>
                  <pic:blipFill rotWithShape="1">
                    <a:blip r:embed="rId13" cstate="email">
                      <a:extLst>
                        <a:ext uri="{28A0092B-C50C-407E-A947-70E740481C1C}">
                          <a14:useLocalDpi xmlns:a14="http://schemas.microsoft.com/office/drawing/2010/main"/>
                        </a:ext>
                      </a:extLst>
                    </a:blip>
                    <a:srcRect t="3588"/>
                    <a:stretch/>
                  </pic:blipFill>
                  <pic:spPr bwMode="auto">
                    <a:xfrm>
                      <a:off x="0" y="0"/>
                      <a:ext cx="4679738" cy="3009058"/>
                    </a:xfrm>
                    <a:prstGeom prst="rect">
                      <a:avLst/>
                    </a:prstGeom>
                    <a:ln>
                      <a:noFill/>
                    </a:ln>
                    <a:extLst>
                      <a:ext uri="{53640926-AAD7-44D8-BBD7-CCE9431645EC}">
                        <a14:shadowObscured xmlns:a14="http://schemas.microsoft.com/office/drawing/2010/main"/>
                      </a:ext>
                    </a:extLst>
                  </pic:spPr>
                </pic:pic>
              </a:graphicData>
            </a:graphic>
          </wp:inline>
        </w:drawing>
      </w:r>
    </w:p>
    <w:p w14:paraId="4632BB7A" w14:textId="479E04B6" w:rsidR="001F3E72" w:rsidRPr="00534114" w:rsidRDefault="00580DE0" w:rsidP="00534114">
      <w:pPr>
        <w:widowControl w:val="0"/>
        <w:spacing w:after="240" w:line="360" w:lineRule="auto"/>
        <w:ind w:left="68" w:right="1985"/>
        <w:jc w:val="both"/>
        <w:rPr>
          <w:rFonts w:ascii="Arial" w:hAnsi="Arial" w:cs="Arial"/>
          <w:i/>
          <w:iCs/>
          <w:sz w:val="16"/>
          <w:szCs w:val="16"/>
        </w:rPr>
      </w:pPr>
      <w:r w:rsidRPr="00534114">
        <w:rPr>
          <w:rFonts w:ascii="Arial" w:hAnsi="Arial" w:cs="Arial"/>
          <w:i/>
          <w:iCs/>
          <w:sz w:val="16"/>
          <w:szCs w:val="16"/>
        </w:rPr>
        <w:t>Simon Neumann an seinem Arbeitsplatz in Rehe</w:t>
      </w:r>
      <w:r w:rsidR="00903159" w:rsidRPr="00534114">
        <w:rPr>
          <w:rFonts w:ascii="Arial" w:hAnsi="Arial" w:cs="Arial"/>
          <w:i/>
          <w:iCs/>
          <w:sz w:val="16"/>
          <w:szCs w:val="16"/>
        </w:rPr>
        <w:t xml:space="preserve"> im Westerwal</w:t>
      </w:r>
      <w:r w:rsidR="000E792E" w:rsidRPr="00534114">
        <w:rPr>
          <w:rFonts w:ascii="Arial" w:hAnsi="Arial" w:cs="Arial"/>
          <w:i/>
          <w:iCs/>
          <w:sz w:val="16"/>
          <w:szCs w:val="16"/>
        </w:rPr>
        <w:t>d</w:t>
      </w:r>
      <w:r w:rsidRPr="00534114">
        <w:rPr>
          <w:rFonts w:ascii="Arial" w:hAnsi="Arial" w:cs="Arial"/>
          <w:i/>
          <w:iCs/>
          <w:sz w:val="16"/>
          <w:szCs w:val="16"/>
        </w:rPr>
        <w:t>. Hier</w:t>
      </w:r>
      <w:r w:rsidR="0017172E" w:rsidRPr="00534114">
        <w:rPr>
          <w:rFonts w:ascii="Arial" w:hAnsi="Arial" w:cs="Arial"/>
          <w:i/>
          <w:iCs/>
          <w:sz w:val="16"/>
          <w:szCs w:val="16"/>
        </w:rPr>
        <w:t xml:space="preserve"> in der Qualitätssicherung</w:t>
      </w:r>
      <w:r w:rsidRPr="00534114">
        <w:rPr>
          <w:rFonts w:ascii="Arial" w:hAnsi="Arial" w:cs="Arial"/>
          <w:i/>
          <w:iCs/>
          <w:sz w:val="16"/>
          <w:szCs w:val="16"/>
        </w:rPr>
        <w:t xml:space="preserve"> </w:t>
      </w:r>
      <w:r w:rsidR="0038348D" w:rsidRPr="00534114">
        <w:rPr>
          <w:rFonts w:ascii="Arial" w:hAnsi="Arial" w:cs="Arial"/>
          <w:i/>
          <w:iCs/>
          <w:sz w:val="16"/>
          <w:szCs w:val="16"/>
        </w:rPr>
        <w:t xml:space="preserve">prüft er </w:t>
      </w:r>
      <w:r w:rsidR="0017172E" w:rsidRPr="00534114">
        <w:rPr>
          <w:rFonts w:ascii="Arial" w:hAnsi="Arial" w:cs="Arial"/>
          <w:i/>
          <w:iCs/>
          <w:sz w:val="16"/>
          <w:szCs w:val="16"/>
        </w:rPr>
        <w:t>gelieferte Bauteile</w:t>
      </w:r>
      <w:r w:rsidR="005C7B2C" w:rsidRPr="00534114">
        <w:rPr>
          <w:rFonts w:ascii="Arial" w:hAnsi="Arial" w:cs="Arial"/>
          <w:i/>
          <w:iCs/>
          <w:sz w:val="16"/>
          <w:szCs w:val="16"/>
        </w:rPr>
        <w:t>, baut und kalibriert Messmittel</w:t>
      </w:r>
      <w:r w:rsidR="0017172E" w:rsidRPr="00534114">
        <w:rPr>
          <w:rFonts w:ascii="Arial" w:hAnsi="Arial" w:cs="Arial"/>
          <w:i/>
          <w:iCs/>
          <w:sz w:val="16"/>
          <w:szCs w:val="16"/>
        </w:rPr>
        <w:t xml:space="preserve"> und </w:t>
      </w:r>
      <w:r w:rsidR="00903159" w:rsidRPr="00534114">
        <w:rPr>
          <w:rFonts w:ascii="Arial" w:hAnsi="Arial" w:cs="Arial"/>
          <w:i/>
          <w:iCs/>
          <w:sz w:val="16"/>
          <w:szCs w:val="16"/>
        </w:rPr>
        <w:t>begutachtet reklamierte Produkte.</w:t>
      </w:r>
    </w:p>
    <w:p w14:paraId="3FB0E471" w14:textId="4E163D19" w:rsidR="00984F3A" w:rsidRDefault="000E792E" w:rsidP="00534114">
      <w:pPr>
        <w:widowControl w:val="0"/>
        <w:spacing w:after="240" w:line="360" w:lineRule="auto"/>
        <w:ind w:left="68" w:right="-143"/>
        <w:jc w:val="both"/>
        <w:rPr>
          <w:rFonts w:ascii="Arial" w:hAnsi="Arial" w:cs="Arial"/>
          <w:i/>
          <w:iCs/>
          <w:sz w:val="16"/>
          <w:szCs w:val="16"/>
        </w:rPr>
      </w:pPr>
      <w:r>
        <w:rPr>
          <w:rFonts w:ascii="Arial" w:hAnsi="Arial" w:cs="Arial"/>
          <w:i/>
          <w:iCs/>
          <w:noProof/>
          <w:sz w:val="16"/>
          <w:szCs w:val="16"/>
        </w:rPr>
        <w:drawing>
          <wp:inline distT="0" distB="0" distL="0" distR="0" wp14:anchorId="3DFF76C7" wp14:editId="4BE2EC01">
            <wp:extent cx="4679795" cy="2618791"/>
            <wp:effectExtent l="0" t="0" r="0" b="0"/>
            <wp:docPr id="242689501" name="Grafik 1" descr="Ein Bild, das Rad, Mobiliar, Perso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689501" name="Grafik 1" descr="Ein Bild, das Rad, Mobiliar, Person, Boden enthält.&#10;&#10;Automatisch generierte Beschreibung"/>
                    <pic:cNvPicPr/>
                  </pic:nvPicPr>
                  <pic:blipFill rotWithShape="1">
                    <a:blip r:embed="rId14" cstate="email">
                      <a:extLst>
                        <a:ext uri="{BEBA8EAE-BF5A-486C-A8C5-ECC9F3942E4B}">
                          <a14:imgProps xmlns:a14="http://schemas.microsoft.com/office/drawing/2010/main">
                            <a14:imgLayer r:embed="rId15">
                              <a14:imgEffect>
                                <a14:brightnessContrast bright="20000" contrast="20000"/>
                              </a14:imgEffect>
                            </a14:imgLayer>
                          </a14:imgProps>
                        </a:ext>
                        <a:ext uri="{28A0092B-C50C-407E-A947-70E740481C1C}">
                          <a14:useLocalDpi xmlns:a14="http://schemas.microsoft.com/office/drawing/2010/main"/>
                        </a:ext>
                      </a:extLst>
                    </a:blip>
                    <a:srcRect b="25919"/>
                    <a:stretch/>
                  </pic:blipFill>
                  <pic:spPr bwMode="auto">
                    <a:xfrm>
                      <a:off x="0" y="0"/>
                      <a:ext cx="4680000" cy="2618906"/>
                    </a:xfrm>
                    <a:prstGeom prst="rect">
                      <a:avLst/>
                    </a:prstGeom>
                    <a:ln>
                      <a:noFill/>
                    </a:ln>
                    <a:extLst>
                      <a:ext uri="{53640926-AAD7-44D8-BBD7-CCE9431645EC}">
                        <a14:shadowObscured xmlns:a14="http://schemas.microsoft.com/office/drawing/2010/main"/>
                      </a:ext>
                    </a:extLst>
                  </pic:spPr>
                </pic:pic>
              </a:graphicData>
            </a:graphic>
          </wp:inline>
        </w:drawing>
      </w:r>
    </w:p>
    <w:p w14:paraId="74078416" w14:textId="79CE68C5" w:rsidR="00130527" w:rsidRPr="00534114" w:rsidRDefault="00130527" w:rsidP="00534114">
      <w:pPr>
        <w:widowControl w:val="0"/>
        <w:spacing w:after="240" w:line="360" w:lineRule="auto"/>
        <w:ind w:left="68" w:right="1985"/>
        <w:jc w:val="both"/>
        <w:rPr>
          <w:rFonts w:ascii="Arial" w:hAnsi="Arial" w:cs="Arial"/>
          <w:i/>
          <w:iCs/>
          <w:sz w:val="16"/>
          <w:szCs w:val="16"/>
        </w:rPr>
      </w:pPr>
      <w:r w:rsidRPr="00534114">
        <w:rPr>
          <w:rFonts w:ascii="Arial" w:hAnsi="Arial" w:cs="Arial"/>
          <w:i/>
          <w:iCs/>
          <w:sz w:val="16"/>
          <w:szCs w:val="16"/>
        </w:rPr>
        <w:t>Christof Neumann</w:t>
      </w:r>
      <w:r w:rsidR="00EA73E1" w:rsidRPr="00534114">
        <w:rPr>
          <w:rFonts w:ascii="Arial" w:hAnsi="Arial" w:cs="Arial"/>
          <w:i/>
          <w:iCs/>
          <w:sz w:val="16"/>
          <w:szCs w:val="16"/>
        </w:rPr>
        <w:t xml:space="preserve"> ist wie sein Sohn ausgebildeter Maschinenbautechniker </w:t>
      </w:r>
      <w:r w:rsidR="000F0E53" w:rsidRPr="00534114">
        <w:rPr>
          <w:rFonts w:ascii="Arial" w:hAnsi="Arial" w:cs="Arial"/>
          <w:i/>
          <w:iCs/>
          <w:sz w:val="16"/>
          <w:szCs w:val="16"/>
        </w:rPr>
        <w:t>sowie</w:t>
      </w:r>
      <w:r w:rsidR="00692B5E" w:rsidRPr="00534114">
        <w:rPr>
          <w:rFonts w:ascii="Arial" w:hAnsi="Arial" w:cs="Arial"/>
          <w:i/>
          <w:iCs/>
          <w:sz w:val="16"/>
          <w:szCs w:val="16"/>
        </w:rPr>
        <w:t xml:space="preserve"> leidenschaftlicher Mountainbiker und Skifahrer</w:t>
      </w:r>
      <w:r w:rsidR="00D63D30" w:rsidRPr="00534114">
        <w:rPr>
          <w:rFonts w:ascii="Arial" w:hAnsi="Arial" w:cs="Arial"/>
          <w:i/>
          <w:iCs/>
          <w:sz w:val="16"/>
          <w:szCs w:val="16"/>
        </w:rPr>
        <w:t xml:space="preserve">. Wenn er nicht gerade </w:t>
      </w:r>
      <w:r w:rsidR="00BA689C" w:rsidRPr="00534114">
        <w:rPr>
          <w:rFonts w:ascii="Arial" w:hAnsi="Arial" w:cs="Arial"/>
          <w:i/>
          <w:iCs/>
          <w:sz w:val="16"/>
          <w:szCs w:val="16"/>
        </w:rPr>
        <w:t xml:space="preserve">neue Maschinen konstruiert, verbringt er </w:t>
      </w:r>
      <w:r w:rsidR="006318A7" w:rsidRPr="00534114">
        <w:rPr>
          <w:rFonts w:ascii="Arial" w:hAnsi="Arial" w:cs="Arial"/>
          <w:i/>
          <w:iCs/>
          <w:sz w:val="16"/>
          <w:szCs w:val="16"/>
        </w:rPr>
        <w:t>gerne Zeit mit seiner Ehefrau und Familie.</w:t>
      </w:r>
    </w:p>
    <w:p w14:paraId="3D4CFBFA" w14:textId="04DBF146" w:rsidR="00B563ED" w:rsidRPr="008C43FF" w:rsidRDefault="00B563ED" w:rsidP="00B563ED">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5/6</w:t>
      </w:r>
    </w:p>
    <w:p w14:paraId="295CAEF9" w14:textId="53148696" w:rsidR="008F66B3" w:rsidRDefault="007B0D0C" w:rsidP="00534114">
      <w:pPr>
        <w:widowControl w:val="0"/>
        <w:spacing w:after="240" w:line="240" w:lineRule="auto"/>
        <w:ind w:left="68" w:right="991"/>
        <w:jc w:val="both"/>
        <w:rPr>
          <w:rStyle w:val="ui-provider"/>
          <w:i/>
          <w:iCs/>
          <w:sz w:val="20"/>
          <w:szCs w:val="20"/>
        </w:rPr>
      </w:pPr>
      <w:r>
        <w:rPr>
          <w:noProof/>
        </w:rPr>
        <w:drawing>
          <wp:inline distT="0" distB="0" distL="0" distR="0" wp14:anchorId="6BAA3E77" wp14:editId="36532474">
            <wp:extent cx="4680000" cy="1933200"/>
            <wp:effectExtent l="0" t="0" r="0" b="0"/>
            <wp:docPr id="206485109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4680000" cy="1933200"/>
                    </a:xfrm>
                    <a:prstGeom prst="rect">
                      <a:avLst/>
                    </a:prstGeom>
                    <a:noFill/>
                    <a:ln>
                      <a:noFill/>
                    </a:ln>
                  </pic:spPr>
                </pic:pic>
              </a:graphicData>
            </a:graphic>
          </wp:inline>
        </w:drawing>
      </w:r>
    </w:p>
    <w:p w14:paraId="7EEAD2C7" w14:textId="197C8522" w:rsidR="007B0D0C" w:rsidRPr="00534114" w:rsidRDefault="007B0D0C" w:rsidP="00534114">
      <w:pPr>
        <w:widowControl w:val="0"/>
        <w:spacing w:after="240" w:line="360" w:lineRule="auto"/>
        <w:ind w:left="68" w:right="1985"/>
        <w:jc w:val="both"/>
        <w:rPr>
          <w:rFonts w:ascii="Arial" w:hAnsi="Arial" w:cs="Arial"/>
          <w:i/>
          <w:iCs/>
          <w:sz w:val="16"/>
          <w:szCs w:val="16"/>
        </w:rPr>
      </w:pPr>
      <w:r w:rsidRPr="00534114">
        <w:rPr>
          <w:rFonts w:ascii="Arial" w:hAnsi="Arial" w:cs="Arial"/>
          <w:i/>
          <w:iCs/>
          <w:sz w:val="16"/>
          <w:szCs w:val="16"/>
        </w:rPr>
        <w:t>Im Prüflabor am Standort Rehe werden sämtliche Schlösser d</w:t>
      </w:r>
      <w:r w:rsidR="001538D4" w:rsidRPr="00534114">
        <w:rPr>
          <w:rFonts w:ascii="Arial" w:hAnsi="Arial" w:cs="Arial"/>
          <w:i/>
          <w:iCs/>
          <w:sz w:val="16"/>
          <w:szCs w:val="16"/>
        </w:rPr>
        <w:t>iversen Tests wie z. B. Schlag-</w:t>
      </w:r>
      <w:r w:rsidR="00A6606A" w:rsidRPr="00534114">
        <w:rPr>
          <w:rFonts w:ascii="Arial" w:hAnsi="Arial" w:cs="Arial"/>
          <w:i/>
          <w:iCs/>
          <w:sz w:val="16"/>
          <w:szCs w:val="16"/>
        </w:rPr>
        <w:t>, Kneif-</w:t>
      </w:r>
      <w:r w:rsidR="00561795" w:rsidRPr="00534114">
        <w:rPr>
          <w:rFonts w:ascii="Arial" w:hAnsi="Arial" w:cs="Arial"/>
          <w:i/>
          <w:iCs/>
          <w:sz w:val="16"/>
          <w:szCs w:val="16"/>
        </w:rPr>
        <w:t xml:space="preserve"> und Klimatests unterzogen.</w:t>
      </w:r>
    </w:p>
    <w:p w14:paraId="7741847B" w14:textId="61EF228E" w:rsidR="00500DE0" w:rsidRDefault="005C3313" w:rsidP="00534114">
      <w:pPr>
        <w:widowControl w:val="0"/>
        <w:spacing w:after="240" w:line="240" w:lineRule="auto"/>
        <w:ind w:left="68" w:right="991"/>
        <w:jc w:val="both"/>
        <w:rPr>
          <w:rStyle w:val="ui-provider"/>
          <w:i/>
          <w:iCs/>
          <w:sz w:val="20"/>
          <w:szCs w:val="20"/>
        </w:rPr>
      </w:pPr>
      <w:r>
        <w:rPr>
          <w:noProof/>
        </w:rPr>
        <w:drawing>
          <wp:inline distT="0" distB="0" distL="0" distR="0" wp14:anchorId="37E571F6" wp14:editId="17C97A52">
            <wp:extent cx="4680000" cy="3117600"/>
            <wp:effectExtent l="0" t="0" r="0" b="0"/>
            <wp:docPr id="3569727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4680000" cy="3117600"/>
                    </a:xfrm>
                    <a:prstGeom prst="rect">
                      <a:avLst/>
                    </a:prstGeom>
                    <a:noFill/>
                    <a:ln>
                      <a:noFill/>
                    </a:ln>
                  </pic:spPr>
                </pic:pic>
              </a:graphicData>
            </a:graphic>
          </wp:inline>
        </w:drawing>
      </w:r>
    </w:p>
    <w:p w14:paraId="5721288D" w14:textId="5FE75975" w:rsidR="002054ED" w:rsidRDefault="00F46673" w:rsidP="00534114">
      <w:pPr>
        <w:widowControl w:val="0"/>
        <w:spacing w:after="240" w:line="360" w:lineRule="auto"/>
        <w:ind w:left="68" w:right="1985"/>
        <w:jc w:val="both"/>
        <w:rPr>
          <w:rFonts w:ascii="Arial" w:hAnsi="Arial" w:cs="Arial"/>
          <w:i/>
          <w:iCs/>
          <w:sz w:val="16"/>
          <w:szCs w:val="16"/>
        </w:rPr>
      </w:pPr>
      <w:r w:rsidRPr="00534114">
        <w:rPr>
          <w:rFonts w:ascii="Arial" w:hAnsi="Arial" w:cs="Arial"/>
          <w:i/>
          <w:iCs/>
          <w:sz w:val="16"/>
          <w:szCs w:val="16"/>
        </w:rPr>
        <w:t>Automatisierte Abläufe</w:t>
      </w:r>
      <w:r w:rsidR="00DE04E5" w:rsidRPr="00534114">
        <w:rPr>
          <w:rFonts w:ascii="Arial" w:hAnsi="Arial" w:cs="Arial"/>
          <w:i/>
          <w:iCs/>
          <w:sz w:val="16"/>
          <w:szCs w:val="16"/>
        </w:rPr>
        <w:t>,</w:t>
      </w:r>
      <w:r w:rsidRPr="00534114">
        <w:rPr>
          <w:rFonts w:ascii="Arial" w:hAnsi="Arial" w:cs="Arial"/>
          <w:i/>
          <w:iCs/>
          <w:sz w:val="16"/>
          <w:szCs w:val="16"/>
        </w:rPr>
        <w:t xml:space="preserve"> </w:t>
      </w:r>
      <w:r w:rsidR="00D928AD" w:rsidRPr="00534114">
        <w:rPr>
          <w:rFonts w:ascii="Arial" w:hAnsi="Arial" w:cs="Arial"/>
          <w:i/>
          <w:iCs/>
          <w:sz w:val="16"/>
          <w:szCs w:val="16"/>
        </w:rPr>
        <w:t>kombiniert</w:t>
      </w:r>
      <w:r w:rsidR="00272BDE" w:rsidRPr="00534114">
        <w:rPr>
          <w:rFonts w:ascii="Arial" w:hAnsi="Arial" w:cs="Arial"/>
          <w:i/>
          <w:iCs/>
          <w:sz w:val="16"/>
          <w:szCs w:val="16"/>
        </w:rPr>
        <w:t xml:space="preserve"> </w:t>
      </w:r>
      <w:r w:rsidR="009578C9" w:rsidRPr="00534114">
        <w:rPr>
          <w:rFonts w:ascii="Arial" w:hAnsi="Arial" w:cs="Arial"/>
          <w:i/>
          <w:iCs/>
          <w:sz w:val="16"/>
          <w:szCs w:val="16"/>
        </w:rPr>
        <w:t>mit effizienten</w:t>
      </w:r>
      <w:r w:rsidR="002F4C3E" w:rsidRPr="00534114">
        <w:rPr>
          <w:rFonts w:ascii="Arial" w:hAnsi="Arial" w:cs="Arial"/>
          <w:i/>
          <w:iCs/>
          <w:sz w:val="16"/>
          <w:szCs w:val="16"/>
        </w:rPr>
        <w:t xml:space="preserve"> Fertigungsinseln in der</w:t>
      </w:r>
      <w:r w:rsidR="009578C9" w:rsidRPr="00534114">
        <w:rPr>
          <w:rFonts w:ascii="Arial" w:hAnsi="Arial" w:cs="Arial"/>
          <w:i/>
          <w:iCs/>
          <w:sz w:val="16"/>
          <w:szCs w:val="16"/>
        </w:rPr>
        <w:t xml:space="preserve"> Endmontage</w:t>
      </w:r>
      <w:r w:rsidR="00DE04E5" w:rsidRPr="00534114">
        <w:rPr>
          <w:rFonts w:ascii="Arial" w:hAnsi="Arial" w:cs="Arial"/>
          <w:i/>
          <w:iCs/>
          <w:sz w:val="16"/>
          <w:szCs w:val="16"/>
        </w:rPr>
        <w:t>,</w:t>
      </w:r>
      <w:r w:rsidR="00986552" w:rsidRPr="00534114">
        <w:rPr>
          <w:rFonts w:ascii="Arial" w:hAnsi="Arial" w:cs="Arial"/>
          <w:i/>
          <w:iCs/>
          <w:sz w:val="16"/>
          <w:szCs w:val="16"/>
        </w:rPr>
        <w:t xml:space="preserve"> machen es möglich, trotz hoher Per</w:t>
      </w:r>
      <w:r w:rsidR="00A74438" w:rsidRPr="00534114">
        <w:rPr>
          <w:rFonts w:ascii="Arial" w:hAnsi="Arial" w:cs="Arial"/>
          <w:i/>
          <w:iCs/>
          <w:sz w:val="16"/>
          <w:szCs w:val="16"/>
        </w:rPr>
        <w:t xml:space="preserve">sonalkosten auch in Deutschland wettbewerbsfähig zu bleiben. </w:t>
      </w:r>
    </w:p>
    <w:p w14:paraId="52280D4B" w14:textId="77777777" w:rsidR="00B563ED" w:rsidRDefault="00B563ED" w:rsidP="00534114">
      <w:pPr>
        <w:widowControl w:val="0"/>
        <w:spacing w:after="240" w:line="360" w:lineRule="auto"/>
        <w:ind w:left="68" w:right="1985"/>
        <w:jc w:val="both"/>
        <w:rPr>
          <w:rFonts w:ascii="Arial" w:hAnsi="Arial" w:cs="Arial"/>
          <w:i/>
          <w:iCs/>
          <w:sz w:val="16"/>
          <w:szCs w:val="16"/>
        </w:rPr>
      </w:pPr>
    </w:p>
    <w:p w14:paraId="4D0EE49C" w14:textId="77777777" w:rsidR="00B563ED" w:rsidRDefault="00B563ED" w:rsidP="00534114">
      <w:pPr>
        <w:widowControl w:val="0"/>
        <w:spacing w:after="240" w:line="360" w:lineRule="auto"/>
        <w:ind w:left="68" w:right="1985"/>
        <w:jc w:val="both"/>
        <w:rPr>
          <w:rFonts w:ascii="Arial" w:hAnsi="Arial" w:cs="Arial"/>
          <w:i/>
          <w:iCs/>
          <w:sz w:val="16"/>
          <w:szCs w:val="16"/>
        </w:rPr>
      </w:pPr>
    </w:p>
    <w:p w14:paraId="759C6A38" w14:textId="77777777" w:rsidR="00B563ED" w:rsidRDefault="00B563ED" w:rsidP="00534114">
      <w:pPr>
        <w:widowControl w:val="0"/>
        <w:spacing w:after="240" w:line="360" w:lineRule="auto"/>
        <w:ind w:left="68" w:right="1985"/>
        <w:jc w:val="both"/>
        <w:rPr>
          <w:rFonts w:ascii="Arial" w:hAnsi="Arial" w:cs="Arial"/>
          <w:i/>
          <w:iCs/>
          <w:sz w:val="16"/>
          <w:szCs w:val="16"/>
        </w:rPr>
      </w:pPr>
    </w:p>
    <w:p w14:paraId="08010CE7" w14:textId="77777777" w:rsidR="00B563ED" w:rsidRDefault="00B563ED" w:rsidP="00534114">
      <w:pPr>
        <w:widowControl w:val="0"/>
        <w:spacing w:after="240" w:line="360" w:lineRule="auto"/>
        <w:ind w:left="68" w:right="1985"/>
        <w:jc w:val="both"/>
        <w:rPr>
          <w:rFonts w:ascii="Arial" w:hAnsi="Arial" w:cs="Arial"/>
          <w:i/>
          <w:iCs/>
          <w:sz w:val="16"/>
          <w:szCs w:val="16"/>
        </w:rPr>
      </w:pPr>
    </w:p>
    <w:p w14:paraId="28E03633" w14:textId="68D4ABAA" w:rsidR="00B563ED" w:rsidRPr="008C43FF" w:rsidRDefault="00B563ED" w:rsidP="00B563ED">
      <w:pPr>
        <w:widowControl w:val="0"/>
        <w:spacing w:after="240" w:line="360" w:lineRule="atLeast"/>
        <w:ind w:left="70" w:right="1880"/>
        <w:jc w:val="both"/>
        <w:outlineLvl w:val="0"/>
        <w:rPr>
          <w:rFonts w:ascii="Arial" w:hAnsi="Arial" w:cs="Arial"/>
          <w:sz w:val="20"/>
          <w:szCs w:val="20"/>
        </w:rPr>
      </w:pPr>
      <w:r w:rsidRPr="002E06C9">
        <w:rPr>
          <w:rFonts w:ascii="Arial" w:hAnsi="Arial" w:cs="Arial"/>
          <w:sz w:val="20"/>
          <w:szCs w:val="20"/>
        </w:rPr>
        <w:lastRenderedPageBreak/>
        <w:t xml:space="preserve">Seite </w:t>
      </w:r>
      <w:r>
        <w:rPr>
          <w:rFonts w:ascii="Arial" w:hAnsi="Arial" w:cs="Arial"/>
          <w:sz w:val="20"/>
          <w:szCs w:val="20"/>
        </w:rPr>
        <w:t>6/6</w:t>
      </w:r>
    </w:p>
    <w:p w14:paraId="4086E876" w14:textId="511AC754" w:rsidR="002054ED" w:rsidRDefault="002054ED" w:rsidP="00534114">
      <w:pPr>
        <w:widowControl w:val="0"/>
        <w:spacing w:after="240" w:line="240" w:lineRule="auto"/>
        <w:ind w:left="68" w:right="991"/>
        <w:jc w:val="both"/>
        <w:rPr>
          <w:rStyle w:val="ui-provider"/>
          <w:i/>
          <w:iCs/>
          <w:sz w:val="20"/>
          <w:szCs w:val="20"/>
        </w:rPr>
      </w:pPr>
      <w:r>
        <w:rPr>
          <w:noProof/>
        </w:rPr>
        <w:drawing>
          <wp:inline distT="0" distB="0" distL="0" distR="0" wp14:anchorId="2CDF153F" wp14:editId="1A67B64D">
            <wp:extent cx="4680000" cy="2170800"/>
            <wp:effectExtent l="0" t="0" r="0" b="1270"/>
            <wp:docPr id="14769185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email">
                      <a:extLst>
                        <a:ext uri="{28A0092B-C50C-407E-A947-70E740481C1C}">
                          <a14:useLocalDpi xmlns:a14="http://schemas.microsoft.com/office/drawing/2010/main"/>
                        </a:ext>
                      </a:extLst>
                    </a:blip>
                    <a:srcRect/>
                    <a:stretch/>
                  </pic:blipFill>
                  <pic:spPr bwMode="auto">
                    <a:xfrm>
                      <a:off x="0" y="0"/>
                      <a:ext cx="4680000" cy="2170800"/>
                    </a:xfrm>
                    <a:prstGeom prst="rect">
                      <a:avLst/>
                    </a:prstGeom>
                    <a:noFill/>
                    <a:ln>
                      <a:noFill/>
                    </a:ln>
                    <a:extLst>
                      <a:ext uri="{53640926-AAD7-44D8-BBD7-CCE9431645EC}">
                        <a14:shadowObscured xmlns:a14="http://schemas.microsoft.com/office/drawing/2010/main"/>
                      </a:ext>
                    </a:extLst>
                  </pic:spPr>
                </pic:pic>
              </a:graphicData>
            </a:graphic>
          </wp:inline>
        </w:drawing>
      </w:r>
    </w:p>
    <w:p w14:paraId="0A391B10" w14:textId="4E19113F" w:rsidR="002054ED" w:rsidRPr="00534114" w:rsidRDefault="002054ED" w:rsidP="00534114">
      <w:pPr>
        <w:widowControl w:val="0"/>
        <w:spacing w:after="240" w:line="360" w:lineRule="auto"/>
        <w:ind w:left="68" w:right="1985"/>
        <w:jc w:val="both"/>
        <w:rPr>
          <w:rFonts w:ascii="Arial" w:hAnsi="Arial" w:cs="Arial"/>
          <w:i/>
          <w:iCs/>
          <w:sz w:val="16"/>
          <w:szCs w:val="16"/>
        </w:rPr>
      </w:pPr>
      <w:r w:rsidRPr="00534114">
        <w:rPr>
          <w:rFonts w:ascii="Arial" w:hAnsi="Arial" w:cs="Arial"/>
          <w:i/>
          <w:iCs/>
          <w:sz w:val="16"/>
          <w:szCs w:val="16"/>
        </w:rPr>
        <w:t>Seit der Gründung des Standorts in Rehe im Westerwald 19</w:t>
      </w:r>
      <w:r w:rsidR="008B174A" w:rsidRPr="00534114">
        <w:rPr>
          <w:rFonts w:ascii="Arial" w:hAnsi="Arial" w:cs="Arial"/>
          <w:i/>
          <w:iCs/>
          <w:sz w:val="16"/>
          <w:szCs w:val="16"/>
        </w:rPr>
        <w:t xml:space="preserve">57 hat sich das Werk sukzessive </w:t>
      </w:r>
      <w:r w:rsidR="00367067" w:rsidRPr="00534114">
        <w:rPr>
          <w:rFonts w:ascii="Arial" w:hAnsi="Arial" w:cs="Arial"/>
          <w:i/>
          <w:iCs/>
          <w:sz w:val="16"/>
          <w:szCs w:val="16"/>
        </w:rPr>
        <w:t>vergrößert</w:t>
      </w:r>
      <w:r w:rsidR="006D73F7" w:rsidRPr="00534114">
        <w:rPr>
          <w:rFonts w:ascii="Arial" w:hAnsi="Arial" w:cs="Arial"/>
          <w:i/>
          <w:iCs/>
          <w:sz w:val="16"/>
          <w:szCs w:val="16"/>
        </w:rPr>
        <w:t>, wodurch ABUS</w:t>
      </w:r>
      <w:r w:rsidR="00367067" w:rsidRPr="00534114">
        <w:rPr>
          <w:rFonts w:ascii="Arial" w:hAnsi="Arial" w:cs="Arial"/>
          <w:i/>
          <w:iCs/>
          <w:sz w:val="16"/>
          <w:szCs w:val="16"/>
        </w:rPr>
        <w:t xml:space="preserve"> wichtige Arbeitsplätze in der Region geschaffen</w:t>
      </w:r>
      <w:r w:rsidR="006D73F7" w:rsidRPr="00534114">
        <w:rPr>
          <w:rFonts w:ascii="Arial" w:hAnsi="Arial" w:cs="Arial"/>
          <w:i/>
          <w:iCs/>
          <w:sz w:val="16"/>
          <w:szCs w:val="16"/>
        </w:rPr>
        <w:t xml:space="preserve"> hat.</w:t>
      </w:r>
    </w:p>
    <w:sectPr w:rsidR="002054ED" w:rsidRPr="00534114" w:rsidSect="003C16EF">
      <w:headerReference w:type="default" r:id="rId19"/>
      <w:headerReference w:type="first" r:id="rId20"/>
      <w:footerReference w:type="first" r:id="rId21"/>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31BE5" w14:textId="77777777" w:rsidR="00055CC0" w:rsidRDefault="00055CC0" w:rsidP="007548EC">
      <w:pPr>
        <w:spacing w:after="0" w:line="240" w:lineRule="auto"/>
      </w:pPr>
      <w:r>
        <w:separator/>
      </w:r>
    </w:p>
  </w:endnote>
  <w:endnote w:type="continuationSeparator" w:id="0">
    <w:p w14:paraId="25984EC4" w14:textId="77777777" w:rsidR="00055CC0" w:rsidRDefault="00055CC0" w:rsidP="007548EC">
      <w:pPr>
        <w:spacing w:after="0" w:line="240" w:lineRule="auto"/>
      </w:pPr>
      <w:r>
        <w:continuationSeparator/>
      </w:r>
    </w:p>
  </w:endnote>
  <w:endnote w:type="continuationNotice" w:id="1">
    <w:p w14:paraId="60B6C7D6" w14:textId="77777777" w:rsidR="00055CC0" w:rsidRDefault="00055C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25D5" w14:textId="77777777" w:rsidR="00055CC0" w:rsidRDefault="00055CC0" w:rsidP="007548EC">
      <w:pPr>
        <w:spacing w:after="0" w:line="240" w:lineRule="auto"/>
      </w:pPr>
      <w:r>
        <w:separator/>
      </w:r>
    </w:p>
  </w:footnote>
  <w:footnote w:type="continuationSeparator" w:id="0">
    <w:p w14:paraId="1FB71541" w14:textId="77777777" w:rsidR="00055CC0" w:rsidRDefault="00055CC0" w:rsidP="007548EC">
      <w:pPr>
        <w:spacing w:after="0" w:line="240" w:lineRule="auto"/>
      </w:pPr>
      <w:r>
        <w:continuationSeparator/>
      </w:r>
    </w:p>
  </w:footnote>
  <w:footnote w:type="continuationNotice" w:id="1">
    <w:p w14:paraId="06AA8696" w14:textId="77777777" w:rsidR="00055CC0" w:rsidRDefault="00055C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24B2C"/>
    <w:multiLevelType w:val="hybridMultilevel"/>
    <w:tmpl w:val="1416D0FC"/>
    <w:lvl w:ilvl="0" w:tplc="FB80268C">
      <w:start w:val="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 w15:restartNumberingAfterBreak="0">
    <w:nsid w:val="20B44BD5"/>
    <w:multiLevelType w:val="hybridMultilevel"/>
    <w:tmpl w:val="26E0C0B2"/>
    <w:lvl w:ilvl="0" w:tplc="83EC988E">
      <w:start w:val="192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2" w15:restartNumberingAfterBreak="0">
    <w:nsid w:val="21F97E1A"/>
    <w:multiLevelType w:val="hybridMultilevel"/>
    <w:tmpl w:val="BE5C41C6"/>
    <w:lvl w:ilvl="0" w:tplc="89EC9320">
      <w:start w:val="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3" w15:restartNumberingAfterBreak="0">
    <w:nsid w:val="30340840"/>
    <w:multiLevelType w:val="hybridMultilevel"/>
    <w:tmpl w:val="B8F63A12"/>
    <w:lvl w:ilvl="0" w:tplc="247ADD8A">
      <w:numFmt w:val="bullet"/>
      <w:lvlText w:val="-"/>
      <w:lvlJc w:val="left"/>
      <w:pPr>
        <w:ind w:left="428" w:hanging="360"/>
      </w:pPr>
      <w:rPr>
        <w:rFonts w:ascii="Arial" w:eastAsiaTheme="minorEastAsia"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4"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466F25"/>
    <w:multiLevelType w:val="hybridMultilevel"/>
    <w:tmpl w:val="5344C72C"/>
    <w:lvl w:ilvl="0" w:tplc="FFECA610">
      <w:start w:val="60"/>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6" w15:restartNumberingAfterBreak="0">
    <w:nsid w:val="39482E34"/>
    <w:multiLevelType w:val="hybridMultilevel"/>
    <w:tmpl w:val="6322954A"/>
    <w:lvl w:ilvl="0" w:tplc="48F20334">
      <w:numFmt w:val="bullet"/>
      <w:lvlText w:val="-"/>
      <w:lvlJc w:val="left"/>
      <w:pPr>
        <w:ind w:left="428" w:hanging="360"/>
      </w:pPr>
      <w:rPr>
        <w:rFonts w:ascii="Arial" w:eastAsiaTheme="minorEastAsia"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7" w15:restartNumberingAfterBreak="0">
    <w:nsid w:val="403D36EE"/>
    <w:multiLevelType w:val="hybridMultilevel"/>
    <w:tmpl w:val="F92A73FE"/>
    <w:lvl w:ilvl="0" w:tplc="04070001">
      <w:start w:val="1"/>
      <w:numFmt w:val="bullet"/>
      <w:lvlText w:val=""/>
      <w:lvlJc w:val="left"/>
      <w:pPr>
        <w:ind w:left="790" w:hanging="360"/>
      </w:pPr>
      <w:rPr>
        <w:rFonts w:ascii="Symbol" w:hAnsi="Symbol" w:hint="default"/>
      </w:rPr>
    </w:lvl>
    <w:lvl w:ilvl="1" w:tplc="04070003" w:tentative="1">
      <w:start w:val="1"/>
      <w:numFmt w:val="bullet"/>
      <w:lvlText w:val="o"/>
      <w:lvlJc w:val="left"/>
      <w:pPr>
        <w:ind w:left="1510" w:hanging="360"/>
      </w:pPr>
      <w:rPr>
        <w:rFonts w:ascii="Courier New" w:hAnsi="Courier New" w:cs="Courier New" w:hint="default"/>
      </w:rPr>
    </w:lvl>
    <w:lvl w:ilvl="2" w:tplc="04070005" w:tentative="1">
      <w:start w:val="1"/>
      <w:numFmt w:val="bullet"/>
      <w:lvlText w:val=""/>
      <w:lvlJc w:val="left"/>
      <w:pPr>
        <w:ind w:left="2230" w:hanging="360"/>
      </w:pPr>
      <w:rPr>
        <w:rFonts w:ascii="Wingdings" w:hAnsi="Wingdings" w:hint="default"/>
      </w:rPr>
    </w:lvl>
    <w:lvl w:ilvl="3" w:tplc="04070001" w:tentative="1">
      <w:start w:val="1"/>
      <w:numFmt w:val="bullet"/>
      <w:lvlText w:val=""/>
      <w:lvlJc w:val="left"/>
      <w:pPr>
        <w:ind w:left="2950" w:hanging="360"/>
      </w:pPr>
      <w:rPr>
        <w:rFonts w:ascii="Symbol" w:hAnsi="Symbol" w:hint="default"/>
      </w:rPr>
    </w:lvl>
    <w:lvl w:ilvl="4" w:tplc="04070003" w:tentative="1">
      <w:start w:val="1"/>
      <w:numFmt w:val="bullet"/>
      <w:lvlText w:val="o"/>
      <w:lvlJc w:val="left"/>
      <w:pPr>
        <w:ind w:left="3670" w:hanging="360"/>
      </w:pPr>
      <w:rPr>
        <w:rFonts w:ascii="Courier New" w:hAnsi="Courier New" w:cs="Courier New" w:hint="default"/>
      </w:rPr>
    </w:lvl>
    <w:lvl w:ilvl="5" w:tplc="04070005" w:tentative="1">
      <w:start w:val="1"/>
      <w:numFmt w:val="bullet"/>
      <w:lvlText w:val=""/>
      <w:lvlJc w:val="left"/>
      <w:pPr>
        <w:ind w:left="4390" w:hanging="360"/>
      </w:pPr>
      <w:rPr>
        <w:rFonts w:ascii="Wingdings" w:hAnsi="Wingdings" w:hint="default"/>
      </w:rPr>
    </w:lvl>
    <w:lvl w:ilvl="6" w:tplc="04070001" w:tentative="1">
      <w:start w:val="1"/>
      <w:numFmt w:val="bullet"/>
      <w:lvlText w:val=""/>
      <w:lvlJc w:val="left"/>
      <w:pPr>
        <w:ind w:left="5110" w:hanging="360"/>
      </w:pPr>
      <w:rPr>
        <w:rFonts w:ascii="Symbol" w:hAnsi="Symbol" w:hint="default"/>
      </w:rPr>
    </w:lvl>
    <w:lvl w:ilvl="7" w:tplc="04070003" w:tentative="1">
      <w:start w:val="1"/>
      <w:numFmt w:val="bullet"/>
      <w:lvlText w:val="o"/>
      <w:lvlJc w:val="left"/>
      <w:pPr>
        <w:ind w:left="5830" w:hanging="360"/>
      </w:pPr>
      <w:rPr>
        <w:rFonts w:ascii="Courier New" w:hAnsi="Courier New" w:cs="Courier New" w:hint="default"/>
      </w:rPr>
    </w:lvl>
    <w:lvl w:ilvl="8" w:tplc="04070005" w:tentative="1">
      <w:start w:val="1"/>
      <w:numFmt w:val="bullet"/>
      <w:lvlText w:val=""/>
      <w:lvlJc w:val="left"/>
      <w:pPr>
        <w:ind w:left="6550" w:hanging="360"/>
      </w:pPr>
      <w:rPr>
        <w:rFonts w:ascii="Wingdings" w:hAnsi="Wingdings" w:hint="default"/>
      </w:rPr>
    </w:lvl>
  </w:abstractNum>
  <w:abstractNum w:abstractNumId="8" w15:restartNumberingAfterBreak="0">
    <w:nsid w:val="41F64F4F"/>
    <w:multiLevelType w:val="hybridMultilevel"/>
    <w:tmpl w:val="63D43BF2"/>
    <w:lvl w:ilvl="0" w:tplc="EE6A169A">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abstractNum w:abstractNumId="9" w15:restartNumberingAfterBreak="0">
    <w:nsid w:val="460027B1"/>
    <w:multiLevelType w:val="hybridMultilevel"/>
    <w:tmpl w:val="B2841C26"/>
    <w:lvl w:ilvl="0" w:tplc="E074682A">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0" w15:restartNumberingAfterBreak="0">
    <w:nsid w:val="48860B82"/>
    <w:multiLevelType w:val="hybridMultilevel"/>
    <w:tmpl w:val="BA4A1A94"/>
    <w:lvl w:ilvl="0" w:tplc="BBD8F578">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1" w15:restartNumberingAfterBreak="0">
    <w:nsid w:val="4C4A7E0B"/>
    <w:multiLevelType w:val="hybridMultilevel"/>
    <w:tmpl w:val="7342241C"/>
    <w:lvl w:ilvl="0" w:tplc="B86470D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F435844"/>
    <w:multiLevelType w:val="hybridMultilevel"/>
    <w:tmpl w:val="5BAE823E"/>
    <w:lvl w:ilvl="0" w:tplc="2E20D2B0">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abstractNum w:abstractNumId="14" w15:restartNumberingAfterBreak="0">
    <w:nsid w:val="63667E70"/>
    <w:multiLevelType w:val="hybridMultilevel"/>
    <w:tmpl w:val="AC388812"/>
    <w:lvl w:ilvl="0" w:tplc="5E681E96">
      <w:start w:val="1924"/>
      <w:numFmt w:val="bullet"/>
      <w:lvlText w:val="-"/>
      <w:lvlJc w:val="left"/>
      <w:pPr>
        <w:ind w:left="430" w:hanging="360"/>
      </w:pPr>
      <w:rPr>
        <w:rFonts w:ascii="Arial" w:eastAsiaTheme="minorEastAsia"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15" w15:restartNumberingAfterBreak="0">
    <w:nsid w:val="70E850E8"/>
    <w:multiLevelType w:val="hybridMultilevel"/>
    <w:tmpl w:val="A71A3E66"/>
    <w:lvl w:ilvl="0" w:tplc="DF543E8A">
      <w:start w:val="2008"/>
      <w:numFmt w:val="bullet"/>
      <w:lvlText w:val="-"/>
      <w:lvlJc w:val="left"/>
      <w:pPr>
        <w:ind w:left="720" w:hanging="360"/>
      </w:pPr>
      <w:rPr>
        <w:rFonts w:ascii="Arial" w:eastAsiaTheme="minorHAnsi"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DCA7D04"/>
    <w:multiLevelType w:val="hybridMultilevel"/>
    <w:tmpl w:val="1486A70A"/>
    <w:lvl w:ilvl="0" w:tplc="C7AA5534">
      <w:start w:val="1"/>
      <w:numFmt w:val="decimal"/>
      <w:lvlText w:val="%1."/>
      <w:lvlJc w:val="left"/>
      <w:pPr>
        <w:ind w:left="430" w:hanging="360"/>
      </w:pPr>
      <w:rPr>
        <w:rFonts w:hint="default"/>
      </w:rPr>
    </w:lvl>
    <w:lvl w:ilvl="1" w:tplc="04070019" w:tentative="1">
      <w:start w:val="1"/>
      <w:numFmt w:val="lowerLetter"/>
      <w:lvlText w:val="%2."/>
      <w:lvlJc w:val="left"/>
      <w:pPr>
        <w:ind w:left="1150" w:hanging="360"/>
      </w:pPr>
    </w:lvl>
    <w:lvl w:ilvl="2" w:tplc="0407001B" w:tentative="1">
      <w:start w:val="1"/>
      <w:numFmt w:val="lowerRoman"/>
      <w:lvlText w:val="%3."/>
      <w:lvlJc w:val="right"/>
      <w:pPr>
        <w:ind w:left="1870" w:hanging="180"/>
      </w:pPr>
    </w:lvl>
    <w:lvl w:ilvl="3" w:tplc="0407000F" w:tentative="1">
      <w:start w:val="1"/>
      <w:numFmt w:val="decimal"/>
      <w:lvlText w:val="%4."/>
      <w:lvlJc w:val="left"/>
      <w:pPr>
        <w:ind w:left="2590" w:hanging="360"/>
      </w:pPr>
    </w:lvl>
    <w:lvl w:ilvl="4" w:tplc="04070019" w:tentative="1">
      <w:start w:val="1"/>
      <w:numFmt w:val="lowerLetter"/>
      <w:lvlText w:val="%5."/>
      <w:lvlJc w:val="left"/>
      <w:pPr>
        <w:ind w:left="3310" w:hanging="360"/>
      </w:pPr>
    </w:lvl>
    <w:lvl w:ilvl="5" w:tplc="0407001B" w:tentative="1">
      <w:start w:val="1"/>
      <w:numFmt w:val="lowerRoman"/>
      <w:lvlText w:val="%6."/>
      <w:lvlJc w:val="right"/>
      <w:pPr>
        <w:ind w:left="4030" w:hanging="180"/>
      </w:pPr>
    </w:lvl>
    <w:lvl w:ilvl="6" w:tplc="0407000F" w:tentative="1">
      <w:start w:val="1"/>
      <w:numFmt w:val="decimal"/>
      <w:lvlText w:val="%7."/>
      <w:lvlJc w:val="left"/>
      <w:pPr>
        <w:ind w:left="4750" w:hanging="360"/>
      </w:pPr>
    </w:lvl>
    <w:lvl w:ilvl="7" w:tplc="04070019" w:tentative="1">
      <w:start w:val="1"/>
      <w:numFmt w:val="lowerLetter"/>
      <w:lvlText w:val="%8."/>
      <w:lvlJc w:val="left"/>
      <w:pPr>
        <w:ind w:left="5470" w:hanging="360"/>
      </w:pPr>
    </w:lvl>
    <w:lvl w:ilvl="8" w:tplc="0407001B" w:tentative="1">
      <w:start w:val="1"/>
      <w:numFmt w:val="lowerRoman"/>
      <w:lvlText w:val="%9."/>
      <w:lvlJc w:val="right"/>
      <w:pPr>
        <w:ind w:left="6190" w:hanging="180"/>
      </w:pPr>
    </w:lvl>
  </w:abstractNum>
  <w:num w:numId="1" w16cid:durableId="1367098832">
    <w:abstractNumId w:val="4"/>
  </w:num>
  <w:num w:numId="2" w16cid:durableId="1934626162">
    <w:abstractNumId w:val="12"/>
  </w:num>
  <w:num w:numId="3" w16cid:durableId="1640838244">
    <w:abstractNumId w:val="11"/>
  </w:num>
  <w:num w:numId="4" w16cid:durableId="1042899912">
    <w:abstractNumId w:val="7"/>
  </w:num>
  <w:num w:numId="5" w16cid:durableId="1530603142">
    <w:abstractNumId w:val="1"/>
  </w:num>
  <w:num w:numId="6" w16cid:durableId="388462549">
    <w:abstractNumId w:val="14"/>
  </w:num>
  <w:num w:numId="7" w16cid:durableId="1755859394">
    <w:abstractNumId w:val="15"/>
  </w:num>
  <w:num w:numId="8" w16cid:durableId="362630119">
    <w:abstractNumId w:val="3"/>
  </w:num>
  <w:num w:numId="9" w16cid:durableId="40829961">
    <w:abstractNumId w:val="6"/>
  </w:num>
  <w:num w:numId="10" w16cid:durableId="1354765024">
    <w:abstractNumId w:val="16"/>
  </w:num>
  <w:num w:numId="11" w16cid:durableId="74598663">
    <w:abstractNumId w:val="5"/>
  </w:num>
  <w:num w:numId="12" w16cid:durableId="212549009">
    <w:abstractNumId w:val="13"/>
  </w:num>
  <w:num w:numId="13" w16cid:durableId="946230618">
    <w:abstractNumId w:val="10"/>
  </w:num>
  <w:num w:numId="14" w16cid:durableId="353388849">
    <w:abstractNumId w:val="9"/>
  </w:num>
  <w:num w:numId="15" w16cid:durableId="1444569978">
    <w:abstractNumId w:val="8"/>
  </w:num>
  <w:num w:numId="16" w16cid:durableId="1608853835">
    <w:abstractNumId w:val="0"/>
  </w:num>
  <w:num w:numId="17" w16cid:durableId="817108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2C8"/>
    <w:rsid w:val="00002CC6"/>
    <w:rsid w:val="00003007"/>
    <w:rsid w:val="000048EE"/>
    <w:rsid w:val="00004950"/>
    <w:rsid w:val="00005399"/>
    <w:rsid w:val="00005CF8"/>
    <w:rsid w:val="0000647E"/>
    <w:rsid w:val="000073DB"/>
    <w:rsid w:val="00010E7E"/>
    <w:rsid w:val="00011315"/>
    <w:rsid w:val="000119A2"/>
    <w:rsid w:val="00011F68"/>
    <w:rsid w:val="0001311F"/>
    <w:rsid w:val="000131A2"/>
    <w:rsid w:val="000151D8"/>
    <w:rsid w:val="00015D19"/>
    <w:rsid w:val="00017584"/>
    <w:rsid w:val="00020DF5"/>
    <w:rsid w:val="00021CAD"/>
    <w:rsid w:val="0002216D"/>
    <w:rsid w:val="0002373F"/>
    <w:rsid w:val="00023921"/>
    <w:rsid w:val="00023AA1"/>
    <w:rsid w:val="00023AE4"/>
    <w:rsid w:val="00023BE7"/>
    <w:rsid w:val="00024D36"/>
    <w:rsid w:val="0002504A"/>
    <w:rsid w:val="00025B2B"/>
    <w:rsid w:val="00026449"/>
    <w:rsid w:val="00026ED0"/>
    <w:rsid w:val="00027218"/>
    <w:rsid w:val="00027EF1"/>
    <w:rsid w:val="000306BF"/>
    <w:rsid w:val="00030DEE"/>
    <w:rsid w:val="000310F6"/>
    <w:rsid w:val="000311EB"/>
    <w:rsid w:val="00031812"/>
    <w:rsid w:val="000325F1"/>
    <w:rsid w:val="000330FC"/>
    <w:rsid w:val="00033200"/>
    <w:rsid w:val="000342FD"/>
    <w:rsid w:val="0003544A"/>
    <w:rsid w:val="00035729"/>
    <w:rsid w:val="00036050"/>
    <w:rsid w:val="00036F08"/>
    <w:rsid w:val="00037A6C"/>
    <w:rsid w:val="00037F65"/>
    <w:rsid w:val="000406E1"/>
    <w:rsid w:val="00041661"/>
    <w:rsid w:val="000418BA"/>
    <w:rsid w:val="00041A80"/>
    <w:rsid w:val="00042B84"/>
    <w:rsid w:val="000433C4"/>
    <w:rsid w:val="00043A3A"/>
    <w:rsid w:val="00043F7D"/>
    <w:rsid w:val="00044168"/>
    <w:rsid w:val="000459D3"/>
    <w:rsid w:val="0004656E"/>
    <w:rsid w:val="0004680F"/>
    <w:rsid w:val="00046A99"/>
    <w:rsid w:val="00046C3B"/>
    <w:rsid w:val="00046D13"/>
    <w:rsid w:val="00047401"/>
    <w:rsid w:val="000479A5"/>
    <w:rsid w:val="00047B58"/>
    <w:rsid w:val="00050AED"/>
    <w:rsid w:val="00050D5D"/>
    <w:rsid w:val="00051F8B"/>
    <w:rsid w:val="000537FC"/>
    <w:rsid w:val="00053FA7"/>
    <w:rsid w:val="0005463B"/>
    <w:rsid w:val="0005477E"/>
    <w:rsid w:val="000558F0"/>
    <w:rsid w:val="00055CC0"/>
    <w:rsid w:val="00055F33"/>
    <w:rsid w:val="00056459"/>
    <w:rsid w:val="000573C6"/>
    <w:rsid w:val="00057E52"/>
    <w:rsid w:val="00060046"/>
    <w:rsid w:val="00060DC3"/>
    <w:rsid w:val="0006152C"/>
    <w:rsid w:val="00062001"/>
    <w:rsid w:val="00062A6F"/>
    <w:rsid w:val="000638DF"/>
    <w:rsid w:val="00064969"/>
    <w:rsid w:val="00064ABA"/>
    <w:rsid w:val="00065566"/>
    <w:rsid w:val="000658C6"/>
    <w:rsid w:val="00065D3E"/>
    <w:rsid w:val="00065E7F"/>
    <w:rsid w:val="00066060"/>
    <w:rsid w:val="0006668C"/>
    <w:rsid w:val="000676B6"/>
    <w:rsid w:val="000717B3"/>
    <w:rsid w:val="00071809"/>
    <w:rsid w:val="00072EBC"/>
    <w:rsid w:val="000730CE"/>
    <w:rsid w:val="00075D45"/>
    <w:rsid w:val="000760A7"/>
    <w:rsid w:val="00076D78"/>
    <w:rsid w:val="000775FF"/>
    <w:rsid w:val="00077AFE"/>
    <w:rsid w:val="00077DCB"/>
    <w:rsid w:val="000804C7"/>
    <w:rsid w:val="0008056D"/>
    <w:rsid w:val="00080E5A"/>
    <w:rsid w:val="0008200F"/>
    <w:rsid w:val="00082785"/>
    <w:rsid w:val="00083B20"/>
    <w:rsid w:val="00083C37"/>
    <w:rsid w:val="00085096"/>
    <w:rsid w:val="000867F4"/>
    <w:rsid w:val="00086A6B"/>
    <w:rsid w:val="00087347"/>
    <w:rsid w:val="00087B85"/>
    <w:rsid w:val="00087DFD"/>
    <w:rsid w:val="000908A3"/>
    <w:rsid w:val="00091257"/>
    <w:rsid w:val="00093E30"/>
    <w:rsid w:val="0009407A"/>
    <w:rsid w:val="000942C1"/>
    <w:rsid w:val="00095161"/>
    <w:rsid w:val="000954A9"/>
    <w:rsid w:val="00095A42"/>
    <w:rsid w:val="00095CA3"/>
    <w:rsid w:val="00095EA0"/>
    <w:rsid w:val="00097906"/>
    <w:rsid w:val="000A1F79"/>
    <w:rsid w:val="000A22E8"/>
    <w:rsid w:val="000A266A"/>
    <w:rsid w:val="000A2B17"/>
    <w:rsid w:val="000A4DA5"/>
    <w:rsid w:val="000A5C17"/>
    <w:rsid w:val="000A677C"/>
    <w:rsid w:val="000A70D8"/>
    <w:rsid w:val="000B12C8"/>
    <w:rsid w:val="000B2BB5"/>
    <w:rsid w:val="000B3279"/>
    <w:rsid w:val="000B3C83"/>
    <w:rsid w:val="000B4582"/>
    <w:rsid w:val="000B5451"/>
    <w:rsid w:val="000B6FE9"/>
    <w:rsid w:val="000B7147"/>
    <w:rsid w:val="000B73F1"/>
    <w:rsid w:val="000C05E8"/>
    <w:rsid w:val="000C0A51"/>
    <w:rsid w:val="000C0E5A"/>
    <w:rsid w:val="000C224E"/>
    <w:rsid w:val="000C35AB"/>
    <w:rsid w:val="000C3771"/>
    <w:rsid w:val="000C3929"/>
    <w:rsid w:val="000C56B8"/>
    <w:rsid w:val="000C5B68"/>
    <w:rsid w:val="000C6845"/>
    <w:rsid w:val="000C6EC2"/>
    <w:rsid w:val="000C6FD2"/>
    <w:rsid w:val="000C71A9"/>
    <w:rsid w:val="000C76A4"/>
    <w:rsid w:val="000C7A9F"/>
    <w:rsid w:val="000D09BC"/>
    <w:rsid w:val="000D0D6B"/>
    <w:rsid w:val="000D1384"/>
    <w:rsid w:val="000D1AD4"/>
    <w:rsid w:val="000D1B9A"/>
    <w:rsid w:val="000D1F62"/>
    <w:rsid w:val="000D31F2"/>
    <w:rsid w:val="000D42B4"/>
    <w:rsid w:val="000D4D22"/>
    <w:rsid w:val="000D54BC"/>
    <w:rsid w:val="000D59C9"/>
    <w:rsid w:val="000D5C2D"/>
    <w:rsid w:val="000D68C8"/>
    <w:rsid w:val="000D6B34"/>
    <w:rsid w:val="000E133E"/>
    <w:rsid w:val="000E15A9"/>
    <w:rsid w:val="000E184E"/>
    <w:rsid w:val="000E1B5C"/>
    <w:rsid w:val="000E1C5F"/>
    <w:rsid w:val="000E1FA8"/>
    <w:rsid w:val="000E225E"/>
    <w:rsid w:val="000E2395"/>
    <w:rsid w:val="000E24A6"/>
    <w:rsid w:val="000E279D"/>
    <w:rsid w:val="000E41E4"/>
    <w:rsid w:val="000E45D5"/>
    <w:rsid w:val="000E4C70"/>
    <w:rsid w:val="000E4F4E"/>
    <w:rsid w:val="000E5451"/>
    <w:rsid w:val="000E7186"/>
    <w:rsid w:val="000E718E"/>
    <w:rsid w:val="000E792E"/>
    <w:rsid w:val="000E7A04"/>
    <w:rsid w:val="000F0E53"/>
    <w:rsid w:val="000F18B7"/>
    <w:rsid w:val="000F24B1"/>
    <w:rsid w:val="000F3477"/>
    <w:rsid w:val="000F38BC"/>
    <w:rsid w:val="000F38D4"/>
    <w:rsid w:val="000F5240"/>
    <w:rsid w:val="000F55B1"/>
    <w:rsid w:val="000F5BC2"/>
    <w:rsid w:val="000F63D8"/>
    <w:rsid w:val="001002A5"/>
    <w:rsid w:val="0010043A"/>
    <w:rsid w:val="00101C1A"/>
    <w:rsid w:val="0010292F"/>
    <w:rsid w:val="0010371B"/>
    <w:rsid w:val="00103997"/>
    <w:rsid w:val="00103C40"/>
    <w:rsid w:val="001044F1"/>
    <w:rsid w:val="00104713"/>
    <w:rsid w:val="001052B3"/>
    <w:rsid w:val="00105C4E"/>
    <w:rsid w:val="00105C6B"/>
    <w:rsid w:val="00107A3A"/>
    <w:rsid w:val="00107D13"/>
    <w:rsid w:val="00110650"/>
    <w:rsid w:val="001159AF"/>
    <w:rsid w:val="00116D81"/>
    <w:rsid w:val="001203B1"/>
    <w:rsid w:val="001208D0"/>
    <w:rsid w:val="00120CA3"/>
    <w:rsid w:val="00121509"/>
    <w:rsid w:val="00121E98"/>
    <w:rsid w:val="001225A8"/>
    <w:rsid w:val="00123574"/>
    <w:rsid w:val="0012425C"/>
    <w:rsid w:val="0012484A"/>
    <w:rsid w:val="001254FE"/>
    <w:rsid w:val="00126149"/>
    <w:rsid w:val="00126567"/>
    <w:rsid w:val="00126FB6"/>
    <w:rsid w:val="00126FC5"/>
    <w:rsid w:val="001276C4"/>
    <w:rsid w:val="001279E4"/>
    <w:rsid w:val="00127EC0"/>
    <w:rsid w:val="001302FD"/>
    <w:rsid w:val="0013031E"/>
    <w:rsid w:val="0013032E"/>
    <w:rsid w:val="00130527"/>
    <w:rsid w:val="001309A1"/>
    <w:rsid w:val="001313A1"/>
    <w:rsid w:val="001316F8"/>
    <w:rsid w:val="00132AA5"/>
    <w:rsid w:val="00132ABB"/>
    <w:rsid w:val="001333DA"/>
    <w:rsid w:val="00133725"/>
    <w:rsid w:val="00133D88"/>
    <w:rsid w:val="00133EF7"/>
    <w:rsid w:val="00134609"/>
    <w:rsid w:val="001346DF"/>
    <w:rsid w:val="00135A71"/>
    <w:rsid w:val="00135F4E"/>
    <w:rsid w:val="00136538"/>
    <w:rsid w:val="00136A76"/>
    <w:rsid w:val="001379D5"/>
    <w:rsid w:val="001418D1"/>
    <w:rsid w:val="0014238E"/>
    <w:rsid w:val="00142770"/>
    <w:rsid w:val="0014366A"/>
    <w:rsid w:val="00143B52"/>
    <w:rsid w:val="00144602"/>
    <w:rsid w:val="00144A07"/>
    <w:rsid w:val="00144A6D"/>
    <w:rsid w:val="0014558F"/>
    <w:rsid w:val="00147F3B"/>
    <w:rsid w:val="001517ED"/>
    <w:rsid w:val="00152370"/>
    <w:rsid w:val="00152BFC"/>
    <w:rsid w:val="00152CF0"/>
    <w:rsid w:val="001532F1"/>
    <w:rsid w:val="001538D4"/>
    <w:rsid w:val="001542A8"/>
    <w:rsid w:val="00154652"/>
    <w:rsid w:val="001551C2"/>
    <w:rsid w:val="00155B56"/>
    <w:rsid w:val="00155D42"/>
    <w:rsid w:val="00155E7C"/>
    <w:rsid w:val="00155FD9"/>
    <w:rsid w:val="00157FC8"/>
    <w:rsid w:val="00160ECE"/>
    <w:rsid w:val="00162E40"/>
    <w:rsid w:val="0016343A"/>
    <w:rsid w:val="00163B59"/>
    <w:rsid w:val="00165A1C"/>
    <w:rsid w:val="00165B9B"/>
    <w:rsid w:val="00165F68"/>
    <w:rsid w:val="00166173"/>
    <w:rsid w:val="00166854"/>
    <w:rsid w:val="00166B2A"/>
    <w:rsid w:val="00167DFF"/>
    <w:rsid w:val="00167E36"/>
    <w:rsid w:val="001702A6"/>
    <w:rsid w:val="00170B8E"/>
    <w:rsid w:val="0017113F"/>
    <w:rsid w:val="0017147E"/>
    <w:rsid w:val="00171701"/>
    <w:rsid w:val="0017172E"/>
    <w:rsid w:val="00171779"/>
    <w:rsid w:val="00172188"/>
    <w:rsid w:val="001724D6"/>
    <w:rsid w:val="0017254C"/>
    <w:rsid w:val="00172A26"/>
    <w:rsid w:val="00173531"/>
    <w:rsid w:val="0017355C"/>
    <w:rsid w:val="001738C9"/>
    <w:rsid w:val="00174835"/>
    <w:rsid w:val="00175100"/>
    <w:rsid w:val="001768F5"/>
    <w:rsid w:val="00177B15"/>
    <w:rsid w:val="00177CF8"/>
    <w:rsid w:val="00181019"/>
    <w:rsid w:val="00181C66"/>
    <w:rsid w:val="00184055"/>
    <w:rsid w:val="001847AC"/>
    <w:rsid w:val="00184D7A"/>
    <w:rsid w:val="001853B5"/>
    <w:rsid w:val="001857B2"/>
    <w:rsid w:val="001864DE"/>
    <w:rsid w:val="001870F1"/>
    <w:rsid w:val="00187BC9"/>
    <w:rsid w:val="00190BE4"/>
    <w:rsid w:val="0019147E"/>
    <w:rsid w:val="00191B61"/>
    <w:rsid w:val="0019265A"/>
    <w:rsid w:val="00193009"/>
    <w:rsid w:val="00193190"/>
    <w:rsid w:val="0019439C"/>
    <w:rsid w:val="00195E14"/>
    <w:rsid w:val="00196F21"/>
    <w:rsid w:val="00197976"/>
    <w:rsid w:val="001979EC"/>
    <w:rsid w:val="001A0CAB"/>
    <w:rsid w:val="001A1D71"/>
    <w:rsid w:val="001A1F6A"/>
    <w:rsid w:val="001A22A3"/>
    <w:rsid w:val="001A35D1"/>
    <w:rsid w:val="001A366B"/>
    <w:rsid w:val="001A3C03"/>
    <w:rsid w:val="001A3D54"/>
    <w:rsid w:val="001A4C72"/>
    <w:rsid w:val="001A5104"/>
    <w:rsid w:val="001A58DB"/>
    <w:rsid w:val="001A5955"/>
    <w:rsid w:val="001A5F4A"/>
    <w:rsid w:val="001A624D"/>
    <w:rsid w:val="001A6E5E"/>
    <w:rsid w:val="001A75FF"/>
    <w:rsid w:val="001A7936"/>
    <w:rsid w:val="001A7A2C"/>
    <w:rsid w:val="001B01B7"/>
    <w:rsid w:val="001B2B7C"/>
    <w:rsid w:val="001B470A"/>
    <w:rsid w:val="001B470E"/>
    <w:rsid w:val="001B4E40"/>
    <w:rsid w:val="001B4E4B"/>
    <w:rsid w:val="001B51AE"/>
    <w:rsid w:val="001B791C"/>
    <w:rsid w:val="001C0320"/>
    <w:rsid w:val="001C03FF"/>
    <w:rsid w:val="001C0E86"/>
    <w:rsid w:val="001C1A07"/>
    <w:rsid w:val="001C226C"/>
    <w:rsid w:val="001C26F1"/>
    <w:rsid w:val="001C29CB"/>
    <w:rsid w:val="001C2B8F"/>
    <w:rsid w:val="001C34F2"/>
    <w:rsid w:val="001C37E5"/>
    <w:rsid w:val="001C3D1B"/>
    <w:rsid w:val="001C4825"/>
    <w:rsid w:val="001C4B81"/>
    <w:rsid w:val="001C52A1"/>
    <w:rsid w:val="001C5CF9"/>
    <w:rsid w:val="001C5F6E"/>
    <w:rsid w:val="001C6EA0"/>
    <w:rsid w:val="001C7021"/>
    <w:rsid w:val="001D059C"/>
    <w:rsid w:val="001D0757"/>
    <w:rsid w:val="001D15D4"/>
    <w:rsid w:val="001D1D44"/>
    <w:rsid w:val="001D1FC9"/>
    <w:rsid w:val="001D2986"/>
    <w:rsid w:val="001D2CB8"/>
    <w:rsid w:val="001D2E21"/>
    <w:rsid w:val="001D3670"/>
    <w:rsid w:val="001D392E"/>
    <w:rsid w:val="001D45BB"/>
    <w:rsid w:val="001D4F16"/>
    <w:rsid w:val="001D5C84"/>
    <w:rsid w:val="001D7130"/>
    <w:rsid w:val="001D735A"/>
    <w:rsid w:val="001D776D"/>
    <w:rsid w:val="001D7CF5"/>
    <w:rsid w:val="001E2520"/>
    <w:rsid w:val="001E29D9"/>
    <w:rsid w:val="001E2D58"/>
    <w:rsid w:val="001E3AF6"/>
    <w:rsid w:val="001E50B0"/>
    <w:rsid w:val="001E538F"/>
    <w:rsid w:val="001E5AC4"/>
    <w:rsid w:val="001E6EDD"/>
    <w:rsid w:val="001E7C4C"/>
    <w:rsid w:val="001F0E02"/>
    <w:rsid w:val="001F11E5"/>
    <w:rsid w:val="001F15F6"/>
    <w:rsid w:val="001F190E"/>
    <w:rsid w:val="001F3E72"/>
    <w:rsid w:val="001F4B0B"/>
    <w:rsid w:val="001F4B1E"/>
    <w:rsid w:val="001F5285"/>
    <w:rsid w:val="001F55FF"/>
    <w:rsid w:val="001F5661"/>
    <w:rsid w:val="001F5A44"/>
    <w:rsid w:val="001F60BC"/>
    <w:rsid w:val="001F61FD"/>
    <w:rsid w:val="001F6865"/>
    <w:rsid w:val="001F7BCC"/>
    <w:rsid w:val="001F7F14"/>
    <w:rsid w:val="00200131"/>
    <w:rsid w:val="002010E2"/>
    <w:rsid w:val="002011CB"/>
    <w:rsid w:val="00202379"/>
    <w:rsid w:val="00203548"/>
    <w:rsid w:val="00203909"/>
    <w:rsid w:val="00203BA0"/>
    <w:rsid w:val="00204BC6"/>
    <w:rsid w:val="00204CEA"/>
    <w:rsid w:val="00204E9E"/>
    <w:rsid w:val="002054ED"/>
    <w:rsid w:val="00205C60"/>
    <w:rsid w:val="00206B75"/>
    <w:rsid w:val="002072E4"/>
    <w:rsid w:val="0020735F"/>
    <w:rsid w:val="00207686"/>
    <w:rsid w:val="00207A8A"/>
    <w:rsid w:val="002101C8"/>
    <w:rsid w:val="002105E9"/>
    <w:rsid w:val="002107A2"/>
    <w:rsid w:val="00211064"/>
    <w:rsid w:val="00211C12"/>
    <w:rsid w:val="00211DEF"/>
    <w:rsid w:val="002123D6"/>
    <w:rsid w:val="00213571"/>
    <w:rsid w:val="00214F8D"/>
    <w:rsid w:val="002179A1"/>
    <w:rsid w:val="00220312"/>
    <w:rsid w:val="00220E81"/>
    <w:rsid w:val="00222FBD"/>
    <w:rsid w:val="00223DF1"/>
    <w:rsid w:val="00225061"/>
    <w:rsid w:val="002252B4"/>
    <w:rsid w:val="002264E5"/>
    <w:rsid w:val="0022729F"/>
    <w:rsid w:val="00227705"/>
    <w:rsid w:val="00227D08"/>
    <w:rsid w:val="0023179F"/>
    <w:rsid w:val="002318CC"/>
    <w:rsid w:val="002349AB"/>
    <w:rsid w:val="0023500D"/>
    <w:rsid w:val="002359E4"/>
    <w:rsid w:val="00235C18"/>
    <w:rsid w:val="00236021"/>
    <w:rsid w:val="00236EC1"/>
    <w:rsid w:val="00237052"/>
    <w:rsid w:val="0023709B"/>
    <w:rsid w:val="00237154"/>
    <w:rsid w:val="00240251"/>
    <w:rsid w:val="00240302"/>
    <w:rsid w:val="00240E23"/>
    <w:rsid w:val="00241085"/>
    <w:rsid w:val="002415B9"/>
    <w:rsid w:val="002419C9"/>
    <w:rsid w:val="00241E4E"/>
    <w:rsid w:val="00242BA0"/>
    <w:rsid w:val="00246168"/>
    <w:rsid w:val="0024627F"/>
    <w:rsid w:val="00247F8A"/>
    <w:rsid w:val="00250304"/>
    <w:rsid w:val="00250432"/>
    <w:rsid w:val="0025070F"/>
    <w:rsid w:val="00251F4C"/>
    <w:rsid w:val="00252531"/>
    <w:rsid w:val="00252AB0"/>
    <w:rsid w:val="00252E5D"/>
    <w:rsid w:val="00253515"/>
    <w:rsid w:val="00254EC4"/>
    <w:rsid w:val="002551D6"/>
    <w:rsid w:val="00255437"/>
    <w:rsid w:val="00255966"/>
    <w:rsid w:val="00256573"/>
    <w:rsid w:val="00256AA3"/>
    <w:rsid w:val="0025745B"/>
    <w:rsid w:val="00257489"/>
    <w:rsid w:val="00260C86"/>
    <w:rsid w:val="00262576"/>
    <w:rsid w:val="0026274B"/>
    <w:rsid w:val="00262AB9"/>
    <w:rsid w:val="00262CA9"/>
    <w:rsid w:val="002655FC"/>
    <w:rsid w:val="0026751F"/>
    <w:rsid w:val="00267760"/>
    <w:rsid w:val="00267E9C"/>
    <w:rsid w:val="00271621"/>
    <w:rsid w:val="0027196C"/>
    <w:rsid w:val="00272BDE"/>
    <w:rsid w:val="002732D7"/>
    <w:rsid w:val="002736DD"/>
    <w:rsid w:val="00273C2E"/>
    <w:rsid w:val="0027470E"/>
    <w:rsid w:val="002761C0"/>
    <w:rsid w:val="00276246"/>
    <w:rsid w:val="00276C19"/>
    <w:rsid w:val="00276C42"/>
    <w:rsid w:val="0027776F"/>
    <w:rsid w:val="00277A34"/>
    <w:rsid w:val="00277D73"/>
    <w:rsid w:val="002811A4"/>
    <w:rsid w:val="00281844"/>
    <w:rsid w:val="002819DA"/>
    <w:rsid w:val="00283DE1"/>
    <w:rsid w:val="00284A62"/>
    <w:rsid w:val="00284EC3"/>
    <w:rsid w:val="002853BE"/>
    <w:rsid w:val="002869D9"/>
    <w:rsid w:val="00286AE2"/>
    <w:rsid w:val="00286C6B"/>
    <w:rsid w:val="00287287"/>
    <w:rsid w:val="00287BFE"/>
    <w:rsid w:val="00290E35"/>
    <w:rsid w:val="0029202D"/>
    <w:rsid w:val="00293254"/>
    <w:rsid w:val="0029326F"/>
    <w:rsid w:val="00296506"/>
    <w:rsid w:val="0029761D"/>
    <w:rsid w:val="00297654"/>
    <w:rsid w:val="002978AB"/>
    <w:rsid w:val="002978AD"/>
    <w:rsid w:val="002A04C9"/>
    <w:rsid w:val="002A055D"/>
    <w:rsid w:val="002A05A3"/>
    <w:rsid w:val="002A0FB0"/>
    <w:rsid w:val="002A126D"/>
    <w:rsid w:val="002A1E09"/>
    <w:rsid w:val="002A227D"/>
    <w:rsid w:val="002A439C"/>
    <w:rsid w:val="002A45F9"/>
    <w:rsid w:val="002A462B"/>
    <w:rsid w:val="002A47C6"/>
    <w:rsid w:val="002A4DD9"/>
    <w:rsid w:val="002A6132"/>
    <w:rsid w:val="002A6884"/>
    <w:rsid w:val="002A6D4F"/>
    <w:rsid w:val="002A7D67"/>
    <w:rsid w:val="002A7F83"/>
    <w:rsid w:val="002B04D8"/>
    <w:rsid w:val="002B0FE5"/>
    <w:rsid w:val="002B148E"/>
    <w:rsid w:val="002B15CD"/>
    <w:rsid w:val="002B1D91"/>
    <w:rsid w:val="002B3006"/>
    <w:rsid w:val="002B37E6"/>
    <w:rsid w:val="002B3932"/>
    <w:rsid w:val="002B4409"/>
    <w:rsid w:val="002B4C26"/>
    <w:rsid w:val="002B4D51"/>
    <w:rsid w:val="002B59CC"/>
    <w:rsid w:val="002B5ADF"/>
    <w:rsid w:val="002B6342"/>
    <w:rsid w:val="002B75E4"/>
    <w:rsid w:val="002C0946"/>
    <w:rsid w:val="002C0CDB"/>
    <w:rsid w:val="002C1127"/>
    <w:rsid w:val="002C12CA"/>
    <w:rsid w:val="002C13A0"/>
    <w:rsid w:val="002C184B"/>
    <w:rsid w:val="002C1EAF"/>
    <w:rsid w:val="002C2E09"/>
    <w:rsid w:val="002C367F"/>
    <w:rsid w:val="002C3B38"/>
    <w:rsid w:val="002C3D85"/>
    <w:rsid w:val="002C3E94"/>
    <w:rsid w:val="002C4041"/>
    <w:rsid w:val="002C40A1"/>
    <w:rsid w:val="002C42DC"/>
    <w:rsid w:val="002C5A47"/>
    <w:rsid w:val="002C5F03"/>
    <w:rsid w:val="002C6198"/>
    <w:rsid w:val="002C716E"/>
    <w:rsid w:val="002D080C"/>
    <w:rsid w:val="002D09B2"/>
    <w:rsid w:val="002D0A51"/>
    <w:rsid w:val="002D2154"/>
    <w:rsid w:val="002D2E5E"/>
    <w:rsid w:val="002D2ED8"/>
    <w:rsid w:val="002D33E1"/>
    <w:rsid w:val="002D421F"/>
    <w:rsid w:val="002D5B56"/>
    <w:rsid w:val="002D5D36"/>
    <w:rsid w:val="002D69C0"/>
    <w:rsid w:val="002E06C9"/>
    <w:rsid w:val="002E079F"/>
    <w:rsid w:val="002E1C7F"/>
    <w:rsid w:val="002E25F2"/>
    <w:rsid w:val="002E3713"/>
    <w:rsid w:val="002E459D"/>
    <w:rsid w:val="002E5DEB"/>
    <w:rsid w:val="002E5E51"/>
    <w:rsid w:val="002E610A"/>
    <w:rsid w:val="002E6674"/>
    <w:rsid w:val="002F0A4C"/>
    <w:rsid w:val="002F0E36"/>
    <w:rsid w:val="002F19FB"/>
    <w:rsid w:val="002F23D1"/>
    <w:rsid w:val="002F257B"/>
    <w:rsid w:val="002F2B54"/>
    <w:rsid w:val="002F3C52"/>
    <w:rsid w:val="002F405F"/>
    <w:rsid w:val="002F478F"/>
    <w:rsid w:val="002F48A5"/>
    <w:rsid w:val="002F4C3E"/>
    <w:rsid w:val="002F5158"/>
    <w:rsid w:val="002F7179"/>
    <w:rsid w:val="002F76B8"/>
    <w:rsid w:val="002F78EC"/>
    <w:rsid w:val="002F7BB1"/>
    <w:rsid w:val="002F7F3C"/>
    <w:rsid w:val="00300781"/>
    <w:rsid w:val="00300B41"/>
    <w:rsid w:val="0030105F"/>
    <w:rsid w:val="00301734"/>
    <w:rsid w:val="0030195E"/>
    <w:rsid w:val="00301BE6"/>
    <w:rsid w:val="0030299C"/>
    <w:rsid w:val="003033B1"/>
    <w:rsid w:val="003036E8"/>
    <w:rsid w:val="00304E80"/>
    <w:rsid w:val="003054D8"/>
    <w:rsid w:val="00305609"/>
    <w:rsid w:val="00305FDF"/>
    <w:rsid w:val="00307551"/>
    <w:rsid w:val="0030777A"/>
    <w:rsid w:val="00310241"/>
    <w:rsid w:val="00310DF5"/>
    <w:rsid w:val="00312177"/>
    <w:rsid w:val="0031221F"/>
    <w:rsid w:val="0031227B"/>
    <w:rsid w:val="00312616"/>
    <w:rsid w:val="00313BAB"/>
    <w:rsid w:val="00314608"/>
    <w:rsid w:val="00314BC2"/>
    <w:rsid w:val="003153FE"/>
    <w:rsid w:val="0031568B"/>
    <w:rsid w:val="00316242"/>
    <w:rsid w:val="00316377"/>
    <w:rsid w:val="003164B4"/>
    <w:rsid w:val="0031683F"/>
    <w:rsid w:val="00317128"/>
    <w:rsid w:val="00317F9D"/>
    <w:rsid w:val="003203B2"/>
    <w:rsid w:val="003204AC"/>
    <w:rsid w:val="00321515"/>
    <w:rsid w:val="00322931"/>
    <w:rsid w:val="00323F74"/>
    <w:rsid w:val="003241D5"/>
    <w:rsid w:val="0032495C"/>
    <w:rsid w:val="00324BD1"/>
    <w:rsid w:val="00325AC6"/>
    <w:rsid w:val="00325B3D"/>
    <w:rsid w:val="003266F8"/>
    <w:rsid w:val="00330AC8"/>
    <w:rsid w:val="00332BA1"/>
    <w:rsid w:val="00333502"/>
    <w:rsid w:val="00333D9B"/>
    <w:rsid w:val="003344DC"/>
    <w:rsid w:val="0033456F"/>
    <w:rsid w:val="003345E5"/>
    <w:rsid w:val="00334A73"/>
    <w:rsid w:val="00334A9F"/>
    <w:rsid w:val="003359FF"/>
    <w:rsid w:val="00336422"/>
    <w:rsid w:val="00337408"/>
    <w:rsid w:val="00337732"/>
    <w:rsid w:val="00340669"/>
    <w:rsid w:val="00341A13"/>
    <w:rsid w:val="00341AC6"/>
    <w:rsid w:val="00343940"/>
    <w:rsid w:val="00344A53"/>
    <w:rsid w:val="00344F51"/>
    <w:rsid w:val="00345B7C"/>
    <w:rsid w:val="00346862"/>
    <w:rsid w:val="003479DC"/>
    <w:rsid w:val="0035129C"/>
    <w:rsid w:val="00351A36"/>
    <w:rsid w:val="0035208F"/>
    <w:rsid w:val="0035275F"/>
    <w:rsid w:val="00352EFE"/>
    <w:rsid w:val="0035364E"/>
    <w:rsid w:val="00353B8C"/>
    <w:rsid w:val="003551CB"/>
    <w:rsid w:val="00355752"/>
    <w:rsid w:val="003564BB"/>
    <w:rsid w:val="0035671A"/>
    <w:rsid w:val="003567DD"/>
    <w:rsid w:val="003572B3"/>
    <w:rsid w:val="00357323"/>
    <w:rsid w:val="00357812"/>
    <w:rsid w:val="003601E8"/>
    <w:rsid w:val="00360B33"/>
    <w:rsid w:val="00361EDA"/>
    <w:rsid w:val="00362B3B"/>
    <w:rsid w:val="00362F01"/>
    <w:rsid w:val="003649D9"/>
    <w:rsid w:val="0036522B"/>
    <w:rsid w:val="00365D57"/>
    <w:rsid w:val="00365E08"/>
    <w:rsid w:val="00365F3B"/>
    <w:rsid w:val="00367067"/>
    <w:rsid w:val="0036759B"/>
    <w:rsid w:val="0037153C"/>
    <w:rsid w:val="0037297A"/>
    <w:rsid w:val="00374E3C"/>
    <w:rsid w:val="003751B7"/>
    <w:rsid w:val="003755CC"/>
    <w:rsid w:val="00375CA1"/>
    <w:rsid w:val="00375D6B"/>
    <w:rsid w:val="003770FF"/>
    <w:rsid w:val="00377CDA"/>
    <w:rsid w:val="00377D45"/>
    <w:rsid w:val="0038040D"/>
    <w:rsid w:val="00380B0D"/>
    <w:rsid w:val="00381E58"/>
    <w:rsid w:val="00381F82"/>
    <w:rsid w:val="003824DD"/>
    <w:rsid w:val="0038348D"/>
    <w:rsid w:val="003837D6"/>
    <w:rsid w:val="00383C6E"/>
    <w:rsid w:val="003852AA"/>
    <w:rsid w:val="003854E9"/>
    <w:rsid w:val="0038593C"/>
    <w:rsid w:val="003865AC"/>
    <w:rsid w:val="00386F15"/>
    <w:rsid w:val="0038713F"/>
    <w:rsid w:val="00387D8A"/>
    <w:rsid w:val="00387DC0"/>
    <w:rsid w:val="00390612"/>
    <w:rsid w:val="00390E9D"/>
    <w:rsid w:val="00391083"/>
    <w:rsid w:val="00391DE6"/>
    <w:rsid w:val="00392391"/>
    <w:rsid w:val="00393EC7"/>
    <w:rsid w:val="003947CF"/>
    <w:rsid w:val="00395E92"/>
    <w:rsid w:val="003961CE"/>
    <w:rsid w:val="00397DA5"/>
    <w:rsid w:val="003A02E2"/>
    <w:rsid w:val="003A09A3"/>
    <w:rsid w:val="003A0A64"/>
    <w:rsid w:val="003A0B94"/>
    <w:rsid w:val="003A2982"/>
    <w:rsid w:val="003A2EDA"/>
    <w:rsid w:val="003A3BB4"/>
    <w:rsid w:val="003A4D7F"/>
    <w:rsid w:val="003A5424"/>
    <w:rsid w:val="003A6286"/>
    <w:rsid w:val="003B0594"/>
    <w:rsid w:val="003B0C29"/>
    <w:rsid w:val="003B1846"/>
    <w:rsid w:val="003B276D"/>
    <w:rsid w:val="003B3005"/>
    <w:rsid w:val="003B3AD9"/>
    <w:rsid w:val="003B4A8D"/>
    <w:rsid w:val="003B697C"/>
    <w:rsid w:val="003B729E"/>
    <w:rsid w:val="003B757C"/>
    <w:rsid w:val="003B7886"/>
    <w:rsid w:val="003B7E01"/>
    <w:rsid w:val="003C05A0"/>
    <w:rsid w:val="003C16EF"/>
    <w:rsid w:val="003C23D3"/>
    <w:rsid w:val="003C33E0"/>
    <w:rsid w:val="003C3AE3"/>
    <w:rsid w:val="003C3D6D"/>
    <w:rsid w:val="003C502D"/>
    <w:rsid w:val="003C5CA6"/>
    <w:rsid w:val="003C67F8"/>
    <w:rsid w:val="003C73B7"/>
    <w:rsid w:val="003C7F12"/>
    <w:rsid w:val="003D1A51"/>
    <w:rsid w:val="003D215E"/>
    <w:rsid w:val="003D26FD"/>
    <w:rsid w:val="003D32FA"/>
    <w:rsid w:val="003D511D"/>
    <w:rsid w:val="003D6003"/>
    <w:rsid w:val="003E11AF"/>
    <w:rsid w:val="003E19E4"/>
    <w:rsid w:val="003E1E9C"/>
    <w:rsid w:val="003E25D4"/>
    <w:rsid w:val="003E2AC6"/>
    <w:rsid w:val="003E3AC6"/>
    <w:rsid w:val="003E43BE"/>
    <w:rsid w:val="003E4571"/>
    <w:rsid w:val="003E45D1"/>
    <w:rsid w:val="003E4938"/>
    <w:rsid w:val="003E5062"/>
    <w:rsid w:val="003E514C"/>
    <w:rsid w:val="003E6EB7"/>
    <w:rsid w:val="003E7110"/>
    <w:rsid w:val="003E76AC"/>
    <w:rsid w:val="003F0836"/>
    <w:rsid w:val="003F2327"/>
    <w:rsid w:val="003F377E"/>
    <w:rsid w:val="003F5F3A"/>
    <w:rsid w:val="003F66BA"/>
    <w:rsid w:val="003F675F"/>
    <w:rsid w:val="003F79F8"/>
    <w:rsid w:val="0040000A"/>
    <w:rsid w:val="0040356B"/>
    <w:rsid w:val="00403779"/>
    <w:rsid w:val="004039B3"/>
    <w:rsid w:val="0040464A"/>
    <w:rsid w:val="00404659"/>
    <w:rsid w:val="00404A51"/>
    <w:rsid w:val="00405341"/>
    <w:rsid w:val="00405548"/>
    <w:rsid w:val="00405F86"/>
    <w:rsid w:val="00406277"/>
    <w:rsid w:val="00406718"/>
    <w:rsid w:val="00406A0F"/>
    <w:rsid w:val="00407F90"/>
    <w:rsid w:val="004105E4"/>
    <w:rsid w:val="004115B5"/>
    <w:rsid w:val="00411D3F"/>
    <w:rsid w:val="004122A2"/>
    <w:rsid w:val="00412575"/>
    <w:rsid w:val="00412C49"/>
    <w:rsid w:val="0041388D"/>
    <w:rsid w:val="00413F7D"/>
    <w:rsid w:val="004141A1"/>
    <w:rsid w:val="0041586F"/>
    <w:rsid w:val="00415A06"/>
    <w:rsid w:val="00420214"/>
    <w:rsid w:val="004208B2"/>
    <w:rsid w:val="00421C40"/>
    <w:rsid w:val="0042345B"/>
    <w:rsid w:val="00424765"/>
    <w:rsid w:val="00424A34"/>
    <w:rsid w:val="00427534"/>
    <w:rsid w:val="00431E2B"/>
    <w:rsid w:val="004326D2"/>
    <w:rsid w:val="00433012"/>
    <w:rsid w:val="0043402C"/>
    <w:rsid w:val="004343CD"/>
    <w:rsid w:val="0043494A"/>
    <w:rsid w:val="00436227"/>
    <w:rsid w:val="004365E2"/>
    <w:rsid w:val="00436FF8"/>
    <w:rsid w:val="004377DC"/>
    <w:rsid w:val="00437D77"/>
    <w:rsid w:val="004417FC"/>
    <w:rsid w:val="00441F2F"/>
    <w:rsid w:val="00442FE6"/>
    <w:rsid w:val="00443C57"/>
    <w:rsid w:val="00443E2B"/>
    <w:rsid w:val="004441BB"/>
    <w:rsid w:val="00444250"/>
    <w:rsid w:val="00444FBC"/>
    <w:rsid w:val="004456A9"/>
    <w:rsid w:val="0044606B"/>
    <w:rsid w:val="00446B81"/>
    <w:rsid w:val="004509BA"/>
    <w:rsid w:val="00451A90"/>
    <w:rsid w:val="00451C17"/>
    <w:rsid w:val="0045368A"/>
    <w:rsid w:val="0045492C"/>
    <w:rsid w:val="00454F01"/>
    <w:rsid w:val="00455344"/>
    <w:rsid w:val="004555FC"/>
    <w:rsid w:val="00456CD2"/>
    <w:rsid w:val="00460419"/>
    <w:rsid w:val="00461221"/>
    <w:rsid w:val="00461447"/>
    <w:rsid w:val="004617AC"/>
    <w:rsid w:val="00461A79"/>
    <w:rsid w:val="0046291D"/>
    <w:rsid w:val="00462A74"/>
    <w:rsid w:val="0046311E"/>
    <w:rsid w:val="0046410E"/>
    <w:rsid w:val="00465EBC"/>
    <w:rsid w:val="00466211"/>
    <w:rsid w:val="0046728C"/>
    <w:rsid w:val="0046739B"/>
    <w:rsid w:val="004679BC"/>
    <w:rsid w:val="00467D33"/>
    <w:rsid w:val="004705D1"/>
    <w:rsid w:val="004717D9"/>
    <w:rsid w:val="00471E0F"/>
    <w:rsid w:val="004727FB"/>
    <w:rsid w:val="0047312A"/>
    <w:rsid w:val="00473276"/>
    <w:rsid w:val="00473A8A"/>
    <w:rsid w:val="00474A00"/>
    <w:rsid w:val="004750C8"/>
    <w:rsid w:val="00476AD5"/>
    <w:rsid w:val="0047715E"/>
    <w:rsid w:val="00477E2C"/>
    <w:rsid w:val="00477E62"/>
    <w:rsid w:val="004801B9"/>
    <w:rsid w:val="00480A3F"/>
    <w:rsid w:val="00480D4E"/>
    <w:rsid w:val="00481C25"/>
    <w:rsid w:val="004820AC"/>
    <w:rsid w:val="004820D0"/>
    <w:rsid w:val="00482184"/>
    <w:rsid w:val="00482724"/>
    <w:rsid w:val="00482732"/>
    <w:rsid w:val="00482D0E"/>
    <w:rsid w:val="00483A47"/>
    <w:rsid w:val="00484E77"/>
    <w:rsid w:val="004853FB"/>
    <w:rsid w:val="004863E9"/>
    <w:rsid w:val="00486574"/>
    <w:rsid w:val="004867C7"/>
    <w:rsid w:val="0048736E"/>
    <w:rsid w:val="004875C4"/>
    <w:rsid w:val="0049092A"/>
    <w:rsid w:val="00493797"/>
    <w:rsid w:val="00494010"/>
    <w:rsid w:val="0049572C"/>
    <w:rsid w:val="004958F9"/>
    <w:rsid w:val="004962D0"/>
    <w:rsid w:val="0049671D"/>
    <w:rsid w:val="00496C9B"/>
    <w:rsid w:val="00497425"/>
    <w:rsid w:val="004A015D"/>
    <w:rsid w:val="004A0494"/>
    <w:rsid w:val="004A1D91"/>
    <w:rsid w:val="004A1DDB"/>
    <w:rsid w:val="004A1F43"/>
    <w:rsid w:val="004A2BCB"/>
    <w:rsid w:val="004A2D33"/>
    <w:rsid w:val="004A343F"/>
    <w:rsid w:val="004A3594"/>
    <w:rsid w:val="004A3904"/>
    <w:rsid w:val="004A5948"/>
    <w:rsid w:val="004A6B3E"/>
    <w:rsid w:val="004A7663"/>
    <w:rsid w:val="004A787E"/>
    <w:rsid w:val="004A7DA1"/>
    <w:rsid w:val="004B1B38"/>
    <w:rsid w:val="004B2587"/>
    <w:rsid w:val="004B3652"/>
    <w:rsid w:val="004B43C3"/>
    <w:rsid w:val="004B69EA"/>
    <w:rsid w:val="004C06E4"/>
    <w:rsid w:val="004C1097"/>
    <w:rsid w:val="004C2309"/>
    <w:rsid w:val="004C274C"/>
    <w:rsid w:val="004C3AF7"/>
    <w:rsid w:val="004C5887"/>
    <w:rsid w:val="004C5FAC"/>
    <w:rsid w:val="004C642C"/>
    <w:rsid w:val="004C68EA"/>
    <w:rsid w:val="004D0ED1"/>
    <w:rsid w:val="004D1291"/>
    <w:rsid w:val="004D2416"/>
    <w:rsid w:val="004D3108"/>
    <w:rsid w:val="004D49AC"/>
    <w:rsid w:val="004D4FBA"/>
    <w:rsid w:val="004D5D7E"/>
    <w:rsid w:val="004D795E"/>
    <w:rsid w:val="004E05E0"/>
    <w:rsid w:val="004E0D0A"/>
    <w:rsid w:val="004E36DA"/>
    <w:rsid w:val="004E37C0"/>
    <w:rsid w:val="004E4D6B"/>
    <w:rsid w:val="004E5456"/>
    <w:rsid w:val="004E56E2"/>
    <w:rsid w:val="004E5B0F"/>
    <w:rsid w:val="004E5EB7"/>
    <w:rsid w:val="004E65C8"/>
    <w:rsid w:val="004E7472"/>
    <w:rsid w:val="004E7EEF"/>
    <w:rsid w:val="004E7F6C"/>
    <w:rsid w:val="004F0F60"/>
    <w:rsid w:val="004F1B22"/>
    <w:rsid w:val="004F3B27"/>
    <w:rsid w:val="004F3BB8"/>
    <w:rsid w:val="004F3CB2"/>
    <w:rsid w:val="004F4B58"/>
    <w:rsid w:val="004F4BAE"/>
    <w:rsid w:val="004F54B0"/>
    <w:rsid w:val="004F6C37"/>
    <w:rsid w:val="00500D4E"/>
    <w:rsid w:val="00500DE0"/>
    <w:rsid w:val="005026DF"/>
    <w:rsid w:val="00502D54"/>
    <w:rsid w:val="00502E29"/>
    <w:rsid w:val="005032AE"/>
    <w:rsid w:val="0050378E"/>
    <w:rsid w:val="00503812"/>
    <w:rsid w:val="005047D3"/>
    <w:rsid w:val="005047E0"/>
    <w:rsid w:val="00505730"/>
    <w:rsid w:val="00505967"/>
    <w:rsid w:val="00505B67"/>
    <w:rsid w:val="00506F0D"/>
    <w:rsid w:val="005103AD"/>
    <w:rsid w:val="005113BB"/>
    <w:rsid w:val="00511CA6"/>
    <w:rsid w:val="005128EB"/>
    <w:rsid w:val="00512BED"/>
    <w:rsid w:val="00512EB6"/>
    <w:rsid w:val="0051454B"/>
    <w:rsid w:val="00514D9D"/>
    <w:rsid w:val="00514F02"/>
    <w:rsid w:val="00515DBB"/>
    <w:rsid w:val="00520423"/>
    <w:rsid w:val="0052075B"/>
    <w:rsid w:val="0052106B"/>
    <w:rsid w:val="005216D7"/>
    <w:rsid w:val="0052342D"/>
    <w:rsid w:val="00523DE5"/>
    <w:rsid w:val="005240B9"/>
    <w:rsid w:val="005241DE"/>
    <w:rsid w:val="00525CC1"/>
    <w:rsid w:val="00526718"/>
    <w:rsid w:val="00526822"/>
    <w:rsid w:val="00526ABA"/>
    <w:rsid w:val="00526C7C"/>
    <w:rsid w:val="00526D80"/>
    <w:rsid w:val="00527448"/>
    <w:rsid w:val="00530EA6"/>
    <w:rsid w:val="0053109E"/>
    <w:rsid w:val="00531646"/>
    <w:rsid w:val="00531942"/>
    <w:rsid w:val="00532E31"/>
    <w:rsid w:val="005331E6"/>
    <w:rsid w:val="00533227"/>
    <w:rsid w:val="005335D4"/>
    <w:rsid w:val="00534114"/>
    <w:rsid w:val="0053469B"/>
    <w:rsid w:val="005361B0"/>
    <w:rsid w:val="0054015D"/>
    <w:rsid w:val="0054206B"/>
    <w:rsid w:val="00542DDE"/>
    <w:rsid w:val="005432CD"/>
    <w:rsid w:val="005469F5"/>
    <w:rsid w:val="0054799D"/>
    <w:rsid w:val="00547A7F"/>
    <w:rsid w:val="00547C5A"/>
    <w:rsid w:val="00547E98"/>
    <w:rsid w:val="005500DD"/>
    <w:rsid w:val="00550BD4"/>
    <w:rsid w:val="005511BA"/>
    <w:rsid w:val="005535E4"/>
    <w:rsid w:val="00554439"/>
    <w:rsid w:val="00554A8F"/>
    <w:rsid w:val="00555499"/>
    <w:rsid w:val="00557889"/>
    <w:rsid w:val="00560481"/>
    <w:rsid w:val="00560541"/>
    <w:rsid w:val="00560877"/>
    <w:rsid w:val="00560A5B"/>
    <w:rsid w:val="00560E3E"/>
    <w:rsid w:val="00561795"/>
    <w:rsid w:val="005619DE"/>
    <w:rsid w:val="005621C8"/>
    <w:rsid w:val="00562F6A"/>
    <w:rsid w:val="00563F86"/>
    <w:rsid w:val="00564D36"/>
    <w:rsid w:val="00565107"/>
    <w:rsid w:val="00566693"/>
    <w:rsid w:val="0056697E"/>
    <w:rsid w:val="00566ED6"/>
    <w:rsid w:val="005673EC"/>
    <w:rsid w:val="00567507"/>
    <w:rsid w:val="0056777C"/>
    <w:rsid w:val="00567781"/>
    <w:rsid w:val="00570377"/>
    <w:rsid w:val="00572693"/>
    <w:rsid w:val="00572C2B"/>
    <w:rsid w:val="00573AEA"/>
    <w:rsid w:val="00574EC1"/>
    <w:rsid w:val="00577385"/>
    <w:rsid w:val="00577577"/>
    <w:rsid w:val="005778FF"/>
    <w:rsid w:val="005779C2"/>
    <w:rsid w:val="00577D79"/>
    <w:rsid w:val="00577F6A"/>
    <w:rsid w:val="005802A1"/>
    <w:rsid w:val="00580680"/>
    <w:rsid w:val="00580DE0"/>
    <w:rsid w:val="00581785"/>
    <w:rsid w:val="00581968"/>
    <w:rsid w:val="00581C37"/>
    <w:rsid w:val="00582510"/>
    <w:rsid w:val="00582B4B"/>
    <w:rsid w:val="00582F95"/>
    <w:rsid w:val="00583C5C"/>
    <w:rsid w:val="00583C6C"/>
    <w:rsid w:val="00583FDC"/>
    <w:rsid w:val="00584893"/>
    <w:rsid w:val="00584E48"/>
    <w:rsid w:val="00584FE5"/>
    <w:rsid w:val="0058535E"/>
    <w:rsid w:val="005876E9"/>
    <w:rsid w:val="005877B8"/>
    <w:rsid w:val="00587C0F"/>
    <w:rsid w:val="0059080E"/>
    <w:rsid w:val="0059150A"/>
    <w:rsid w:val="00593C16"/>
    <w:rsid w:val="00594085"/>
    <w:rsid w:val="00594E31"/>
    <w:rsid w:val="005961E9"/>
    <w:rsid w:val="005A097D"/>
    <w:rsid w:val="005A0E78"/>
    <w:rsid w:val="005A1C25"/>
    <w:rsid w:val="005A1E0A"/>
    <w:rsid w:val="005A2186"/>
    <w:rsid w:val="005A2E96"/>
    <w:rsid w:val="005A2ECF"/>
    <w:rsid w:val="005A417B"/>
    <w:rsid w:val="005A610B"/>
    <w:rsid w:val="005A66B0"/>
    <w:rsid w:val="005A7236"/>
    <w:rsid w:val="005A76CC"/>
    <w:rsid w:val="005B0C93"/>
    <w:rsid w:val="005B184C"/>
    <w:rsid w:val="005B3281"/>
    <w:rsid w:val="005B3E7A"/>
    <w:rsid w:val="005B4D0C"/>
    <w:rsid w:val="005B53D0"/>
    <w:rsid w:val="005B5765"/>
    <w:rsid w:val="005B5984"/>
    <w:rsid w:val="005B6423"/>
    <w:rsid w:val="005B74D5"/>
    <w:rsid w:val="005B7D33"/>
    <w:rsid w:val="005C004C"/>
    <w:rsid w:val="005C03CA"/>
    <w:rsid w:val="005C18B6"/>
    <w:rsid w:val="005C2DD6"/>
    <w:rsid w:val="005C3313"/>
    <w:rsid w:val="005C3823"/>
    <w:rsid w:val="005C3894"/>
    <w:rsid w:val="005C3D93"/>
    <w:rsid w:val="005C4339"/>
    <w:rsid w:val="005C4AC6"/>
    <w:rsid w:val="005C643A"/>
    <w:rsid w:val="005C6844"/>
    <w:rsid w:val="005C6EB7"/>
    <w:rsid w:val="005C740F"/>
    <w:rsid w:val="005C7B2C"/>
    <w:rsid w:val="005D03A3"/>
    <w:rsid w:val="005D065F"/>
    <w:rsid w:val="005D0754"/>
    <w:rsid w:val="005D163A"/>
    <w:rsid w:val="005D23E4"/>
    <w:rsid w:val="005D2B81"/>
    <w:rsid w:val="005D4059"/>
    <w:rsid w:val="005D5D95"/>
    <w:rsid w:val="005D7361"/>
    <w:rsid w:val="005D77AC"/>
    <w:rsid w:val="005E020A"/>
    <w:rsid w:val="005E0315"/>
    <w:rsid w:val="005E10A2"/>
    <w:rsid w:val="005E18DA"/>
    <w:rsid w:val="005E2019"/>
    <w:rsid w:val="005E348A"/>
    <w:rsid w:val="005E3B16"/>
    <w:rsid w:val="005E433E"/>
    <w:rsid w:val="005E4343"/>
    <w:rsid w:val="005E5D10"/>
    <w:rsid w:val="005E63EF"/>
    <w:rsid w:val="005E6610"/>
    <w:rsid w:val="005E7050"/>
    <w:rsid w:val="005E715A"/>
    <w:rsid w:val="005F03EF"/>
    <w:rsid w:val="005F1409"/>
    <w:rsid w:val="005F2FC2"/>
    <w:rsid w:val="005F3EB4"/>
    <w:rsid w:val="005F4251"/>
    <w:rsid w:val="005F4F64"/>
    <w:rsid w:val="005F506B"/>
    <w:rsid w:val="005F5FC6"/>
    <w:rsid w:val="005F7ABB"/>
    <w:rsid w:val="005F7BE2"/>
    <w:rsid w:val="006009F7"/>
    <w:rsid w:val="00600F15"/>
    <w:rsid w:val="0060104F"/>
    <w:rsid w:val="00601DD9"/>
    <w:rsid w:val="00602612"/>
    <w:rsid w:val="00602E32"/>
    <w:rsid w:val="00602EA7"/>
    <w:rsid w:val="0060359A"/>
    <w:rsid w:val="00603A77"/>
    <w:rsid w:val="00604551"/>
    <w:rsid w:val="00605E5B"/>
    <w:rsid w:val="00605EFA"/>
    <w:rsid w:val="0060676A"/>
    <w:rsid w:val="00606EE4"/>
    <w:rsid w:val="006074AA"/>
    <w:rsid w:val="00607E83"/>
    <w:rsid w:val="00607F6C"/>
    <w:rsid w:val="00611DBC"/>
    <w:rsid w:val="00612140"/>
    <w:rsid w:val="006122F6"/>
    <w:rsid w:val="00612D93"/>
    <w:rsid w:val="006131ED"/>
    <w:rsid w:val="0061336E"/>
    <w:rsid w:val="00613F1D"/>
    <w:rsid w:val="00614038"/>
    <w:rsid w:val="00614128"/>
    <w:rsid w:val="00614517"/>
    <w:rsid w:val="006158E6"/>
    <w:rsid w:val="00616008"/>
    <w:rsid w:val="00616428"/>
    <w:rsid w:val="00616BEC"/>
    <w:rsid w:val="006170B8"/>
    <w:rsid w:val="0061771B"/>
    <w:rsid w:val="00617771"/>
    <w:rsid w:val="00620AB0"/>
    <w:rsid w:val="00620EE8"/>
    <w:rsid w:val="00621458"/>
    <w:rsid w:val="00621828"/>
    <w:rsid w:val="00621875"/>
    <w:rsid w:val="00621C36"/>
    <w:rsid w:val="006221C2"/>
    <w:rsid w:val="006225D9"/>
    <w:rsid w:val="00622F92"/>
    <w:rsid w:val="0062306E"/>
    <w:rsid w:val="00625962"/>
    <w:rsid w:val="00625C8E"/>
    <w:rsid w:val="00625F40"/>
    <w:rsid w:val="006277EB"/>
    <w:rsid w:val="00627E4E"/>
    <w:rsid w:val="006302C3"/>
    <w:rsid w:val="00630304"/>
    <w:rsid w:val="00630373"/>
    <w:rsid w:val="00630C1C"/>
    <w:rsid w:val="00631273"/>
    <w:rsid w:val="006318A7"/>
    <w:rsid w:val="00631CDB"/>
    <w:rsid w:val="00633968"/>
    <w:rsid w:val="006348FD"/>
    <w:rsid w:val="00634D57"/>
    <w:rsid w:val="00635277"/>
    <w:rsid w:val="006352E4"/>
    <w:rsid w:val="00635653"/>
    <w:rsid w:val="006357E6"/>
    <w:rsid w:val="00635F29"/>
    <w:rsid w:val="0063679A"/>
    <w:rsid w:val="00637A7E"/>
    <w:rsid w:val="00640497"/>
    <w:rsid w:val="00640560"/>
    <w:rsid w:val="006407D0"/>
    <w:rsid w:val="00640EE3"/>
    <w:rsid w:val="006413BC"/>
    <w:rsid w:val="00642689"/>
    <w:rsid w:val="00642D5E"/>
    <w:rsid w:val="00644A49"/>
    <w:rsid w:val="00645E5F"/>
    <w:rsid w:val="00647777"/>
    <w:rsid w:val="00647DB1"/>
    <w:rsid w:val="0065038D"/>
    <w:rsid w:val="00650835"/>
    <w:rsid w:val="00650F2C"/>
    <w:rsid w:val="0065195C"/>
    <w:rsid w:val="00651CD2"/>
    <w:rsid w:val="0065209D"/>
    <w:rsid w:val="00653053"/>
    <w:rsid w:val="0065497D"/>
    <w:rsid w:val="00655031"/>
    <w:rsid w:val="006562BC"/>
    <w:rsid w:val="00656791"/>
    <w:rsid w:val="00656956"/>
    <w:rsid w:val="00656C27"/>
    <w:rsid w:val="00657EF1"/>
    <w:rsid w:val="006620D9"/>
    <w:rsid w:val="00662555"/>
    <w:rsid w:val="00664390"/>
    <w:rsid w:val="006655F5"/>
    <w:rsid w:val="00666152"/>
    <w:rsid w:val="00666175"/>
    <w:rsid w:val="006673A4"/>
    <w:rsid w:val="00667972"/>
    <w:rsid w:val="00670100"/>
    <w:rsid w:val="00670622"/>
    <w:rsid w:val="00670DA1"/>
    <w:rsid w:val="006712A9"/>
    <w:rsid w:val="00671DB8"/>
    <w:rsid w:val="00672720"/>
    <w:rsid w:val="006729C5"/>
    <w:rsid w:val="00672CE8"/>
    <w:rsid w:val="0067313A"/>
    <w:rsid w:val="00673BCF"/>
    <w:rsid w:val="006742D9"/>
    <w:rsid w:val="00674CC4"/>
    <w:rsid w:val="006753FD"/>
    <w:rsid w:val="006760C6"/>
    <w:rsid w:val="00676FEB"/>
    <w:rsid w:val="006772B7"/>
    <w:rsid w:val="006775D9"/>
    <w:rsid w:val="00680309"/>
    <w:rsid w:val="0068084C"/>
    <w:rsid w:val="00680AA6"/>
    <w:rsid w:val="00681096"/>
    <w:rsid w:val="0068173D"/>
    <w:rsid w:val="00681FAD"/>
    <w:rsid w:val="00682012"/>
    <w:rsid w:val="00682387"/>
    <w:rsid w:val="0068267B"/>
    <w:rsid w:val="006840C3"/>
    <w:rsid w:val="006840E2"/>
    <w:rsid w:val="00684654"/>
    <w:rsid w:val="00684B3C"/>
    <w:rsid w:val="006850B5"/>
    <w:rsid w:val="00685825"/>
    <w:rsid w:val="00685A06"/>
    <w:rsid w:val="00686D11"/>
    <w:rsid w:val="00687341"/>
    <w:rsid w:val="00687AC2"/>
    <w:rsid w:val="00690026"/>
    <w:rsid w:val="00690FD6"/>
    <w:rsid w:val="00691BE4"/>
    <w:rsid w:val="00691D71"/>
    <w:rsid w:val="00692B5E"/>
    <w:rsid w:val="00692BDF"/>
    <w:rsid w:val="00692CAD"/>
    <w:rsid w:val="00693BBB"/>
    <w:rsid w:val="006957DE"/>
    <w:rsid w:val="006969F3"/>
    <w:rsid w:val="00697241"/>
    <w:rsid w:val="006A1D98"/>
    <w:rsid w:val="006A3A4D"/>
    <w:rsid w:val="006A3B45"/>
    <w:rsid w:val="006A4975"/>
    <w:rsid w:val="006A5263"/>
    <w:rsid w:val="006A54B6"/>
    <w:rsid w:val="006A6478"/>
    <w:rsid w:val="006A6587"/>
    <w:rsid w:val="006A7B74"/>
    <w:rsid w:val="006B017D"/>
    <w:rsid w:val="006B0B6A"/>
    <w:rsid w:val="006B0C7B"/>
    <w:rsid w:val="006B1888"/>
    <w:rsid w:val="006B1B9B"/>
    <w:rsid w:val="006B3F04"/>
    <w:rsid w:val="006B4F19"/>
    <w:rsid w:val="006B5008"/>
    <w:rsid w:val="006B5053"/>
    <w:rsid w:val="006B634C"/>
    <w:rsid w:val="006B6387"/>
    <w:rsid w:val="006B6CE9"/>
    <w:rsid w:val="006B710D"/>
    <w:rsid w:val="006C1ABD"/>
    <w:rsid w:val="006C2080"/>
    <w:rsid w:val="006C415C"/>
    <w:rsid w:val="006C458F"/>
    <w:rsid w:val="006C464F"/>
    <w:rsid w:val="006C51F2"/>
    <w:rsid w:val="006C6634"/>
    <w:rsid w:val="006C6700"/>
    <w:rsid w:val="006C74C8"/>
    <w:rsid w:val="006C75A9"/>
    <w:rsid w:val="006C7F8B"/>
    <w:rsid w:val="006D03DF"/>
    <w:rsid w:val="006D1A8B"/>
    <w:rsid w:val="006D2A7E"/>
    <w:rsid w:val="006D431D"/>
    <w:rsid w:val="006D58DF"/>
    <w:rsid w:val="006D5B4D"/>
    <w:rsid w:val="006D641D"/>
    <w:rsid w:val="006D6C3B"/>
    <w:rsid w:val="006D7153"/>
    <w:rsid w:val="006D73F7"/>
    <w:rsid w:val="006D797D"/>
    <w:rsid w:val="006E0D41"/>
    <w:rsid w:val="006E1D90"/>
    <w:rsid w:val="006E26D4"/>
    <w:rsid w:val="006E282E"/>
    <w:rsid w:val="006E2D82"/>
    <w:rsid w:val="006E2E9C"/>
    <w:rsid w:val="006E340A"/>
    <w:rsid w:val="006E3A81"/>
    <w:rsid w:val="006E4110"/>
    <w:rsid w:val="006E43F5"/>
    <w:rsid w:val="006E5659"/>
    <w:rsid w:val="006E67D7"/>
    <w:rsid w:val="006E723E"/>
    <w:rsid w:val="006E7D34"/>
    <w:rsid w:val="006F0152"/>
    <w:rsid w:val="006F030A"/>
    <w:rsid w:val="006F2429"/>
    <w:rsid w:val="006F3820"/>
    <w:rsid w:val="006F402B"/>
    <w:rsid w:val="006F42AA"/>
    <w:rsid w:val="006F4761"/>
    <w:rsid w:val="006F50BA"/>
    <w:rsid w:val="006F5BAD"/>
    <w:rsid w:val="006F6994"/>
    <w:rsid w:val="006F706A"/>
    <w:rsid w:val="006F7AF1"/>
    <w:rsid w:val="007004C9"/>
    <w:rsid w:val="00701402"/>
    <w:rsid w:val="007016A0"/>
    <w:rsid w:val="00701A2E"/>
    <w:rsid w:val="007030BA"/>
    <w:rsid w:val="007039AD"/>
    <w:rsid w:val="00703B0E"/>
    <w:rsid w:val="007055B3"/>
    <w:rsid w:val="00707DB8"/>
    <w:rsid w:val="007111B1"/>
    <w:rsid w:val="0071371E"/>
    <w:rsid w:val="0071494D"/>
    <w:rsid w:val="00715310"/>
    <w:rsid w:val="00715AA9"/>
    <w:rsid w:val="00716F75"/>
    <w:rsid w:val="007171E9"/>
    <w:rsid w:val="007175D7"/>
    <w:rsid w:val="00720488"/>
    <w:rsid w:val="007206AC"/>
    <w:rsid w:val="007211F2"/>
    <w:rsid w:val="0072168F"/>
    <w:rsid w:val="00722A04"/>
    <w:rsid w:val="00723A38"/>
    <w:rsid w:val="007244D7"/>
    <w:rsid w:val="00724AF5"/>
    <w:rsid w:val="007250C2"/>
    <w:rsid w:val="007252E5"/>
    <w:rsid w:val="007274F5"/>
    <w:rsid w:val="0073083A"/>
    <w:rsid w:val="00730C0B"/>
    <w:rsid w:val="00731D97"/>
    <w:rsid w:val="007323C1"/>
    <w:rsid w:val="007323FD"/>
    <w:rsid w:val="007332DF"/>
    <w:rsid w:val="007335DC"/>
    <w:rsid w:val="007338D0"/>
    <w:rsid w:val="007358D2"/>
    <w:rsid w:val="00735933"/>
    <w:rsid w:val="007368BF"/>
    <w:rsid w:val="00736DE7"/>
    <w:rsid w:val="007375F0"/>
    <w:rsid w:val="00740C49"/>
    <w:rsid w:val="0074190F"/>
    <w:rsid w:val="0074246D"/>
    <w:rsid w:val="00744A64"/>
    <w:rsid w:val="00745356"/>
    <w:rsid w:val="007453BA"/>
    <w:rsid w:val="0074594A"/>
    <w:rsid w:val="0074798D"/>
    <w:rsid w:val="00751CE6"/>
    <w:rsid w:val="00752DBC"/>
    <w:rsid w:val="00753AC6"/>
    <w:rsid w:val="00753E11"/>
    <w:rsid w:val="007548EC"/>
    <w:rsid w:val="007548FB"/>
    <w:rsid w:val="007563F1"/>
    <w:rsid w:val="00756BC2"/>
    <w:rsid w:val="00761105"/>
    <w:rsid w:val="00761EED"/>
    <w:rsid w:val="0076304D"/>
    <w:rsid w:val="00763771"/>
    <w:rsid w:val="00763E27"/>
    <w:rsid w:val="007642C3"/>
    <w:rsid w:val="00766004"/>
    <w:rsid w:val="0076646E"/>
    <w:rsid w:val="0076657D"/>
    <w:rsid w:val="0077059B"/>
    <w:rsid w:val="0077256B"/>
    <w:rsid w:val="00772EAB"/>
    <w:rsid w:val="007738C6"/>
    <w:rsid w:val="00773F1A"/>
    <w:rsid w:val="00774597"/>
    <w:rsid w:val="00774F70"/>
    <w:rsid w:val="007803BA"/>
    <w:rsid w:val="00780EAD"/>
    <w:rsid w:val="007810E2"/>
    <w:rsid w:val="00781BAC"/>
    <w:rsid w:val="007821A5"/>
    <w:rsid w:val="007843D7"/>
    <w:rsid w:val="00784627"/>
    <w:rsid w:val="00784B22"/>
    <w:rsid w:val="00784DCB"/>
    <w:rsid w:val="0078699D"/>
    <w:rsid w:val="00790592"/>
    <w:rsid w:val="00790662"/>
    <w:rsid w:val="00791D73"/>
    <w:rsid w:val="007923E5"/>
    <w:rsid w:val="00792EE3"/>
    <w:rsid w:val="00793AF4"/>
    <w:rsid w:val="00793D5F"/>
    <w:rsid w:val="00794D8A"/>
    <w:rsid w:val="007957A9"/>
    <w:rsid w:val="00795C3D"/>
    <w:rsid w:val="00795E77"/>
    <w:rsid w:val="00796F45"/>
    <w:rsid w:val="0079784B"/>
    <w:rsid w:val="00797E4A"/>
    <w:rsid w:val="007A0D94"/>
    <w:rsid w:val="007A23F3"/>
    <w:rsid w:val="007A38F6"/>
    <w:rsid w:val="007A4146"/>
    <w:rsid w:val="007A49E5"/>
    <w:rsid w:val="007A4C34"/>
    <w:rsid w:val="007A4D7F"/>
    <w:rsid w:val="007A7758"/>
    <w:rsid w:val="007B00B7"/>
    <w:rsid w:val="007B0D0C"/>
    <w:rsid w:val="007B1EB5"/>
    <w:rsid w:val="007B25BA"/>
    <w:rsid w:val="007B36DF"/>
    <w:rsid w:val="007B453D"/>
    <w:rsid w:val="007B4730"/>
    <w:rsid w:val="007B4C92"/>
    <w:rsid w:val="007B4F40"/>
    <w:rsid w:val="007B5ADB"/>
    <w:rsid w:val="007B5BD9"/>
    <w:rsid w:val="007B6A9E"/>
    <w:rsid w:val="007C017D"/>
    <w:rsid w:val="007C082F"/>
    <w:rsid w:val="007C09CA"/>
    <w:rsid w:val="007C11CB"/>
    <w:rsid w:val="007C178C"/>
    <w:rsid w:val="007C381F"/>
    <w:rsid w:val="007C4A5B"/>
    <w:rsid w:val="007C607C"/>
    <w:rsid w:val="007D0188"/>
    <w:rsid w:val="007D056B"/>
    <w:rsid w:val="007D0C24"/>
    <w:rsid w:val="007D0E0B"/>
    <w:rsid w:val="007D11A5"/>
    <w:rsid w:val="007D24D0"/>
    <w:rsid w:val="007D3D5D"/>
    <w:rsid w:val="007D4812"/>
    <w:rsid w:val="007D778C"/>
    <w:rsid w:val="007D7922"/>
    <w:rsid w:val="007D7B11"/>
    <w:rsid w:val="007E067A"/>
    <w:rsid w:val="007E0869"/>
    <w:rsid w:val="007E1FE9"/>
    <w:rsid w:val="007E2C05"/>
    <w:rsid w:val="007E5A7F"/>
    <w:rsid w:val="007E5A9B"/>
    <w:rsid w:val="007E5F87"/>
    <w:rsid w:val="007E6918"/>
    <w:rsid w:val="007E6D42"/>
    <w:rsid w:val="007E7A63"/>
    <w:rsid w:val="007F04F9"/>
    <w:rsid w:val="007F18ED"/>
    <w:rsid w:val="007F2596"/>
    <w:rsid w:val="007F2C51"/>
    <w:rsid w:val="007F3D50"/>
    <w:rsid w:val="007F3FEC"/>
    <w:rsid w:val="007F41A4"/>
    <w:rsid w:val="007F421C"/>
    <w:rsid w:val="007F45D4"/>
    <w:rsid w:val="007F4DE9"/>
    <w:rsid w:val="007F5380"/>
    <w:rsid w:val="007F70DC"/>
    <w:rsid w:val="007F710E"/>
    <w:rsid w:val="007F74B5"/>
    <w:rsid w:val="007F77D1"/>
    <w:rsid w:val="00800671"/>
    <w:rsid w:val="00800FD3"/>
    <w:rsid w:val="00801E79"/>
    <w:rsid w:val="008020FF"/>
    <w:rsid w:val="0080216E"/>
    <w:rsid w:val="00804C4A"/>
    <w:rsid w:val="00804CEC"/>
    <w:rsid w:val="008054E4"/>
    <w:rsid w:val="008059B7"/>
    <w:rsid w:val="00805C64"/>
    <w:rsid w:val="00810D63"/>
    <w:rsid w:val="00811957"/>
    <w:rsid w:val="00812278"/>
    <w:rsid w:val="0081353E"/>
    <w:rsid w:val="008152DC"/>
    <w:rsid w:val="00815306"/>
    <w:rsid w:val="0081542C"/>
    <w:rsid w:val="008164C2"/>
    <w:rsid w:val="00817012"/>
    <w:rsid w:val="008175B4"/>
    <w:rsid w:val="00817DC5"/>
    <w:rsid w:val="00817F3B"/>
    <w:rsid w:val="00817FB1"/>
    <w:rsid w:val="00820197"/>
    <w:rsid w:val="00821374"/>
    <w:rsid w:val="00822FF9"/>
    <w:rsid w:val="00823993"/>
    <w:rsid w:val="00823D0C"/>
    <w:rsid w:val="008242A0"/>
    <w:rsid w:val="008247B9"/>
    <w:rsid w:val="00824802"/>
    <w:rsid w:val="00824A8D"/>
    <w:rsid w:val="00825E55"/>
    <w:rsid w:val="00826046"/>
    <w:rsid w:val="00827213"/>
    <w:rsid w:val="00827FB1"/>
    <w:rsid w:val="008307F8"/>
    <w:rsid w:val="00830955"/>
    <w:rsid w:val="00833634"/>
    <w:rsid w:val="0083659B"/>
    <w:rsid w:val="008379F1"/>
    <w:rsid w:val="00840955"/>
    <w:rsid w:val="00841AD0"/>
    <w:rsid w:val="00841EFB"/>
    <w:rsid w:val="008427E6"/>
    <w:rsid w:val="00842D75"/>
    <w:rsid w:val="008435B0"/>
    <w:rsid w:val="00843E4B"/>
    <w:rsid w:val="00847166"/>
    <w:rsid w:val="008479E4"/>
    <w:rsid w:val="00850D55"/>
    <w:rsid w:val="0085123E"/>
    <w:rsid w:val="00852B6F"/>
    <w:rsid w:val="008538F6"/>
    <w:rsid w:val="00853A30"/>
    <w:rsid w:val="008548E3"/>
    <w:rsid w:val="00854AAF"/>
    <w:rsid w:val="0085558E"/>
    <w:rsid w:val="00855FD9"/>
    <w:rsid w:val="008563CA"/>
    <w:rsid w:val="008568D6"/>
    <w:rsid w:val="00856AD0"/>
    <w:rsid w:val="00862A88"/>
    <w:rsid w:val="008635CF"/>
    <w:rsid w:val="0086444B"/>
    <w:rsid w:val="0086661A"/>
    <w:rsid w:val="00867BEE"/>
    <w:rsid w:val="008701C1"/>
    <w:rsid w:val="00870DDB"/>
    <w:rsid w:val="00871EFF"/>
    <w:rsid w:val="00872D48"/>
    <w:rsid w:val="00873698"/>
    <w:rsid w:val="008749C7"/>
    <w:rsid w:val="00875002"/>
    <w:rsid w:val="00875082"/>
    <w:rsid w:val="00875387"/>
    <w:rsid w:val="008755DC"/>
    <w:rsid w:val="00875B68"/>
    <w:rsid w:val="00876C2D"/>
    <w:rsid w:val="00877317"/>
    <w:rsid w:val="0087796F"/>
    <w:rsid w:val="00881768"/>
    <w:rsid w:val="00881EEC"/>
    <w:rsid w:val="0088313C"/>
    <w:rsid w:val="008847C1"/>
    <w:rsid w:val="00884F8C"/>
    <w:rsid w:val="008857AF"/>
    <w:rsid w:val="00885C1E"/>
    <w:rsid w:val="00885ECB"/>
    <w:rsid w:val="0088687C"/>
    <w:rsid w:val="0088769E"/>
    <w:rsid w:val="008879AF"/>
    <w:rsid w:val="00887F6E"/>
    <w:rsid w:val="0089449F"/>
    <w:rsid w:val="00894B36"/>
    <w:rsid w:val="00895C82"/>
    <w:rsid w:val="00896283"/>
    <w:rsid w:val="00896801"/>
    <w:rsid w:val="008968AF"/>
    <w:rsid w:val="008A15AB"/>
    <w:rsid w:val="008A1CDE"/>
    <w:rsid w:val="008A1E4F"/>
    <w:rsid w:val="008A26CB"/>
    <w:rsid w:val="008A2BD5"/>
    <w:rsid w:val="008A39FA"/>
    <w:rsid w:val="008A437E"/>
    <w:rsid w:val="008A44AF"/>
    <w:rsid w:val="008A47FB"/>
    <w:rsid w:val="008A62C6"/>
    <w:rsid w:val="008A673F"/>
    <w:rsid w:val="008B030F"/>
    <w:rsid w:val="008B0421"/>
    <w:rsid w:val="008B14D9"/>
    <w:rsid w:val="008B174A"/>
    <w:rsid w:val="008B17F3"/>
    <w:rsid w:val="008B1874"/>
    <w:rsid w:val="008B29FD"/>
    <w:rsid w:val="008B3A76"/>
    <w:rsid w:val="008B640E"/>
    <w:rsid w:val="008B6460"/>
    <w:rsid w:val="008B68F0"/>
    <w:rsid w:val="008B6E5C"/>
    <w:rsid w:val="008B7730"/>
    <w:rsid w:val="008B7AD7"/>
    <w:rsid w:val="008B7E0A"/>
    <w:rsid w:val="008C0246"/>
    <w:rsid w:val="008C1032"/>
    <w:rsid w:val="008C31F2"/>
    <w:rsid w:val="008C432F"/>
    <w:rsid w:val="008C5F3D"/>
    <w:rsid w:val="008C6333"/>
    <w:rsid w:val="008C6392"/>
    <w:rsid w:val="008C65B8"/>
    <w:rsid w:val="008C753C"/>
    <w:rsid w:val="008C77B6"/>
    <w:rsid w:val="008C7EBF"/>
    <w:rsid w:val="008D060F"/>
    <w:rsid w:val="008D09EB"/>
    <w:rsid w:val="008D268B"/>
    <w:rsid w:val="008D32D5"/>
    <w:rsid w:val="008D3DF3"/>
    <w:rsid w:val="008D40D9"/>
    <w:rsid w:val="008D5308"/>
    <w:rsid w:val="008D64B0"/>
    <w:rsid w:val="008D66CB"/>
    <w:rsid w:val="008D6790"/>
    <w:rsid w:val="008D70E3"/>
    <w:rsid w:val="008E056C"/>
    <w:rsid w:val="008E10AC"/>
    <w:rsid w:val="008E1532"/>
    <w:rsid w:val="008E33C7"/>
    <w:rsid w:val="008E44F8"/>
    <w:rsid w:val="008E4EBA"/>
    <w:rsid w:val="008E605D"/>
    <w:rsid w:val="008E7738"/>
    <w:rsid w:val="008E7758"/>
    <w:rsid w:val="008F0E79"/>
    <w:rsid w:val="008F15C2"/>
    <w:rsid w:val="008F21A9"/>
    <w:rsid w:val="008F2DC9"/>
    <w:rsid w:val="008F3B60"/>
    <w:rsid w:val="008F3D40"/>
    <w:rsid w:val="008F4058"/>
    <w:rsid w:val="008F4345"/>
    <w:rsid w:val="008F446E"/>
    <w:rsid w:val="008F59FF"/>
    <w:rsid w:val="008F5A2F"/>
    <w:rsid w:val="008F5DFA"/>
    <w:rsid w:val="008F66B3"/>
    <w:rsid w:val="0090002A"/>
    <w:rsid w:val="009006AC"/>
    <w:rsid w:val="00901F2E"/>
    <w:rsid w:val="009024E8"/>
    <w:rsid w:val="00903159"/>
    <w:rsid w:val="00905E06"/>
    <w:rsid w:val="009063A5"/>
    <w:rsid w:val="009068DA"/>
    <w:rsid w:val="009069BC"/>
    <w:rsid w:val="00906D15"/>
    <w:rsid w:val="009070C6"/>
    <w:rsid w:val="0090762B"/>
    <w:rsid w:val="009078FB"/>
    <w:rsid w:val="00907BAD"/>
    <w:rsid w:val="009108F7"/>
    <w:rsid w:val="00911417"/>
    <w:rsid w:val="0091369E"/>
    <w:rsid w:val="0091373A"/>
    <w:rsid w:val="00914AEA"/>
    <w:rsid w:val="009167AA"/>
    <w:rsid w:val="00916B31"/>
    <w:rsid w:val="009176C4"/>
    <w:rsid w:val="00920449"/>
    <w:rsid w:val="00920971"/>
    <w:rsid w:val="00922C51"/>
    <w:rsid w:val="00924FCD"/>
    <w:rsid w:val="0092568D"/>
    <w:rsid w:val="009258FA"/>
    <w:rsid w:val="00926F1B"/>
    <w:rsid w:val="00927092"/>
    <w:rsid w:val="009279E0"/>
    <w:rsid w:val="00927E9E"/>
    <w:rsid w:val="009304AD"/>
    <w:rsid w:val="009316E1"/>
    <w:rsid w:val="00931B06"/>
    <w:rsid w:val="00931F31"/>
    <w:rsid w:val="00933F3E"/>
    <w:rsid w:val="00934F3C"/>
    <w:rsid w:val="009355DC"/>
    <w:rsid w:val="00935704"/>
    <w:rsid w:val="00935FF4"/>
    <w:rsid w:val="00936754"/>
    <w:rsid w:val="00936D6A"/>
    <w:rsid w:val="0093765C"/>
    <w:rsid w:val="009377A0"/>
    <w:rsid w:val="00940549"/>
    <w:rsid w:val="009405EB"/>
    <w:rsid w:val="00941360"/>
    <w:rsid w:val="00941D1B"/>
    <w:rsid w:val="00942947"/>
    <w:rsid w:val="00942DE2"/>
    <w:rsid w:val="00943706"/>
    <w:rsid w:val="00944B46"/>
    <w:rsid w:val="009462A9"/>
    <w:rsid w:val="0094686B"/>
    <w:rsid w:val="00946B99"/>
    <w:rsid w:val="00946E27"/>
    <w:rsid w:val="00946E36"/>
    <w:rsid w:val="00946FEC"/>
    <w:rsid w:val="0094795D"/>
    <w:rsid w:val="0095013E"/>
    <w:rsid w:val="009501CE"/>
    <w:rsid w:val="00950384"/>
    <w:rsid w:val="00950660"/>
    <w:rsid w:val="009506DA"/>
    <w:rsid w:val="009516F8"/>
    <w:rsid w:val="00952DFD"/>
    <w:rsid w:val="00953C17"/>
    <w:rsid w:val="00954B01"/>
    <w:rsid w:val="00954B32"/>
    <w:rsid w:val="009558B4"/>
    <w:rsid w:val="009568CD"/>
    <w:rsid w:val="009569D8"/>
    <w:rsid w:val="009575C3"/>
    <w:rsid w:val="009578C9"/>
    <w:rsid w:val="0096090F"/>
    <w:rsid w:val="009618EC"/>
    <w:rsid w:val="00962871"/>
    <w:rsid w:val="00963F87"/>
    <w:rsid w:val="00964FF8"/>
    <w:rsid w:val="00965004"/>
    <w:rsid w:val="00966B59"/>
    <w:rsid w:val="00966FB2"/>
    <w:rsid w:val="00966FE4"/>
    <w:rsid w:val="00967BEF"/>
    <w:rsid w:val="00967C03"/>
    <w:rsid w:val="00970A94"/>
    <w:rsid w:val="00970B69"/>
    <w:rsid w:val="00970FBB"/>
    <w:rsid w:val="009721DB"/>
    <w:rsid w:val="009729F5"/>
    <w:rsid w:val="00973D28"/>
    <w:rsid w:val="009740FB"/>
    <w:rsid w:val="009743E0"/>
    <w:rsid w:val="00974751"/>
    <w:rsid w:val="00974AF7"/>
    <w:rsid w:val="0097644F"/>
    <w:rsid w:val="0097646C"/>
    <w:rsid w:val="00976BD2"/>
    <w:rsid w:val="00977467"/>
    <w:rsid w:val="00977CBE"/>
    <w:rsid w:val="0098072F"/>
    <w:rsid w:val="00981236"/>
    <w:rsid w:val="00982967"/>
    <w:rsid w:val="009829DC"/>
    <w:rsid w:val="009835FE"/>
    <w:rsid w:val="0098402D"/>
    <w:rsid w:val="00984594"/>
    <w:rsid w:val="009849B8"/>
    <w:rsid w:val="00984F3A"/>
    <w:rsid w:val="00985D39"/>
    <w:rsid w:val="00986552"/>
    <w:rsid w:val="0098753A"/>
    <w:rsid w:val="009903C3"/>
    <w:rsid w:val="009917CA"/>
    <w:rsid w:val="00992BCB"/>
    <w:rsid w:val="00992C0E"/>
    <w:rsid w:val="009932B8"/>
    <w:rsid w:val="00993373"/>
    <w:rsid w:val="0099395E"/>
    <w:rsid w:val="00994CBB"/>
    <w:rsid w:val="00994E86"/>
    <w:rsid w:val="009A00EC"/>
    <w:rsid w:val="009A0E22"/>
    <w:rsid w:val="009A1F17"/>
    <w:rsid w:val="009A20DA"/>
    <w:rsid w:val="009A253E"/>
    <w:rsid w:val="009A35F3"/>
    <w:rsid w:val="009A37B1"/>
    <w:rsid w:val="009A4D6B"/>
    <w:rsid w:val="009A6150"/>
    <w:rsid w:val="009A6B33"/>
    <w:rsid w:val="009A705A"/>
    <w:rsid w:val="009A70A2"/>
    <w:rsid w:val="009A7E06"/>
    <w:rsid w:val="009B05DD"/>
    <w:rsid w:val="009B1237"/>
    <w:rsid w:val="009B3119"/>
    <w:rsid w:val="009B315F"/>
    <w:rsid w:val="009B3180"/>
    <w:rsid w:val="009B36F2"/>
    <w:rsid w:val="009B4BCB"/>
    <w:rsid w:val="009B4CE6"/>
    <w:rsid w:val="009B59EA"/>
    <w:rsid w:val="009C2572"/>
    <w:rsid w:val="009C3472"/>
    <w:rsid w:val="009C3A7A"/>
    <w:rsid w:val="009C42D6"/>
    <w:rsid w:val="009C44FE"/>
    <w:rsid w:val="009C4595"/>
    <w:rsid w:val="009C4B3A"/>
    <w:rsid w:val="009C5286"/>
    <w:rsid w:val="009C5F02"/>
    <w:rsid w:val="009C7AA3"/>
    <w:rsid w:val="009D113A"/>
    <w:rsid w:val="009D24CB"/>
    <w:rsid w:val="009D2738"/>
    <w:rsid w:val="009D2BBB"/>
    <w:rsid w:val="009D2CB6"/>
    <w:rsid w:val="009D39D3"/>
    <w:rsid w:val="009D403E"/>
    <w:rsid w:val="009D48FE"/>
    <w:rsid w:val="009D5F84"/>
    <w:rsid w:val="009D6650"/>
    <w:rsid w:val="009D6B41"/>
    <w:rsid w:val="009D6EF9"/>
    <w:rsid w:val="009D7531"/>
    <w:rsid w:val="009D7896"/>
    <w:rsid w:val="009D78B8"/>
    <w:rsid w:val="009E18E2"/>
    <w:rsid w:val="009E1C20"/>
    <w:rsid w:val="009E1CF7"/>
    <w:rsid w:val="009E3132"/>
    <w:rsid w:val="009E3171"/>
    <w:rsid w:val="009E3F35"/>
    <w:rsid w:val="009E478B"/>
    <w:rsid w:val="009E541C"/>
    <w:rsid w:val="009E5C05"/>
    <w:rsid w:val="009E6564"/>
    <w:rsid w:val="009E74E8"/>
    <w:rsid w:val="009E78DF"/>
    <w:rsid w:val="009F020F"/>
    <w:rsid w:val="009F028B"/>
    <w:rsid w:val="009F152D"/>
    <w:rsid w:val="009F2350"/>
    <w:rsid w:val="009F31AB"/>
    <w:rsid w:val="009F3C32"/>
    <w:rsid w:val="009F447C"/>
    <w:rsid w:val="009F4686"/>
    <w:rsid w:val="009F4888"/>
    <w:rsid w:val="009F4A15"/>
    <w:rsid w:val="009F4A8C"/>
    <w:rsid w:val="009F4E66"/>
    <w:rsid w:val="009F5D7D"/>
    <w:rsid w:val="009F61A5"/>
    <w:rsid w:val="009F6C1D"/>
    <w:rsid w:val="009F7728"/>
    <w:rsid w:val="00A014FC"/>
    <w:rsid w:val="00A01B22"/>
    <w:rsid w:val="00A02415"/>
    <w:rsid w:val="00A030A5"/>
    <w:rsid w:val="00A03A7F"/>
    <w:rsid w:val="00A04A72"/>
    <w:rsid w:val="00A069EC"/>
    <w:rsid w:val="00A07668"/>
    <w:rsid w:val="00A1035B"/>
    <w:rsid w:val="00A11475"/>
    <w:rsid w:val="00A12855"/>
    <w:rsid w:val="00A12DC3"/>
    <w:rsid w:val="00A1425F"/>
    <w:rsid w:val="00A14288"/>
    <w:rsid w:val="00A14365"/>
    <w:rsid w:val="00A1615C"/>
    <w:rsid w:val="00A163F2"/>
    <w:rsid w:val="00A168ED"/>
    <w:rsid w:val="00A16E04"/>
    <w:rsid w:val="00A17821"/>
    <w:rsid w:val="00A20525"/>
    <w:rsid w:val="00A20D1F"/>
    <w:rsid w:val="00A20EA7"/>
    <w:rsid w:val="00A211A3"/>
    <w:rsid w:val="00A216EE"/>
    <w:rsid w:val="00A21D94"/>
    <w:rsid w:val="00A22685"/>
    <w:rsid w:val="00A24136"/>
    <w:rsid w:val="00A25F0A"/>
    <w:rsid w:val="00A2686D"/>
    <w:rsid w:val="00A270B1"/>
    <w:rsid w:val="00A276DD"/>
    <w:rsid w:val="00A30195"/>
    <w:rsid w:val="00A30CAB"/>
    <w:rsid w:val="00A3147E"/>
    <w:rsid w:val="00A315B7"/>
    <w:rsid w:val="00A31F16"/>
    <w:rsid w:val="00A32B8E"/>
    <w:rsid w:val="00A33187"/>
    <w:rsid w:val="00A349B5"/>
    <w:rsid w:val="00A4034C"/>
    <w:rsid w:val="00A41282"/>
    <w:rsid w:val="00A43704"/>
    <w:rsid w:val="00A4477C"/>
    <w:rsid w:val="00A447E3"/>
    <w:rsid w:val="00A46031"/>
    <w:rsid w:val="00A46736"/>
    <w:rsid w:val="00A46BB8"/>
    <w:rsid w:val="00A472B5"/>
    <w:rsid w:val="00A47A63"/>
    <w:rsid w:val="00A50CD6"/>
    <w:rsid w:val="00A50E6A"/>
    <w:rsid w:val="00A512E1"/>
    <w:rsid w:val="00A51999"/>
    <w:rsid w:val="00A52622"/>
    <w:rsid w:val="00A530F3"/>
    <w:rsid w:val="00A54844"/>
    <w:rsid w:val="00A553DF"/>
    <w:rsid w:val="00A5659F"/>
    <w:rsid w:val="00A5675B"/>
    <w:rsid w:val="00A56922"/>
    <w:rsid w:val="00A57242"/>
    <w:rsid w:val="00A6067E"/>
    <w:rsid w:val="00A60D24"/>
    <w:rsid w:val="00A6193D"/>
    <w:rsid w:val="00A620C9"/>
    <w:rsid w:val="00A6223B"/>
    <w:rsid w:val="00A62550"/>
    <w:rsid w:val="00A62B05"/>
    <w:rsid w:val="00A63DDD"/>
    <w:rsid w:val="00A63FF5"/>
    <w:rsid w:val="00A64140"/>
    <w:rsid w:val="00A64ABE"/>
    <w:rsid w:val="00A64EFF"/>
    <w:rsid w:val="00A65C74"/>
    <w:rsid w:val="00A6606A"/>
    <w:rsid w:val="00A66A66"/>
    <w:rsid w:val="00A6750A"/>
    <w:rsid w:val="00A67615"/>
    <w:rsid w:val="00A70BFA"/>
    <w:rsid w:val="00A73DF0"/>
    <w:rsid w:val="00A73EEB"/>
    <w:rsid w:val="00A74438"/>
    <w:rsid w:val="00A74FE0"/>
    <w:rsid w:val="00A7514F"/>
    <w:rsid w:val="00A7680B"/>
    <w:rsid w:val="00A7795B"/>
    <w:rsid w:val="00A77BB7"/>
    <w:rsid w:val="00A77D3E"/>
    <w:rsid w:val="00A80CF3"/>
    <w:rsid w:val="00A80FF8"/>
    <w:rsid w:val="00A81625"/>
    <w:rsid w:val="00A81C6B"/>
    <w:rsid w:val="00A8223F"/>
    <w:rsid w:val="00A82AB8"/>
    <w:rsid w:val="00A83060"/>
    <w:rsid w:val="00A83507"/>
    <w:rsid w:val="00A83649"/>
    <w:rsid w:val="00A839B8"/>
    <w:rsid w:val="00A83EA9"/>
    <w:rsid w:val="00A84F95"/>
    <w:rsid w:val="00A850FA"/>
    <w:rsid w:val="00A857B2"/>
    <w:rsid w:val="00A85A34"/>
    <w:rsid w:val="00A86572"/>
    <w:rsid w:val="00A8710D"/>
    <w:rsid w:val="00A9030B"/>
    <w:rsid w:val="00A907C7"/>
    <w:rsid w:val="00A91129"/>
    <w:rsid w:val="00A92C4A"/>
    <w:rsid w:val="00A936DD"/>
    <w:rsid w:val="00A93AC6"/>
    <w:rsid w:val="00A93E2D"/>
    <w:rsid w:val="00A96AF5"/>
    <w:rsid w:val="00A96D33"/>
    <w:rsid w:val="00A97E0C"/>
    <w:rsid w:val="00AA01A5"/>
    <w:rsid w:val="00AA0C75"/>
    <w:rsid w:val="00AA2AFC"/>
    <w:rsid w:val="00AA2C08"/>
    <w:rsid w:val="00AA33EA"/>
    <w:rsid w:val="00AA438F"/>
    <w:rsid w:val="00AA4623"/>
    <w:rsid w:val="00AA4744"/>
    <w:rsid w:val="00AA65CB"/>
    <w:rsid w:val="00AA6C2F"/>
    <w:rsid w:val="00AA73C5"/>
    <w:rsid w:val="00AB0C68"/>
    <w:rsid w:val="00AB1C26"/>
    <w:rsid w:val="00AB25D7"/>
    <w:rsid w:val="00AB397E"/>
    <w:rsid w:val="00AB4178"/>
    <w:rsid w:val="00AB454D"/>
    <w:rsid w:val="00AB4927"/>
    <w:rsid w:val="00AB71A1"/>
    <w:rsid w:val="00AB751B"/>
    <w:rsid w:val="00AC06B7"/>
    <w:rsid w:val="00AC081E"/>
    <w:rsid w:val="00AC0F99"/>
    <w:rsid w:val="00AC1161"/>
    <w:rsid w:val="00AC1767"/>
    <w:rsid w:val="00AC1974"/>
    <w:rsid w:val="00AC1AF6"/>
    <w:rsid w:val="00AC1CE7"/>
    <w:rsid w:val="00AC2C95"/>
    <w:rsid w:val="00AC2D0C"/>
    <w:rsid w:val="00AC3F94"/>
    <w:rsid w:val="00AC51C5"/>
    <w:rsid w:val="00AC5C92"/>
    <w:rsid w:val="00AC5D62"/>
    <w:rsid w:val="00AC717F"/>
    <w:rsid w:val="00AC759F"/>
    <w:rsid w:val="00AC78D6"/>
    <w:rsid w:val="00AD0094"/>
    <w:rsid w:val="00AD0738"/>
    <w:rsid w:val="00AD1542"/>
    <w:rsid w:val="00AD1745"/>
    <w:rsid w:val="00AD208A"/>
    <w:rsid w:val="00AD21AD"/>
    <w:rsid w:val="00AD25BC"/>
    <w:rsid w:val="00AD26AD"/>
    <w:rsid w:val="00AD2ED1"/>
    <w:rsid w:val="00AD33ED"/>
    <w:rsid w:val="00AD3492"/>
    <w:rsid w:val="00AD3B1C"/>
    <w:rsid w:val="00AD4061"/>
    <w:rsid w:val="00AD42CF"/>
    <w:rsid w:val="00AD4CEA"/>
    <w:rsid w:val="00AD4E6C"/>
    <w:rsid w:val="00AD4F8A"/>
    <w:rsid w:val="00AD76F9"/>
    <w:rsid w:val="00AE0A2D"/>
    <w:rsid w:val="00AE0CD0"/>
    <w:rsid w:val="00AE18D4"/>
    <w:rsid w:val="00AE25FF"/>
    <w:rsid w:val="00AE2B98"/>
    <w:rsid w:val="00AE3685"/>
    <w:rsid w:val="00AE3D18"/>
    <w:rsid w:val="00AE4F40"/>
    <w:rsid w:val="00AE52E7"/>
    <w:rsid w:val="00AE55AF"/>
    <w:rsid w:val="00AE6393"/>
    <w:rsid w:val="00AE7A71"/>
    <w:rsid w:val="00AF0198"/>
    <w:rsid w:val="00AF1BE4"/>
    <w:rsid w:val="00AF4752"/>
    <w:rsid w:val="00AF4C61"/>
    <w:rsid w:val="00AF4D60"/>
    <w:rsid w:val="00AF5B76"/>
    <w:rsid w:val="00AF5E74"/>
    <w:rsid w:val="00B00207"/>
    <w:rsid w:val="00B01300"/>
    <w:rsid w:val="00B01EFC"/>
    <w:rsid w:val="00B022C2"/>
    <w:rsid w:val="00B0303B"/>
    <w:rsid w:val="00B035FF"/>
    <w:rsid w:val="00B03E5B"/>
    <w:rsid w:val="00B04845"/>
    <w:rsid w:val="00B050A8"/>
    <w:rsid w:val="00B05707"/>
    <w:rsid w:val="00B05A13"/>
    <w:rsid w:val="00B05C1F"/>
    <w:rsid w:val="00B06741"/>
    <w:rsid w:val="00B0679C"/>
    <w:rsid w:val="00B07006"/>
    <w:rsid w:val="00B072C2"/>
    <w:rsid w:val="00B1132F"/>
    <w:rsid w:val="00B1140C"/>
    <w:rsid w:val="00B123BC"/>
    <w:rsid w:val="00B133DA"/>
    <w:rsid w:val="00B13432"/>
    <w:rsid w:val="00B13492"/>
    <w:rsid w:val="00B13B1C"/>
    <w:rsid w:val="00B14F2D"/>
    <w:rsid w:val="00B15105"/>
    <w:rsid w:val="00B15784"/>
    <w:rsid w:val="00B16B0F"/>
    <w:rsid w:val="00B1710A"/>
    <w:rsid w:val="00B201E4"/>
    <w:rsid w:val="00B20D93"/>
    <w:rsid w:val="00B215ED"/>
    <w:rsid w:val="00B22404"/>
    <w:rsid w:val="00B22E4B"/>
    <w:rsid w:val="00B24CFF"/>
    <w:rsid w:val="00B25CC4"/>
    <w:rsid w:val="00B25E94"/>
    <w:rsid w:val="00B26AED"/>
    <w:rsid w:val="00B26BD6"/>
    <w:rsid w:val="00B27467"/>
    <w:rsid w:val="00B2764D"/>
    <w:rsid w:val="00B3035B"/>
    <w:rsid w:val="00B308DF"/>
    <w:rsid w:val="00B30B39"/>
    <w:rsid w:val="00B3189F"/>
    <w:rsid w:val="00B319EA"/>
    <w:rsid w:val="00B327D4"/>
    <w:rsid w:val="00B328B6"/>
    <w:rsid w:val="00B32A97"/>
    <w:rsid w:val="00B32BCB"/>
    <w:rsid w:val="00B335D8"/>
    <w:rsid w:val="00B35377"/>
    <w:rsid w:val="00B35599"/>
    <w:rsid w:val="00B40454"/>
    <w:rsid w:val="00B40831"/>
    <w:rsid w:val="00B408F0"/>
    <w:rsid w:val="00B4160F"/>
    <w:rsid w:val="00B42605"/>
    <w:rsid w:val="00B427C9"/>
    <w:rsid w:val="00B42C6C"/>
    <w:rsid w:val="00B43D40"/>
    <w:rsid w:val="00B44280"/>
    <w:rsid w:val="00B44529"/>
    <w:rsid w:val="00B451FA"/>
    <w:rsid w:val="00B465A5"/>
    <w:rsid w:val="00B46EA2"/>
    <w:rsid w:val="00B47C42"/>
    <w:rsid w:val="00B50032"/>
    <w:rsid w:val="00B50160"/>
    <w:rsid w:val="00B5030D"/>
    <w:rsid w:val="00B506E6"/>
    <w:rsid w:val="00B51AD4"/>
    <w:rsid w:val="00B51DD8"/>
    <w:rsid w:val="00B5479A"/>
    <w:rsid w:val="00B548C4"/>
    <w:rsid w:val="00B563ED"/>
    <w:rsid w:val="00B5732F"/>
    <w:rsid w:val="00B6039D"/>
    <w:rsid w:val="00B603A8"/>
    <w:rsid w:val="00B605EC"/>
    <w:rsid w:val="00B60A03"/>
    <w:rsid w:val="00B62275"/>
    <w:rsid w:val="00B623AD"/>
    <w:rsid w:val="00B62B55"/>
    <w:rsid w:val="00B6384B"/>
    <w:rsid w:val="00B638AC"/>
    <w:rsid w:val="00B64B0D"/>
    <w:rsid w:val="00B6516F"/>
    <w:rsid w:val="00B654EE"/>
    <w:rsid w:val="00B65AE8"/>
    <w:rsid w:val="00B65C33"/>
    <w:rsid w:val="00B65E9B"/>
    <w:rsid w:val="00B65F6D"/>
    <w:rsid w:val="00B67D29"/>
    <w:rsid w:val="00B70A18"/>
    <w:rsid w:val="00B7112B"/>
    <w:rsid w:val="00B731D5"/>
    <w:rsid w:val="00B73350"/>
    <w:rsid w:val="00B7366D"/>
    <w:rsid w:val="00B745DB"/>
    <w:rsid w:val="00B768DE"/>
    <w:rsid w:val="00B77F6A"/>
    <w:rsid w:val="00B8037A"/>
    <w:rsid w:val="00B80C5A"/>
    <w:rsid w:val="00B80E50"/>
    <w:rsid w:val="00B8253E"/>
    <w:rsid w:val="00B8339E"/>
    <w:rsid w:val="00B8345B"/>
    <w:rsid w:val="00B85C32"/>
    <w:rsid w:val="00B85D7F"/>
    <w:rsid w:val="00B86036"/>
    <w:rsid w:val="00B86258"/>
    <w:rsid w:val="00B865C1"/>
    <w:rsid w:val="00B87764"/>
    <w:rsid w:val="00B90020"/>
    <w:rsid w:val="00B90AD8"/>
    <w:rsid w:val="00B92AD2"/>
    <w:rsid w:val="00B92F3C"/>
    <w:rsid w:val="00B93D5B"/>
    <w:rsid w:val="00B94A7D"/>
    <w:rsid w:val="00B95D65"/>
    <w:rsid w:val="00B9613B"/>
    <w:rsid w:val="00BA0C8B"/>
    <w:rsid w:val="00BA0EDA"/>
    <w:rsid w:val="00BA10F9"/>
    <w:rsid w:val="00BA16CD"/>
    <w:rsid w:val="00BA16E0"/>
    <w:rsid w:val="00BA2899"/>
    <w:rsid w:val="00BA2B70"/>
    <w:rsid w:val="00BA2B78"/>
    <w:rsid w:val="00BA2D13"/>
    <w:rsid w:val="00BA42D5"/>
    <w:rsid w:val="00BA60D8"/>
    <w:rsid w:val="00BA6825"/>
    <w:rsid w:val="00BA689C"/>
    <w:rsid w:val="00BA6D46"/>
    <w:rsid w:val="00BA705F"/>
    <w:rsid w:val="00BA709D"/>
    <w:rsid w:val="00BB0001"/>
    <w:rsid w:val="00BB0AE6"/>
    <w:rsid w:val="00BB1826"/>
    <w:rsid w:val="00BB2A26"/>
    <w:rsid w:val="00BB3F19"/>
    <w:rsid w:val="00BB4EE1"/>
    <w:rsid w:val="00BB52FB"/>
    <w:rsid w:val="00BB59A1"/>
    <w:rsid w:val="00BB653E"/>
    <w:rsid w:val="00BB7D40"/>
    <w:rsid w:val="00BB7E48"/>
    <w:rsid w:val="00BC03DD"/>
    <w:rsid w:val="00BC04D4"/>
    <w:rsid w:val="00BC110E"/>
    <w:rsid w:val="00BC19F6"/>
    <w:rsid w:val="00BC2907"/>
    <w:rsid w:val="00BC3A38"/>
    <w:rsid w:val="00BC44F1"/>
    <w:rsid w:val="00BC671B"/>
    <w:rsid w:val="00BC6A75"/>
    <w:rsid w:val="00BC7404"/>
    <w:rsid w:val="00BC7926"/>
    <w:rsid w:val="00BC7F03"/>
    <w:rsid w:val="00BD13D1"/>
    <w:rsid w:val="00BD2149"/>
    <w:rsid w:val="00BD21DB"/>
    <w:rsid w:val="00BD30C5"/>
    <w:rsid w:val="00BD31DC"/>
    <w:rsid w:val="00BD3867"/>
    <w:rsid w:val="00BD4591"/>
    <w:rsid w:val="00BD49D1"/>
    <w:rsid w:val="00BD4E37"/>
    <w:rsid w:val="00BD57C9"/>
    <w:rsid w:val="00BD6463"/>
    <w:rsid w:val="00BE05B8"/>
    <w:rsid w:val="00BE0914"/>
    <w:rsid w:val="00BE0B5F"/>
    <w:rsid w:val="00BE0EB5"/>
    <w:rsid w:val="00BE1CA7"/>
    <w:rsid w:val="00BE2C65"/>
    <w:rsid w:val="00BE349C"/>
    <w:rsid w:val="00BE3DCF"/>
    <w:rsid w:val="00BE427F"/>
    <w:rsid w:val="00BE53FF"/>
    <w:rsid w:val="00BE5821"/>
    <w:rsid w:val="00BE5853"/>
    <w:rsid w:val="00BE7B44"/>
    <w:rsid w:val="00BE7BA9"/>
    <w:rsid w:val="00BF0750"/>
    <w:rsid w:val="00BF2A41"/>
    <w:rsid w:val="00BF2F73"/>
    <w:rsid w:val="00BF539F"/>
    <w:rsid w:val="00BF5817"/>
    <w:rsid w:val="00BF76C8"/>
    <w:rsid w:val="00BF7E1E"/>
    <w:rsid w:val="00C0125A"/>
    <w:rsid w:val="00C01F37"/>
    <w:rsid w:val="00C02F87"/>
    <w:rsid w:val="00C037E2"/>
    <w:rsid w:val="00C0406D"/>
    <w:rsid w:val="00C04DA9"/>
    <w:rsid w:val="00C04DCE"/>
    <w:rsid w:val="00C06502"/>
    <w:rsid w:val="00C07B85"/>
    <w:rsid w:val="00C106DC"/>
    <w:rsid w:val="00C10A3E"/>
    <w:rsid w:val="00C11076"/>
    <w:rsid w:val="00C1127A"/>
    <w:rsid w:val="00C131E1"/>
    <w:rsid w:val="00C14EF7"/>
    <w:rsid w:val="00C205C0"/>
    <w:rsid w:val="00C2092B"/>
    <w:rsid w:val="00C20B0C"/>
    <w:rsid w:val="00C2147A"/>
    <w:rsid w:val="00C21C0B"/>
    <w:rsid w:val="00C2245D"/>
    <w:rsid w:val="00C23ED4"/>
    <w:rsid w:val="00C24F02"/>
    <w:rsid w:val="00C254D1"/>
    <w:rsid w:val="00C2620F"/>
    <w:rsid w:val="00C26CE9"/>
    <w:rsid w:val="00C27AE3"/>
    <w:rsid w:val="00C3136F"/>
    <w:rsid w:val="00C32266"/>
    <w:rsid w:val="00C32B29"/>
    <w:rsid w:val="00C32C70"/>
    <w:rsid w:val="00C33806"/>
    <w:rsid w:val="00C34187"/>
    <w:rsid w:val="00C34418"/>
    <w:rsid w:val="00C35678"/>
    <w:rsid w:val="00C36E16"/>
    <w:rsid w:val="00C37745"/>
    <w:rsid w:val="00C4029D"/>
    <w:rsid w:val="00C40603"/>
    <w:rsid w:val="00C40EC4"/>
    <w:rsid w:val="00C42232"/>
    <w:rsid w:val="00C42637"/>
    <w:rsid w:val="00C4296E"/>
    <w:rsid w:val="00C4448E"/>
    <w:rsid w:val="00C454EC"/>
    <w:rsid w:val="00C45C16"/>
    <w:rsid w:val="00C471FE"/>
    <w:rsid w:val="00C474D4"/>
    <w:rsid w:val="00C50463"/>
    <w:rsid w:val="00C50932"/>
    <w:rsid w:val="00C51AED"/>
    <w:rsid w:val="00C520E6"/>
    <w:rsid w:val="00C52D24"/>
    <w:rsid w:val="00C52F28"/>
    <w:rsid w:val="00C54252"/>
    <w:rsid w:val="00C55818"/>
    <w:rsid w:val="00C55985"/>
    <w:rsid w:val="00C55AF9"/>
    <w:rsid w:val="00C55F55"/>
    <w:rsid w:val="00C56313"/>
    <w:rsid w:val="00C57168"/>
    <w:rsid w:val="00C57BE7"/>
    <w:rsid w:val="00C613F3"/>
    <w:rsid w:val="00C61A9D"/>
    <w:rsid w:val="00C63093"/>
    <w:rsid w:val="00C63BDB"/>
    <w:rsid w:val="00C63F2F"/>
    <w:rsid w:val="00C63F76"/>
    <w:rsid w:val="00C655F0"/>
    <w:rsid w:val="00C666F1"/>
    <w:rsid w:val="00C672F5"/>
    <w:rsid w:val="00C679C7"/>
    <w:rsid w:val="00C710BF"/>
    <w:rsid w:val="00C71B01"/>
    <w:rsid w:val="00C7344A"/>
    <w:rsid w:val="00C7466F"/>
    <w:rsid w:val="00C74904"/>
    <w:rsid w:val="00C749E4"/>
    <w:rsid w:val="00C74ED4"/>
    <w:rsid w:val="00C76529"/>
    <w:rsid w:val="00C77E66"/>
    <w:rsid w:val="00C80784"/>
    <w:rsid w:val="00C82E0A"/>
    <w:rsid w:val="00C84B23"/>
    <w:rsid w:val="00C8576E"/>
    <w:rsid w:val="00C8669E"/>
    <w:rsid w:val="00C866CA"/>
    <w:rsid w:val="00C87FA4"/>
    <w:rsid w:val="00C90C1A"/>
    <w:rsid w:val="00C913DD"/>
    <w:rsid w:val="00C91F2E"/>
    <w:rsid w:val="00C921E4"/>
    <w:rsid w:val="00C927A9"/>
    <w:rsid w:val="00C92AFC"/>
    <w:rsid w:val="00C9567E"/>
    <w:rsid w:val="00C95C05"/>
    <w:rsid w:val="00C95F36"/>
    <w:rsid w:val="00C96C6C"/>
    <w:rsid w:val="00C97AB3"/>
    <w:rsid w:val="00C97CF8"/>
    <w:rsid w:val="00CA017C"/>
    <w:rsid w:val="00CA0241"/>
    <w:rsid w:val="00CA0445"/>
    <w:rsid w:val="00CA061D"/>
    <w:rsid w:val="00CA0D94"/>
    <w:rsid w:val="00CA1E94"/>
    <w:rsid w:val="00CA2196"/>
    <w:rsid w:val="00CA28B8"/>
    <w:rsid w:val="00CA2ACF"/>
    <w:rsid w:val="00CA332E"/>
    <w:rsid w:val="00CA40F8"/>
    <w:rsid w:val="00CA4398"/>
    <w:rsid w:val="00CA4604"/>
    <w:rsid w:val="00CA5188"/>
    <w:rsid w:val="00CA5F31"/>
    <w:rsid w:val="00CA62B2"/>
    <w:rsid w:val="00CA63A1"/>
    <w:rsid w:val="00CA6FBB"/>
    <w:rsid w:val="00CA7068"/>
    <w:rsid w:val="00CA71AE"/>
    <w:rsid w:val="00CA7669"/>
    <w:rsid w:val="00CA7A4C"/>
    <w:rsid w:val="00CB004E"/>
    <w:rsid w:val="00CB082A"/>
    <w:rsid w:val="00CB098B"/>
    <w:rsid w:val="00CB1689"/>
    <w:rsid w:val="00CB2DB7"/>
    <w:rsid w:val="00CB359E"/>
    <w:rsid w:val="00CB383B"/>
    <w:rsid w:val="00CB3A40"/>
    <w:rsid w:val="00CB4915"/>
    <w:rsid w:val="00CB52C7"/>
    <w:rsid w:val="00CB6A77"/>
    <w:rsid w:val="00CB70AF"/>
    <w:rsid w:val="00CB730E"/>
    <w:rsid w:val="00CB7313"/>
    <w:rsid w:val="00CB782F"/>
    <w:rsid w:val="00CB7B8A"/>
    <w:rsid w:val="00CC0281"/>
    <w:rsid w:val="00CC2347"/>
    <w:rsid w:val="00CC24B0"/>
    <w:rsid w:val="00CC2779"/>
    <w:rsid w:val="00CC358A"/>
    <w:rsid w:val="00CC39B6"/>
    <w:rsid w:val="00CC46F9"/>
    <w:rsid w:val="00CC4E43"/>
    <w:rsid w:val="00CC51F5"/>
    <w:rsid w:val="00CC65E4"/>
    <w:rsid w:val="00CC688C"/>
    <w:rsid w:val="00CC7635"/>
    <w:rsid w:val="00CD0B0B"/>
    <w:rsid w:val="00CD0B0F"/>
    <w:rsid w:val="00CD2A5E"/>
    <w:rsid w:val="00CD2B0A"/>
    <w:rsid w:val="00CD2BE9"/>
    <w:rsid w:val="00CD3C7A"/>
    <w:rsid w:val="00CD3D72"/>
    <w:rsid w:val="00CD4B5A"/>
    <w:rsid w:val="00CD555A"/>
    <w:rsid w:val="00CD5805"/>
    <w:rsid w:val="00CD6AC0"/>
    <w:rsid w:val="00CD74F9"/>
    <w:rsid w:val="00CD797A"/>
    <w:rsid w:val="00CE0511"/>
    <w:rsid w:val="00CE0A47"/>
    <w:rsid w:val="00CE2765"/>
    <w:rsid w:val="00CE2BAB"/>
    <w:rsid w:val="00CE3601"/>
    <w:rsid w:val="00CE3C4E"/>
    <w:rsid w:val="00CE5B88"/>
    <w:rsid w:val="00CE6665"/>
    <w:rsid w:val="00CF0586"/>
    <w:rsid w:val="00CF1297"/>
    <w:rsid w:val="00CF129E"/>
    <w:rsid w:val="00CF136F"/>
    <w:rsid w:val="00CF13F7"/>
    <w:rsid w:val="00CF1680"/>
    <w:rsid w:val="00CF23C5"/>
    <w:rsid w:val="00CF2CB0"/>
    <w:rsid w:val="00CF3654"/>
    <w:rsid w:val="00CF429D"/>
    <w:rsid w:val="00CF549C"/>
    <w:rsid w:val="00CF5637"/>
    <w:rsid w:val="00CF5944"/>
    <w:rsid w:val="00CF6838"/>
    <w:rsid w:val="00CF6DD4"/>
    <w:rsid w:val="00D014F2"/>
    <w:rsid w:val="00D02152"/>
    <w:rsid w:val="00D03681"/>
    <w:rsid w:val="00D045A3"/>
    <w:rsid w:val="00D06197"/>
    <w:rsid w:val="00D06B56"/>
    <w:rsid w:val="00D06EE2"/>
    <w:rsid w:val="00D100BD"/>
    <w:rsid w:val="00D10517"/>
    <w:rsid w:val="00D1189F"/>
    <w:rsid w:val="00D11C93"/>
    <w:rsid w:val="00D12494"/>
    <w:rsid w:val="00D13139"/>
    <w:rsid w:val="00D139D3"/>
    <w:rsid w:val="00D13E94"/>
    <w:rsid w:val="00D13F9A"/>
    <w:rsid w:val="00D14689"/>
    <w:rsid w:val="00D156B0"/>
    <w:rsid w:val="00D16B8F"/>
    <w:rsid w:val="00D1794B"/>
    <w:rsid w:val="00D20132"/>
    <w:rsid w:val="00D2366B"/>
    <w:rsid w:val="00D23D96"/>
    <w:rsid w:val="00D23EC4"/>
    <w:rsid w:val="00D23F0B"/>
    <w:rsid w:val="00D24792"/>
    <w:rsid w:val="00D24EF4"/>
    <w:rsid w:val="00D25E45"/>
    <w:rsid w:val="00D2621F"/>
    <w:rsid w:val="00D263E2"/>
    <w:rsid w:val="00D27818"/>
    <w:rsid w:val="00D30669"/>
    <w:rsid w:val="00D3227C"/>
    <w:rsid w:val="00D32593"/>
    <w:rsid w:val="00D3273D"/>
    <w:rsid w:val="00D329BB"/>
    <w:rsid w:val="00D32DEA"/>
    <w:rsid w:val="00D336C6"/>
    <w:rsid w:val="00D339BE"/>
    <w:rsid w:val="00D34204"/>
    <w:rsid w:val="00D345EF"/>
    <w:rsid w:val="00D34EAB"/>
    <w:rsid w:val="00D3509E"/>
    <w:rsid w:val="00D359AD"/>
    <w:rsid w:val="00D35A58"/>
    <w:rsid w:val="00D3616E"/>
    <w:rsid w:val="00D362F2"/>
    <w:rsid w:val="00D3659D"/>
    <w:rsid w:val="00D36BEA"/>
    <w:rsid w:val="00D37FB7"/>
    <w:rsid w:val="00D40008"/>
    <w:rsid w:val="00D4260D"/>
    <w:rsid w:val="00D43679"/>
    <w:rsid w:val="00D437A8"/>
    <w:rsid w:val="00D44971"/>
    <w:rsid w:val="00D44E7B"/>
    <w:rsid w:val="00D44EF8"/>
    <w:rsid w:val="00D45B22"/>
    <w:rsid w:val="00D45BCB"/>
    <w:rsid w:val="00D45F63"/>
    <w:rsid w:val="00D46434"/>
    <w:rsid w:val="00D464CE"/>
    <w:rsid w:val="00D472F5"/>
    <w:rsid w:val="00D47580"/>
    <w:rsid w:val="00D47E64"/>
    <w:rsid w:val="00D50502"/>
    <w:rsid w:val="00D50A64"/>
    <w:rsid w:val="00D50D79"/>
    <w:rsid w:val="00D516EB"/>
    <w:rsid w:val="00D518DD"/>
    <w:rsid w:val="00D51E55"/>
    <w:rsid w:val="00D5207B"/>
    <w:rsid w:val="00D52255"/>
    <w:rsid w:val="00D531AA"/>
    <w:rsid w:val="00D53325"/>
    <w:rsid w:val="00D545B3"/>
    <w:rsid w:val="00D54D8B"/>
    <w:rsid w:val="00D55331"/>
    <w:rsid w:val="00D56034"/>
    <w:rsid w:val="00D5634D"/>
    <w:rsid w:val="00D60117"/>
    <w:rsid w:val="00D60871"/>
    <w:rsid w:val="00D61B9E"/>
    <w:rsid w:val="00D62893"/>
    <w:rsid w:val="00D629E2"/>
    <w:rsid w:val="00D62F22"/>
    <w:rsid w:val="00D63B2A"/>
    <w:rsid w:val="00D63B90"/>
    <w:rsid w:val="00D63D30"/>
    <w:rsid w:val="00D64204"/>
    <w:rsid w:val="00D65230"/>
    <w:rsid w:val="00D667D9"/>
    <w:rsid w:val="00D67CDF"/>
    <w:rsid w:val="00D70301"/>
    <w:rsid w:val="00D706FC"/>
    <w:rsid w:val="00D70E04"/>
    <w:rsid w:val="00D70E94"/>
    <w:rsid w:val="00D7163D"/>
    <w:rsid w:val="00D71D03"/>
    <w:rsid w:val="00D74F83"/>
    <w:rsid w:val="00D75291"/>
    <w:rsid w:val="00D766DC"/>
    <w:rsid w:val="00D7684A"/>
    <w:rsid w:val="00D76993"/>
    <w:rsid w:val="00D77D15"/>
    <w:rsid w:val="00D8025D"/>
    <w:rsid w:val="00D80398"/>
    <w:rsid w:val="00D816EF"/>
    <w:rsid w:val="00D81C43"/>
    <w:rsid w:val="00D81D3F"/>
    <w:rsid w:val="00D85EF7"/>
    <w:rsid w:val="00D86778"/>
    <w:rsid w:val="00D878F3"/>
    <w:rsid w:val="00D90E2E"/>
    <w:rsid w:val="00D90F47"/>
    <w:rsid w:val="00D916A5"/>
    <w:rsid w:val="00D918D1"/>
    <w:rsid w:val="00D924F2"/>
    <w:rsid w:val="00D928AD"/>
    <w:rsid w:val="00D92E20"/>
    <w:rsid w:val="00D92EDA"/>
    <w:rsid w:val="00D93D6C"/>
    <w:rsid w:val="00D95499"/>
    <w:rsid w:val="00D954DD"/>
    <w:rsid w:val="00D9563D"/>
    <w:rsid w:val="00D96528"/>
    <w:rsid w:val="00D96A92"/>
    <w:rsid w:val="00D97011"/>
    <w:rsid w:val="00DA00F2"/>
    <w:rsid w:val="00DA05AF"/>
    <w:rsid w:val="00DA10D4"/>
    <w:rsid w:val="00DA1C25"/>
    <w:rsid w:val="00DA24E9"/>
    <w:rsid w:val="00DA53E6"/>
    <w:rsid w:val="00DA5568"/>
    <w:rsid w:val="00DA5A4B"/>
    <w:rsid w:val="00DA61BD"/>
    <w:rsid w:val="00DA638A"/>
    <w:rsid w:val="00DA6A58"/>
    <w:rsid w:val="00DB0215"/>
    <w:rsid w:val="00DB0C67"/>
    <w:rsid w:val="00DB0F13"/>
    <w:rsid w:val="00DB20E3"/>
    <w:rsid w:val="00DB27CF"/>
    <w:rsid w:val="00DB4C38"/>
    <w:rsid w:val="00DB4D21"/>
    <w:rsid w:val="00DB5060"/>
    <w:rsid w:val="00DB57E8"/>
    <w:rsid w:val="00DB5E48"/>
    <w:rsid w:val="00DB6848"/>
    <w:rsid w:val="00DB7653"/>
    <w:rsid w:val="00DB78CA"/>
    <w:rsid w:val="00DB7C34"/>
    <w:rsid w:val="00DB7C87"/>
    <w:rsid w:val="00DB7CA0"/>
    <w:rsid w:val="00DB7EF2"/>
    <w:rsid w:val="00DC0114"/>
    <w:rsid w:val="00DC037D"/>
    <w:rsid w:val="00DC03EA"/>
    <w:rsid w:val="00DC1B5A"/>
    <w:rsid w:val="00DC1EEC"/>
    <w:rsid w:val="00DC320D"/>
    <w:rsid w:val="00DC3528"/>
    <w:rsid w:val="00DC4583"/>
    <w:rsid w:val="00DC5A9B"/>
    <w:rsid w:val="00DC5BA2"/>
    <w:rsid w:val="00DC5C0C"/>
    <w:rsid w:val="00DC617A"/>
    <w:rsid w:val="00DC6930"/>
    <w:rsid w:val="00DC78A7"/>
    <w:rsid w:val="00DD069C"/>
    <w:rsid w:val="00DD07F7"/>
    <w:rsid w:val="00DD0E78"/>
    <w:rsid w:val="00DD2794"/>
    <w:rsid w:val="00DD2B00"/>
    <w:rsid w:val="00DD30EB"/>
    <w:rsid w:val="00DD44FC"/>
    <w:rsid w:val="00DD4738"/>
    <w:rsid w:val="00DD4C69"/>
    <w:rsid w:val="00DD5AAF"/>
    <w:rsid w:val="00DD6723"/>
    <w:rsid w:val="00DD68AD"/>
    <w:rsid w:val="00DE04E5"/>
    <w:rsid w:val="00DE4C4A"/>
    <w:rsid w:val="00DE520B"/>
    <w:rsid w:val="00DE5306"/>
    <w:rsid w:val="00DE532B"/>
    <w:rsid w:val="00DE7764"/>
    <w:rsid w:val="00DE7B40"/>
    <w:rsid w:val="00DF00A5"/>
    <w:rsid w:val="00DF04DD"/>
    <w:rsid w:val="00DF0C0A"/>
    <w:rsid w:val="00DF1D09"/>
    <w:rsid w:val="00DF25DE"/>
    <w:rsid w:val="00DF2A4B"/>
    <w:rsid w:val="00DF2BB0"/>
    <w:rsid w:val="00DF3459"/>
    <w:rsid w:val="00DF3475"/>
    <w:rsid w:val="00DF363E"/>
    <w:rsid w:val="00DF4C9A"/>
    <w:rsid w:val="00DF57C5"/>
    <w:rsid w:val="00DF5A5A"/>
    <w:rsid w:val="00DF5C71"/>
    <w:rsid w:val="00DF624A"/>
    <w:rsid w:val="00DF7338"/>
    <w:rsid w:val="00E00732"/>
    <w:rsid w:val="00E01842"/>
    <w:rsid w:val="00E0580C"/>
    <w:rsid w:val="00E06241"/>
    <w:rsid w:val="00E06E15"/>
    <w:rsid w:val="00E07F27"/>
    <w:rsid w:val="00E1043E"/>
    <w:rsid w:val="00E113A3"/>
    <w:rsid w:val="00E1264F"/>
    <w:rsid w:val="00E127CD"/>
    <w:rsid w:val="00E13048"/>
    <w:rsid w:val="00E132B4"/>
    <w:rsid w:val="00E13873"/>
    <w:rsid w:val="00E13AD8"/>
    <w:rsid w:val="00E13CA9"/>
    <w:rsid w:val="00E140B9"/>
    <w:rsid w:val="00E1429D"/>
    <w:rsid w:val="00E14B4C"/>
    <w:rsid w:val="00E16B6C"/>
    <w:rsid w:val="00E1719A"/>
    <w:rsid w:val="00E17794"/>
    <w:rsid w:val="00E201FB"/>
    <w:rsid w:val="00E20D52"/>
    <w:rsid w:val="00E21633"/>
    <w:rsid w:val="00E2177E"/>
    <w:rsid w:val="00E22BC1"/>
    <w:rsid w:val="00E245E1"/>
    <w:rsid w:val="00E246A3"/>
    <w:rsid w:val="00E24794"/>
    <w:rsid w:val="00E24892"/>
    <w:rsid w:val="00E24D2F"/>
    <w:rsid w:val="00E25A66"/>
    <w:rsid w:val="00E25DA5"/>
    <w:rsid w:val="00E26BF3"/>
    <w:rsid w:val="00E26F2A"/>
    <w:rsid w:val="00E27F8C"/>
    <w:rsid w:val="00E3046F"/>
    <w:rsid w:val="00E304D2"/>
    <w:rsid w:val="00E30C0F"/>
    <w:rsid w:val="00E311DF"/>
    <w:rsid w:val="00E312A2"/>
    <w:rsid w:val="00E31728"/>
    <w:rsid w:val="00E31B04"/>
    <w:rsid w:val="00E32839"/>
    <w:rsid w:val="00E328B8"/>
    <w:rsid w:val="00E32BE0"/>
    <w:rsid w:val="00E33E28"/>
    <w:rsid w:val="00E34016"/>
    <w:rsid w:val="00E3459B"/>
    <w:rsid w:val="00E35F56"/>
    <w:rsid w:val="00E36876"/>
    <w:rsid w:val="00E36A23"/>
    <w:rsid w:val="00E37043"/>
    <w:rsid w:val="00E37684"/>
    <w:rsid w:val="00E378C1"/>
    <w:rsid w:val="00E37B3B"/>
    <w:rsid w:val="00E4181E"/>
    <w:rsid w:val="00E42194"/>
    <w:rsid w:val="00E423DC"/>
    <w:rsid w:val="00E430C6"/>
    <w:rsid w:val="00E43B64"/>
    <w:rsid w:val="00E43DA9"/>
    <w:rsid w:val="00E43F23"/>
    <w:rsid w:val="00E4504E"/>
    <w:rsid w:val="00E4536A"/>
    <w:rsid w:val="00E45501"/>
    <w:rsid w:val="00E45A91"/>
    <w:rsid w:val="00E52045"/>
    <w:rsid w:val="00E541BA"/>
    <w:rsid w:val="00E549B9"/>
    <w:rsid w:val="00E561DA"/>
    <w:rsid w:val="00E57CEE"/>
    <w:rsid w:val="00E60634"/>
    <w:rsid w:val="00E60650"/>
    <w:rsid w:val="00E608B5"/>
    <w:rsid w:val="00E62E60"/>
    <w:rsid w:val="00E6380D"/>
    <w:rsid w:val="00E6399A"/>
    <w:rsid w:val="00E63B5D"/>
    <w:rsid w:val="00E63D4F"/>
    <w:rsid w:val="00E64B7C"/>
    <w:rsid w:val="00E655FC"/>
    <w:rsid w:val="00E669D4"/>
    <w:rsid w:val="00E677ED"/>
    <w:rsid w:val="00E7247F"/>
    <w:rsid w:val="00E72FBD"/>
    <w:rsid w:val="00E73484"/>
    <w:rsid w:val="00E73BCA"/>
    <w:rsid w:val="00E73E0B"/>
    <w:rsid w:val="00E73F9E"/>
    <w:rsid w:val="00E77BDB"/>
    <w:rsid w:val="00E77DD5"/>
    <w:rsid w:val="00E8054A"/>
    <w:rsid w:val="00E8095D"/>
    <w:rsid w:val="00E82934"/>
    <w:rsid w:val="00E84D50"/>
    <w:rsid w:val="00E85033"/>
    <w:rsid w:val="00E86AB5"/>
    <w:rsid w:val="00E86F6F"/>
    <w:rsid w:val="00E87688"/>
    <w:rsid w:val="00E8788B"/>
    <w:rsid w:val="00E87F91"/>
    <w:rsid w:val="00E906C3"/>
    <w:rsid w:val="00E90F07"/>
    <w:rsid w:val="00E91849"/>
    <w:rsid w:val="00E925AA"/>
    <w:rsid w:val="00E93C6A"/>
    <w:rsid w:val="00E94B0C"/>
    <w:rsid w:val="00E9512D"/>
    <w:rsid w:val="00E96163"/>
    <w:rsid w:val="00E965F8"/>
    <w:rsid w:val="00E96E30"/>
    <w:rsid w:val="00E97031"/>
    <w:rsid w:val="00E97D22"/>
    <w:rsid w:val="00EA03D7"/>
    <w:rsid w:val="00EA049A"/>
    <w:rsid w:val="00EA0E6B"/>
    <w:rsid w:val="00EA11A6"/>
    <w:rsid w:val="00EA1AF0"/>
    <w:rsid w:val="00EA73E1"/>
    <w:rsid w:val="00EB018E"/>
    <w:rsid w:val="00EB19E8"/>
    <w:rsid w:val="00EB1BF4"/>
    <w:rsid w:val="00EB251C"/>
    <w:rsid w:val="00EB2702"/>
    <w:rsid w:val="00EB42BA"/>
    <w:rsid w:val="00EB526C"/>
    <w:rsid w:val="00EB5FB6"/>
    <w:rsid w:val="00EC0743"/>
    <w:rsid w:val="00EC07F3"/>
    <w:rsid w:val="00EC1636"/>
    <w:rsid w:val="00EC2255"/>
    <w:rsid w:val="00EC28AD"/>
    <w:rsid w:val="00EC28C8"/>
    <w:rsid w:val="00EC31FA"/>
    <w:rsid w:val="00EC3F9F"/>
    <w:rsid w:val="00EC50E8"/>
    <w:rsid w:val="00EC5415"/>
    <w:rsid w:val="00EC546B"/>
    <w:rsid w:val="00EC57F4"/>
    <w:rsid w:val="00EC62CB"/>
    <w:rsid w:val="00EC66E7"/>
    <w:rsid w:val="00EC75F5"/>
    <w:rsid w:val="00EC7A9D"/>
    <w:rsid w:val="00ED104B"/>
    <w:rsid w:val="00ED1B5B"/>
    <w:rsid w:val="00ED1EA7"/>
    <w:rsid w:val="00ED28E6"/>
    <w:rsid w:val="00ED2965"/>
    <w:rsid w:val="00ED39DB"/>
    <w:rsid w:val="00ED4578"/>
    <w:rsid w:val="00ED4BF2"/>
    <w:rsid w:val="00ED5FC0"/>
    <w:rsid w:val="00ED6259"/>
    <w:rsid w:val="00EE0E54"/>
    <w:rsid w:val="00EE1184"/>
    <w:rsid w:val="00EE163C"/>
    <w:rsid w:val="00EE2307"/>
    <w:rsid w:val="00EE28F7"/>
    <w:rsid w:val="00EE2A10"/>
    <w:rsid w:val="00EE3E0E"/>
    <w:rsid w:val="00EE4939"/>
    <w:rsid w:val="00EE4ADC"/>
    <w:rsid w:val="00EE4B11"/>
    <w:rsid w:val="00EE4C4E"/>
    <w:rsid w:val="00EE5EA2"/>
    <w:rsid w:val="00EE60AC"/>
    <w:rsid w:val="00EE77D8"/>
    <w:rsid w:val="00EF03AB"/>
    <w:rsid w:val="00EF043D"/>
    <w:rsid w:val="00EF0D36"/>
    <w:rsid w:val="00EF19AF"/>
    <w:rsid w:val="00EF2B24"/>
    <w:rsid w:val="00EF396D"/>
    <w:rsid w:val="00EF4099"/>
    <w:rsid w:val="00EF4C7D"/>
    <w:rsid w:val="00EF5242"/>
    <w:rsid w:val="00EF5313"/>
    <w:rsid w:val="00EF6ABC"/>
    <w:rsid w:val="00EF71C2"/>
    <w:rsid w:val="00EF771E"/>
    <w:rsid w:val="00EF7AA3"/>
    <w:rsid w:val="00F0004D"/>
    <w:rsid w:val="00F002F9"/>
    <w:rsid w:val="00F00D28"/>
    <w:rsid w:val="00F023D0"/>
    <w:rsid w:val="00F04DBA"/>
    <w:rsid w:val="00F04E1A"/>
    <w:rsid w:val="00F04F9C"/>
    <w:rsid w:val="00F05A5F"/>
    <w:rsid w:val="00F05C7B"/>
    <w:rsid w:val="00F06225"/>
    <w:rsid w:val="00F0655C"/>
    <w:rsid w:val="00F07242"/>
    <w:rsid w:val="00F07640"/>
    <w:rsid w:val="00F0786F"/>
    <w:rsid w:val="00F07D54"/>
    <w:rsid w:val="00F11C3F"/>
    <w:rsid w:val="00F11C9C"/>
    <w:rsid w:val="00F128B1"/>
    <w:rsid w:val="00F14C5D"/>
    <w:rsid w:val="00F15379"/>
    <w:rsid w:val="00F153FD"/>
    <w:rsid w:val="00F156C9"/>
    <w:rsid w:val="00F173D7"/>
    <w:rsid w:val="00F17F2C"/>
    <w:rsid w:val="00F20396"/>
    <w:rsid w:val="00F2074C"/>
    <w:rsid w:val="00F207B6"/>
    <w:rsid w:val="00F20C9D"/>
    <w:rsid w:val="00F21581"/>
    <w:rsid w:val="00F2219C"/>
    <w:rsid w:val="00F229B4"/>
    <w:rsid w:val="00F2335E"/>
    <w:rsid w:val="00F23DA6"/>
    <w:rsid w:val="00F23E88"/>
    <w:rsid w:val="00F24930"/>
    <w:rsid w:val="00F24B1A"/>
    <w:rsid w:val="00F255C7"/>
    <w:rsid w:val="00F2598A"/>
    <w:rsid w:val="00F25DA5"/>
    <w:rsid w:val="00F26257"/>
    <w:rsid w:val="00F268F2"/>
    <w:rsid w:val="00F27D43"/>
    <w:rsid w:val="00F30D7E"/>
    <w:rsid w:val="00F31825"/>
    <w:rsid w:val="00F32234"/>
    <w:rsid w:val="00F32A50"/>
    <w:rsid w:val="00F32E0D"/>
    <w:rsid w:val="00F33BA3"/>
    <w:rsid w:val="00F341F7"/>
    <w:rsid w:val="00F3420E"/>
    <w:rsid w:val="00F34597"/>
    <w:rsid w:val="00F345FF"/>
    <w:rsid w:val="00F36D00"/>
    <w:rsid w:val="00F371BA"/>
    <w:rsid w:val="00F372C6"/>
    <w:rsid w:val="00F372FE"/>
    <w:rsid w:val="00F374C9"/>
    <w:rsid w:val="00F377D2"/>
    <w:rsid w:val="00F409D0"/>
    <w:rsid w:val="00F40A0E"/>
    <w:rsid w:val="00F40AA4"/>
    <w:rsid w:val="00F40F8F"/>
    <w:rsid w:val="00F41036"/>
    <w:rsid w:val="00F410C2"/>
    <w:rsid w:val="00F41688"/>
    <w:rsid w:val="00F41831"/>
    <w:rsid w:val="00F4252A"/>
    <w:rsid w:val="00F42AAD"/>
    <w:rsid w:val="00F42AE0"/>
    <w:rsid w:val="00F4350F"/>
    <w:rsid w:val="00F43897"/>
    <w:rsid w:val="00F438C2"/>
    <w:rsid w:val="00F43FEF"/>
    <w:rsid w:val="00F44905"/>
    <w:rsid w:val="00F44EC9"/>
    <w:rsid w:val="00F44F13"/>
    <w:rsid w:val="00F46673"/>
    <w:rsid w:val="00F47AB4"/>
    <w:rsid w:val="00F47CFC"/>
    <w:rsid w:val="00F50E88"/>
    <w:rsid w:val="00F5118F"/>
    <w:rsid w:val="00F52210"/>
    <w:rsid w:val="00F52DBB"/>
    <w:rsid w:val="00F53142"/>
    <w:rsid w:val="00F531D0"/>
    <w:rsid w:val="00F534E0"/>
    <w:rsid w:val="00F53FE9"/>
    <w:rsid w:val="00F55463"/>
    <w:rsid w:val="00F56116"/>
    <w:rsid w:val="00F56652"/>
    <w:rsid w:val="00F56D33"/>
    <w:rsid w:val="00F577BA"/>
    <w:rsid w:val="00F61B56"/>
    <w:rsid w:val="00F626A7"/>
    <w:rsid w:val="00F6365A"/>
    <w:rsid w:val="00F64172"/>
    <w:rsid w:val="00F6417D"/>
    <w:rsid w:val="00F64639"/>
    <w:rsid w:val="00F64836"/>
    <w:rsid w:val="00F65D50"/>
    <w:rsid w:val="00F662D2"/>
    <w:rsid w:val="00F665E5"/>
    <w:rsid w:val="00F66735"/>
    <w:rsid w:val="00F678D4"/>
    <w:rsid w:val="00F7011E"/>
    <w:rsid w:val="00F70552"/>
    <w:rsid w:val="00F70F00"/>
    <w:rsid w:val="00F70F93"/>
    <w:rsid w:val="00F7164B"/>
    <w:rsid w:val="00F71D01"/>
    <w:rsid w:val="00F728CB"/>
    <w:rsid w:val="00F761E7"/>
    <w:rsid w:val="00F76B47"/>
    <w:rsid w:val="00F777E4"/>
    <w:rsid w:val="00F818B5"/>
    <w:rsid w:val="00F81AD7"/>
    <w:rsid w:val="00F81B9F"/>
    <w:rsid w:val="00F82AF3"/>
    <w:rsid w:val="00F82F12"/>
    <w:rsid w:val="00F83112"/>
    <w:rsid w:val="00F8387C"/>
    <w:rsid w:val="00F83B23"/>
    <w:rsid w:val="00F83C3F"/>
    <w:rsid w:val="00F83CF6"/>
    <w:rsid w:val="00F847C2"/>
    <w:rsid w:val="00F85715"/>
    <w:rsid w:val="00F85A6E"/>
    <w:rsid w:val="00F8661B"/>
    <w:rsid w:val="00F87738"/>
    <w:rsid w:val="00F90038"/>
    <w:rsid w:val="00F90E83"/>
    <w:rsid w:val="00F9121C"/>
    <w:rsid w:val="00F9338D"/>
    <w:rsid w:val="00F9393D"/>
    <w:rsid w:val="00F95AC3"/>
    <w:rsid w:val="00F95D53"/>
    <w:rsid w:val="00F969F8"/>
    <w:rsid w:val="00F96A03"/>
    <w:rsid w:val="00F97314"/>
    <w:rsid w:val="00FA00CA"/>
    <w:rsid w:val="00FA0323"/>
    <w:rsid w:val="00FA13F9"/>
    <w:rsid w:val="00FA1A46"/>
    <w:rsid w:val="00FA2BE4"/>
    <w:rsid w:val="00FA2C32"/>
    <w:rsid w:val="00FA3E0B"/>
    <w:rsid w:val="00FA40F1"/>
    <w:rsid w:val="00FA4214"/>
    <w:rsid w:val="00FA5B38"/>
    <w:rsid w:val="00FA63F7"/>
    <w:rsid w:val="00FA6E43"/>
    <w:rsid w:val="00FA6EED"/>
    <w:rsid w:val="00FA724D"/>
    <w:rsid w:val="00FA7AAB"/>
    <w:rsid w:val="00FA7C7E"/>
    <w:rsid w:val="00FA7DE4"/>
    <w:rsid w:val="00FB0151"/>
    <w:rsid w:val="00FB0B38"/>
    <w:rsid w:val="00FB1BB6"/>
    <w:rsid w:val="00FB1EAB"/>
    <w:rsid w:val="00FB2B69"/>
    <w:rsid w:val="00FB2B93"/>
    <w:rsid w:val="00FB2D91"/>
    <w:rsid w:val="00FB2FF8"/>
    <w:rsid w:val="00FB36B9"/>
    <w:rsid w:val="00FB3AC8"/>
    <w:rsid w:val="00FB3B42"/>
    <w:rsid w:val="00FB3E39"/>
    <w:rsid w:val="00FB4BA1"/>
    <w:rsid w:val="00FB4D1B"/>
    <w:rsid w:val="00FB5D97"/>
    <w:rsid w:val="00FB6608"/>
    <w:rsid w:val="00FB773E"/>
    <w:rsid w:val="00FB7748"/>
    <w:rsid w:val="00FB7F2F"/>
    <w:rsid w:val="00FC003F"/>
    <w:rsid w:val="00FC0058"/>
    <w:rsid w:val="00FC05C9"/>
    <w:rsid w:val="00FC0EFA"/>
    <w:rsid w:val="00FC16BE"/>
    <w:rsid w:val="00FC16F3"/>
    <w:rsid w:val="00FC1EBD"/>
    <w:rsid w:val="00FC2108"/>
    <w:rsid w:val="00FC38A8"/>
    <w:rsid w:val="00FC3A3A"/>
    <w:rsid w:val="00FC47E3"/>
    <w:rsid w:val="00FC558A"/>
    <w:rsid w:val="00FC70AC"/>
    <w:rsid w:val="00FD1AE6"/>
    <w:rsid w:val="00FD1BB1"/>
    <w:rsid w:val="00FD216B"/>
    <w:rsid w:val="00FD4068"/>
    <w:rsid w:val="00FD451A"/>
    <w:rsid w:val="00FD4593"/>
    <w:rsid w:val="00FD4A0E"/>
    <w:rsid w:val="00FD63D4"/>
    <w:rsid w:val="00FD6556"/>
    <w:rsid w:val="00FD7830"/>
    <w:rsid w:val="00FD7CB8"/>
    <w:rsid w:val="00FE0767"/>
    <w:rsid w:val="00FE12A1"/>
    <w:rsid w:val="00FE2151"/>
    <w:rsid w:val="00FE2CF9"/>
    <w:rsid w:val="00FE345F"/>
    <w:rsid w:val="00FE3962"/>
    <w:rsid w:val="00FE3E40"/>
    <w:rsid w:val="00FE4204"/>
    <w:rsid w:val="00FE42B8"/>
    <w:rsid w:val="00FE5007"/>
    <w:rsid w:val="00FE58CB"/>
    <w:rsid w:val="00FE6FE5"/>
    <w:rsid w:val="00FE7574"/>
    <w:rsid w:val="00FF0D8B"/>
    <w:rsid w:val="00FF1FF2"/>
    <w:rsid w:val="00FF230C"/>
    <w:rsid w:val="00FF2BAF"/>
    <w:rsid w:val="00FF2C2F"/>
    <w:rsid w:val="00FF2D89"/>
    <w:rsid w:val="00FF359A"/>
    <w:rsid w:val="00FF3FAF"/>
    <w:rsid w:val="00FF46DC"/>
    <w:rsid w:val="00FF4B09"/>
    <w:rsid w:val="00FF5455"/>
    <w:rsid w:val="00FF754C"/>
    <w:rsid w:val="00FF7AEB"/>
    <w:rsid w:val="017DAE98"/>
    <w:rsid w:val="01865FAE"/>
    <w:rsid w:val="02455D51"/>
    <w:rsid w:val="04A2350C"/>
    <w:rsid w:val="06EE0061"/>
    <w:rsid w:val="07982AAF"/>
    <w:rsid w:val="084B670F"/>
    <w:rsid w:val="0A25A123"/>
    <w:rsid w:val="0B1987FF"/>
    <w:rsid w:val="0B663F7D"/>
    <w:rsid w:val="10F95AE7"/>
    <w:rsid w:val="138AD74F"/>
    <w:rsid w:val="15549621"/>
    <w:rsid w:val="15C35ECB"/>
    <w:rsid w:val="16DDA344"/>
    <w:rsid w:val="178C7E72"/>
    <w:rsid w:val="19674CDD"/>
    <w:rsid w:val="1BF1B641"/>
    <w:rsid w:val="1CBE03DB"/>
    <w:rsid w:val="1DEE5BD9"/>
    <w:rsid w:val="1E632908"/>
    <w:rsid w:val="25A246CC"/>
    <w:rsid w:val="264BB9A0"/>
    <w:rsid w:val="26F1946F"/>
    <w:rsid w:val="2885E47C"/>
    <w:rsid w:val="2A335556"/>
    <w:rsid w:val="2AACB30C"/>
    <w:rsid w:val="2B9D7B5E"/>
    <w:rsid w:val="2C017D9F"/>
    <w:rsid w:val="2D3D2AFC"/>
    <w:rsid w:val="30D48209"/>
    <w:rsid w:val="361EB6A3"/>
    <w:rsid w:val="362261EB"/>
    <w:rsid w:val="372435B7"/>
    <w:rsid w:val="38CACC30"/>
    <w:rsid w:val="396295A1"/>
    <w:rsid w:val="3D5E2EFD"/>
    <w:rsid w:val="3F45DADC"/>
    <w:rsid w:val="40258DA4"/>
    <w:rsid w:val="40924730"/>
    <w:rsid w:val="41FC1079"/>
    <w:rsid w:val="453914CA"/>
    <w:rsid w:val="45FF7DF3"/>
    <w:rsid w:val="4B2E8FA8"/>
    <w:rsid w:val="4BFD7F4B"/>
    <w:rsid w:val="4CF3F1FD"/>
    <w:rsid w:val="4E7E8846"/>
    <w:rsid w:val="50E64063"/>
    <w:rsid w:val="51B48225"/>
    <w:rsid w:val="52C5D8C3"/>
    <w:rsid w:val="56FF75DB"/>
    <w:rsid w:val="59A9BF55"/>
    <w:rsid w:val="5A082CF9"/>
    <w:rsid w:val="5ABD2E4A"/>
    <w:rsid w:val="5AFE4CD1"/>
    <w:rsid w:val="5CD00459"/>
    <w:rsid w:val="5DB5A09E"/>
    <w:rsid w:val="5EF00021"/>
    <w:rsid w:val="5EF0ECC3"/>
    <w:rsid w:val="5F0EB6B7"/>
    <w:rsid w:val="5F6965E1"/>
    <w:rsid w:val="61422F02"/>
    <w:rsid w:val="617AF5C1"/>
    <w:rsid w:val="622C9C1C"/>
    <w:rsid w:val="62E660F8"/>
    <w:rsid w:val="64B01B92"/>
    <w:rsid w:val="66D0EC66"/>
    <w:rsid w:val="6A01970C"/>
    <w:rsid w:val="6A070984"/>
    <w:rsid w:val="6BA715E3"/>
    <w:rsid w:val="6BC07A18"/>
    <w:rsid w:val="6BC71507"/>
    <w:rsid w:val="6E8165DE"/>
    <w:rsid w:val="6F0D3BEA"/>
    <w:rsid w:val="6F8E007C"/>
    <w:rsid w:val="6F95CC46"/>
    <w:rsid w:val="7105C8D6"/>
    <w:rsid w:val="7461719F"/>
    <w:rsid w:val="76912EDD"/>
    <w:rsid w:val="7722B24D"/>
    <w:rsid w:val="77BDE15D"/>
    <w:rsid w:val="78E2230F"/>
    <w:rsid w:val="78F336A8"/>
    <w:rsid w:val="797ED0EC"/>
    <w:rsid w:val="7A6CE71C"/>
    <w:rsid w:val="7B792569"/>
    <w:rsid w:val="7C4FF437"/>
    <w:rsid w:val="7E32F387"/>
    <w:rsid w:val="7EC06CD9"/>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1DDF35"/>
  <w15:docId w15:val="{5826F616-76BB-472F-81F5-372975356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63A5"/>
  </w:style>
  <w:style w:type="paragraph" w:styleId="berschrift5">
    <w:name w:val="heading 5"/>
    <w:basedOn w:val="Standard"/>
    <w:link w:val="berschrift5Zchn"/>
    <w:uiPriority w:val="9"/>
    <w:qFormat/>
    <w:rsid w:val="007C607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customStyle="1" w:styleId="berschrift5Zchn">
    <w:name w:val="Überschrift 5 Zchn"/>
    <w:basedOn w:val="Absatz-Standardschriftart"/>
    <w:link w:val="berschrift5"/>
    <w:uiPriority w:val="9"/>
    <w:rsid w:val="007C607C"/>
    <w:rPr>
      <w:rFonts w:ascii="Times New Roman" w:eastAsia="Times New Roman" w:hAnsi="Times New Roman" w:cs="Times New Roman"/>
      <w:b/>
      <w:bCs/>
      <w:sz w:val="20"/>
      <w:szCs w:val="20"/>
    </w:rPr>
  </w:style>
  <w:style w:type="paragraph" w:styleId="StandardWeb">
    <w:name w:val="Normal (Web)"/>
    <w:basedOn w:val="Standard"/>
    <w:uiPriority w:val="99"/>
    <w:semiHidden/>
    <w:unhideWhenUsed/>
    <w:rsid w:val="007C60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Standard"/>
    <w:rsid w:val="00A161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Absatz-Standardschriftart"/>
    <w:rsid w:val="00A1615C"/>
    <w:rPr>
      <w:rFonts w:ascii="Segoe UI" w:hAnsi="Segoe UI" w:cs="Segoe UI" w:hint="default"/>
      <w:sz w:val="18"/>
      <w:szCs w:val="18"/>
    </w:rPr>
  </w:style>
  <w:style w:type="character" w:customStyle="1" w:styleId="ui-provider">
    <w:name w:val="ui-provider"/>
    <w:basedOn w:val="Absatz-Standardschriftart"/>
    <w:rsid w:val="00FB2D91"/>
  </w:style>
  <w:style w:type="character" w:customStyle="1" w:styleId="normaltextrun">
    <w:name w:val="normaltextrun"/>
    <w:basedOn w:val="Absatz-Standardschriftart"/>
    <w:rsid w:val="005F2FC2"/>
  </w:style>
  <w:style w:type="character" w:styleId="Hervorhebung">
    <w:name w:val="Emphasis"/>
    <w:basedOn w:val="Absatz-Standardschriftart"/>
    <w:uiPriority w:val="20"/>
    <w:qFormat/>
    <w:rsid w:val="006E72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 w:id="1706953057">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134300162">
      <w:bodyDiv w:val="1"/>
      <w:marLeft w:val="0"/>
      <w:marRight w:val="0"/>
      <w:marTop w:val="0"/>
      <w:marBottom w:val="0"/>
      <w:divBdr>
        <w:top w:val="none" w:sz="0" w:space="0" w:color="auto"/>
        <w:left w:val="none" w:sz="0" w:space="0" w:color="auto"/>
        <w:bottom w:val="none" w:sz="0" w:space="0" w:color="auto"/>
        <w:right w:val="none" w:sz="0" w:space="0" w:color="auto"/>
      </w:divBdr>
    </w:div>
    <w:div w:id="1272401095">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479835525">
      <w:bodyDiv w:val="1"/>
      <w:marLeft w:val="0"/>
      <w:marRight w:val="0"/>
      <w:marTop w:val="0"/>
      <w:marBottom w:val="0"/>
      <w:divBdr>
        <w:top w:val="none" w:sz="0" w:space="0" w:color="auto"/>
        <w:left w:val="none" w:sz="0" w:space="0" w:color="auto"/>
        <w:bottom w:val="none" w:sz="0" w:space="0" w:color="auto"/>
        <w:right w:val="none" w:sz="0" w:space="0" w:color="auto"/>
      </w:divBdr>
      <w:divsChild>
        <w:div w:id="237595020">
          <w:marLeft w:val="0"/>
          <w:marRight w:val="0"/>
          <w:marTop w:val="0"/>
          <w:marBottom w:val="0"/>
          <w:divBdr>
            <w:top w:val="none" w:sz="0" w:space="0" w:color="auto"/>
            <w:left w:val="none" w:sz="0" w:space="0" w:color="auto"/>
            <w:bottom w:val="none" w:sz="0" w:space="0" w:color="auto"/>
            <w:right w:val="none" w:sz="0" w:space="0" w:color="auto"/>
          </w:divBdr>
          <w:divsChild>
            <w:div w:id="924731607">
              <w:marLeft w:val="0"/>
              <w:marRight w:val="0"/>
              <w:marTop w:val="0"/>
              <w:marBottom w:val="0"/>
              <w:divBdr>
                <w:top w:val="none" w:sz="0" w:space="0" w:color="auto"/>
                <w:left w:val="none" w:sz="0" w:space="0" w:color="auto"/>
                <w:bottom w:val="none" w:sz="0" w:space="0" w:color="auto"/>
                <w:right w:val="none" w:sz="0" w:space="0" w:color="auto"/>
              </w:divBdr>
              <w:divsChild>
                <w:div w:id="1451045389">
                  <w:marLeft w:val="288"/>
                  <w:marRight w:val="288"/>
                  <w:marTop w:val="0"/>
                  <w:marBottom w:val="0"/>
                  <w:divBdr>
                    <w:top w:val="none" w:sz="0" w:space="0" w:color="auto"/>
                    <w:left w:val="none" w:sz="0" w:space="0" w:color="auto"/>
                    <w:bottom w:val="none" w:sz="0" w:space="0" w:color="auto"/>
                    <w:right w:val="none" w:sz="0" w:space="0" w:color="auto"/>
                  </w:divBdr>
                </w:div>
              </w:divsChild>
            </w:div>
          </w:divsChild>
        </w:div>
        <w:div w:id="968320610">
          <w:marLeft w:val="0"/>
          <w:marRight w:val="0"/>
          <w:marTop w:val="0"/>
          <w:marBottom w:val="0"/>
          <w:divBdr>
            <w:top w:val="none" w:sz="0" w:space="0" w:color="auto"/>
            <w:left w:val="none" w:sz="0" w:space="0" w:color="auto"/>
            <w:bottom w:val="none" w:sz="0" w:space="0" w:color="auto"/>
            <w:right w:val="none" w:sz="0" w:space="0" w:color="auto"/>
          </w:divBdr>
          <w:divsChild>
            <w:div w:id="1949578182">
              <w:marLeft w:val="0"/>
              <w:marRight w:val="0"/>
              <w:marTop w:val="0"/>
              <w:marBottom w:val="0"/>
              <w:divBdr>
                <w:top w:val="none" w:sz="0" w:space="0" w:color="auto"/>
                <w:left w:val="none" w:sz="0" w:space="0" w:color="auto"/>
                <w:bottom w:val="none" w:sz="0" w:space="0" w:color="auto"/>
                <w:right w:val="none" w:sz="0" w:space="0" w:color="auto"/>
              </w:divBdr>
              <w:divsChild>
                <w:div w:id="180515877">
                  <w:marLeft w:val="2210"/>
                  <w:marRight w:val="288"/>
                  <w:marTop w:val="0"/>
                  <w:marBottom w:val="0"/>
                  <w:divBdr>
                    <w:top w:val="none" w:sz="0" w:space="0" w:color="auto"/>
                    <w:left w:val="none" w:sz="0" w:space="0" w:color="auto"/>
                    <w:bottom w:val="none" w:sz="0" w:space="0" w:color="auto"/>
                    <w:right w:val="none" w:sz="0" w:space="0" w:color="auto"/>
                  </w:divBdr>
                </w:div>
                <w:div w:id="178488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614508756">
      <w:bodyDiv w:val="1"/>
      <w:marLeft w:val="0"/>
      <w:marRight w:val="0"/>
      <w:marTop w:val="0"/>
      <w:marBottom w:val="0"/>
      <w:divBdr>
        <w:top w:val="none" w:sz="0" w:space="0" w:color="auto"/>
        <w:left w:val="none" w:sz="0" w:space="0" w:color="auto"/>
        <w:bottom w:val="none" w:sz="0" w:space="0" w:color="auto"/>
        <w:right w:val="none" w:sz="0" w:space="0" w:color="auto"/>
      </w:divBdr>
    </w:div>
    <w:div w:id="1722293023">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001301804">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presse@abus.de"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abus.de" TargetMode="External"/><Relationship Id="rId5" Type="http://schemas.openxmlformats.org/officeDocument/2006/relationships/numbering" Target="numbering.xml"/><Relationship Id="rId15" Type="http://schemas.microsoft.com/office/2007/relationships/hdphoto" Target="media/hdphoto1.wdp"/><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f2d5830-d394-4c0c-bd63-230e1514d342" xsi:nil="true"/>
    <lcf76f155ced4ddcb4097134ff3c332f xmlns="bca8d540-1d21-4478-b192-ddfe3d245aad">
      <Terms xmlns="http://schemas.microsoft.com/office/infopath/2007/PartnerControls"/>
    </lcf76f155ced4ddcb4097134ff3c332f>
    <Personen xmlns="bca8d540-1d21-4478-b192-ddfe3d245aad">
      <UserInfo>
        <DisplayName/>
        <AccountId xsi:nil="true"/>
        <AccountType/>
      </UserInfo>
    </Personen>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7DAA8E0851C1498B4177FE9B698783" ma:contentTypeVersion="16" ma:contentTypeDescription="Ein neues Dokument erstellen." ma:contentTypeScope="" ma:versionID="c9f1ee3fbed292aa25fb4024a6485567">
  <xsd:schema xmlns:xsd="http://www.w3.org/2001/XMLSchema" xmlns:xs="http://www.w3.org/2001/XMLSchema" xmlns:p="http://schemas.microsoft.com/office/2006/metadata/properties" xmlns:ns2="0f2d5830-d394-4c0c-bd63-230e1514d342" xmlns:ns3="bca8d540-1d21-4478-b192-ddfe3d245aad" targetNamespace="http://schemas.microsoft.com/office/2006/metadata/properties" ma:root="true" ma:fieldsID="798d1237294c0b49cbfc9b1e0c80c652" ns2:_="" ns3:_="">
    <xsd:import namespace="0f2d5830-d394-4c0c-bd63-230e1514d342"/>
    <xsd:import namespace="bca8d540-1d21-4478-b192-ddfe3d245a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Person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2d5830-d394-4c0c-bd63-230e1514d34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b6e6d5da-5cdb-43d4-9f06-43e7154b2da5}" ma:internalName="TaxCatchAll" ma:showField="CatchAllData" ma:web="0f2d5830-d394-4c0c-bd63-230e1514d3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a8d540-1d21-4478-b192-ddfe3d245a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Personen" ma:index="21" nillable="true" ma:displayName="Personen" ma:format="Dropdown" ma:list="UserInfo" ma:SharePointGroup="0" ma:internalName="Persone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customXml/itemProps2.xml><?xml version="1.0" encoding="utf-8"?>
<ds:datastoreItem xmlns:ds="http://schemas.openxmlformats.org/officeDocument/2006/customXml" ds:itemID="{4C82F54A-F9FE-49FD-AB94-098AC65A517B}">
  <ds:schemaRefs>
    <ds:schemaRef ds:uri="http://schemas.microsoft.com/office/2006/metadata/properties"/>
    <ds:schemaRef ds:uri="http://schemas.microsoft.com/office/infopath/2007/PartnerControls"/>
    <ds:schemaRef ds:uri="0f2d5830-d394-4c0c-bd63-230e1514d342"/>
    <ds:schemaRef ds:uri="bca8d540-1d21-4478-b192-ddfe3d245aad"/>
  </ds:schemaRefs>
</ds:datastoreItem>
</file>

<file path=customXml/itemProps3.xml><?xml version="1.0" encoding="utf-8"?>
<ds:datastoreItem xmlns:ds="http://schemas.openxmlformats.org/officeDocument/2006/customXml" ds:itemID="{9161D8D8-2448-4107-A64B-4F0FDAECA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2d5830-d394-4c0c-bd63-230e1514d342"/>
    <ds:schemaRef ds:uri="bca8d540-1d21-4478-b192-ddfe3d245a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86436C-D07D-4FD4-87A3-4071185306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ASC-Pressemitteilung-Master.dotx</Template>
  <TotalTime>0</TotalTime>
  <Pages>6</Pages>
  <Words>869</Words>
  <Characters>5480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Lauw, Florian</dc:creator>
  <cp:keywords/>
  <cp:lastModifiedBy>Michael Bräuer</cp:lastModifiedBy>
  <cp:revision>5</cp:revision>
  <cp:lastPrinted>2021-07-26T07:38:00Z</cp:lastPrinted>
  <dcterms:created xsi:type="dcterms:W3CDTF">2024-09-30T08:52:00Z</dcterms:created>
  <dcterms:modified xsi:type="dcterms:W3CDTF">2024-10-11T06:10:00Z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0x010100057DAA8E0851C1498B4177FE9B698783</vt:lpwstr>
  </property>
  <property fmtid="{D5CDD505-2E9C-101B-9397-08002B2CF9AE}" pid="3" name="MediaServiceImageTags">
    <vt:lpwstr/>
  </property>
</Properties>
</file>