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89AD" w14:textId="32438F68" w:rsidR="00C2620F" w:rsidRPr="008C43FF" w:rsidRDefault="00C2620F" w:rsidP="00171A35">
      <w:pPr>
        <w:widowControl w:val="0"/>
        <w:spacing w:after="240" w:line="360" w:lineRule="atLeast"/>
        <w:ind w:right="1880"/>
        <w:jc w:val="both"/>
        <w:outlineLvl w:val="0"/>
        <w:rPr>
          <w:rFonts w:ascii="Arial" w:hAnsi="Arial" w:cs="Arial"/>
          <w:sz w:val="20"/>
          <w:szCs w:val="20"/>
        </w:rPr>
      </w:pPr>
      <w:r w:rsidRPr="002E06C9">
        <w:rPr>
          <w:rFonts w:ascii="Arial" w:hAnsi="Arial" w:cs="Arial"/>
          <w:sz w:val="20"/>
          <w:szCs w:val="20"/>
        </w:rPr>
        <w:t>Seite 1/</w:t>
      </w:r>
      <w:r w:rsidR="00B9467D">
        <w:rPr>
          <w:rFonts w:ascii="Arial" w:hAnsi="Arial" w:cs="Arial"/>
          <w:sz w:val="20"/>
          <w:szCs w:val="20"/>
        </w:rPr>
        <w:t>4</w:t>
      </w:r>
    </w:p>
    <w:p w14:paraId="6A185F8E" w14:textId="59C74B5F" w:rsidR="00D3616E" w:rsidRPr="00EF7015" w:rsidRDefault="00901F2E" w:rsidP="009621F5">
      <w:pPr>
        <w:spacing w:after="240" w:line="360" w:lineRule="atLeast"/>
        <w:rPr>
          <w:rFonts w:ascii="Arial" w:hAnsi="Arial" w:cs="Arial"/>
          <w:b/>
          <w:bCs/>
          <w:sz w:val="28"/>
          <w:szCs w:val="28"/>
        </w:rPr>
      </w:pPr>
      <w:r w:rsidRPr="00EF7015">
        <w:rPr>
          <w:rFonts w:ascii="Arial" w:hAnsi="Arial" w:cs="Arial"/>
          <w:b/>
          <w:bCs/>
          <w:noProof/>
          <w:sz w:val="28"/>
          <w:szCs w:val="28"/>
        </w:rPr>
        <mc:AlternateContent>
          <mc:Choice Requires="wps">
            <w:drawing>
              <wp:anchor distT="0" distB="0" distL="114300" distR="114300" simplePos="0" relativeHeight="251657216" behindDoc="0" locked="0" layoutInCell="1" allowOverlap="1" wp14:anchorId="735127A7" wp14:editId="245C50A0">
                <wp:simplePos x="0" y="0"/>
                <wp:positionH relativeFrom="column">
                  <wp:posOffset>5229225</wp:posOffset>
                </wp:positionH>
                <wp:positionV relativeFrom="page">
                  <wp:posOffset>3037205</wp:posOffset>
                </wp:positionV>
                <wp:extent cx="1397000" cy="228600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000000"/>
                              </a:solidFill>
                              <a:miter lim="800000"/>
                              <a:headEnd/>
                              <a:tailEnd/>
                            </a14:hiddenLine>
                          </a:ext>
                        </a:extLst>
                      </wps:spPr>
                      <wps:txb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000000" w:rsidP="00901F2E">
                            <w:pPr>
                              <w:autoSpaceDE w:val="0"/>
                              <w:autoSpaceDN w:val="0"/>
                              <w:adjustRightInd w:val="0"/>
                              <w:spacing w:after="0" w:line="240" w:lineRule="auto"/>
                              <w:rPr>
                                <w:rFonts w:ascii="Arial" w:hAnsi="Arial" w:cs="Arial"/>
                                <w:color w:val="5A5A5A"/>
                                <w:sz w:val="13"/>
                                <w:szCs w:val="13"/>
                                <w:lang w:val="en-US"/>
                              </w:rPr>
                            </w:pPr>
                            <w:hyperlink r:id="rId11" w:history="1">
                              <w:r w:rsidR="00901F2E"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127A7" id="_x0000_t202" coordsize="21600,21600" o:spt="202" path="m,l,21600r21600,l21600,xe">
                <v:stroke joinstyle="miter"/>
                <v:path gradientshapeok="t" o:connecttype="rect"/>
              </v:shapetype>
              <v:shape id="Textfeld 1" o:spid="_x0000_s1026" type="#_x0000_t202" style="position:absolute;margin-left:411.75pt;margin-top:239.15pt;width:110pt;height:18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" filled="f" stroked="f">
                <v:textbo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000000" w:rsidP="00901F2E">
                      <w:pPr>
                        <w:autoSpaceDE w:val="0"/>
                        <w:autoSpaceDN w:val="0"/>
                        <w:adjustRightInd w:val="0"/>
                        <w:spacing w:after="0" w:line="240" w:lineRule="auto"/>
                        <w:rPr>
                          <w:rFonts w:ascii="Arial" w:hAnsi="Arial" w:cs="Arial"/>
                          <w:color w:val="5A5A5A"/>
                          <w:sz w:val="13"/>
                          <w:szCs w:val="13"/>
                          <w:lang w:val="en-US"/>
                        </w:rPr>
                      </w:pPr>
                      <w:hyperlink r:id="rId12" w:history="1">
                        <w:r w:rsidR="00901F2E"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v:textbox>
                <w10:wrap anchory="page"/>
              </v:shape>
            </w:pict>
          </mc:Fallback>
        </mc:AlternateContent>
      </w:r>
      <w:r w:rsidR="00071401">
        <w:rPr>
          <w:rFonts w:ascii="Arial" w:hAnsi="Arial" w:cs="Arial"/>
          <w:b/>
          <w:bCs/>
          <w:noProof/>
          <w:sz w:val="28"/>
          <w:szCs w:val="28"/>
        </w:rPr>
        <w:t>Trainer aus Leidenschaft</w:t>
      </w:r>
    </w:p>
    <w:p w14:paraId="7453162D" w14:textId="77777777" w:rsidR="00E72D51" w:rsidRDefault="00E72D51" w:rsidP="009621F5">
      <w:pPr>
        <w:widowControl w:val="0"/>
        <w:spacing w:after="240" w:line="360" w:lineRule="atLeast"/>
        <w:ind w:right="1880"/>
        <w:jc w:val="both"/>
        <w:rPr>
          <w:rFonts w:ascii="Arial" w:hAnsi="Arial" w:cs="Arial"/>
          <w:b/>
          <w:bCs/>
          <w:sz w:val="20"/>
          <w:szCs w:val="20"/>
        </w:rPr>
      </w:pPr>
      <w:r w:rsidRPr="00E72D51">
        <w:rPr>
          <w:rFonts w:ascii="Arial" w:hAnsi="Arial" w:cs="Arial"/>
          <w:b/>
          <w:bCs/>
          <w:sz w:val="20"/>
          <w:szCs w:val="20"/>
        </w:rPr>
        <w:t xml:space="preserve">Ob im Gespräch, auf der Bühne oder vor der Kamera: Als Teil der </w:t>
      </w:r>
      <w:proofErr w:type="gramStart"/>
      <w:r w:rsidRPr="00E72D51">
        <w:rPr>
          <w:rFonts w:ascii="Arial" w:hAnsi="Arial" w:cs="Arial"/>
          <w:b/>
          <w:bCs/>
          <w:sz w:val="20"/>
          <w:szCs w:val="20"/>
        </w:rPr>
        <w:t>ABUS Akademie</w:t>
      </w:r>
      <w:proofErr w:type="gramEnd"/>
      <w:r w:rsidRPr="00E72D51">
        <w:rPr>
          <w:rFonts w:ascii="Arial" w:hAnsi="Arial" w:cs="Arial"/>
          <w:b/>
          <w:bCs/>
          <w:sz w:val="20"/>
          <w:szCs w:val="20"/>
        </w:rPr>
        <w:t xml:space="preserve"> begeistert Axel Patzer seit Jahrzehnten seine Zuhörer und verwandelt die Produktwelt in seinen unterhaltsamen Präsentationen in ein greifbares Erlebnis.</w:t>
      </w:r>
    </w:p>
    <w:p w14:paraId="3058CF17" w14:textId="073C1C19" w:rsidR="00E72D51" w:rsidRPr="00E72D51" w:rsidRDefault="00D3616E" w:rsidP="00E72D51">
      <w:pPr>
        <w:widowControl w:val="0"/>
        <w:spacing w:after="240" w:line="360" w:lineRule="atLeast"/>
        <w:ind w:right="1880"/>
        <w:jc w:val="both"/>
        <w:rPr>
          <w:rFonts w:ascii="Arial" w:hAnsi="Arial" w:cs="Arial"/>
          <w:sz w:val="20"/>
          <w:szCs w:val="20"/>
        </w:rPr>
      </w:pPr>
      <w:r w:rsidRPr="6BC71507">
        <w:rPr>
          <w:rFonts w:ascii="Arial" w:hAnsi="Arial" w:cs="Arial"/>
          <w:sz w:val="20"/>
          <w:szCs w:val="20"/>
        </w:rPr>
        <w:t xml:space="preserve">Wetter/Ruhr – </w:t>
      </w:r>
      <w:r w:rsidR="00E72D51">
        <w:rPr>
          <w:rFonts w:ascii="Arial" w:hAnsi="Arial" w:cs="Arial"/>
          <w:sz w:val="20"/>
          <w:szCs w:val="20"/>
        </w:rPr>
        <w:t xml:space="preserve">Juni </w:t>
      </w:r>
      <w:r w:rsidRPr="6BC71507">
        <w:rPr>
          <w:rFonts w:ascii="Arial" w:hAnsi="Arial" w:cs="Arial"/>
          <w:sz w:val="20"/>
          <w:szCs w:val="20"/>
        </w:rPr>
        <w:t xml:space="preserve">2024 – </w:t>
      </w:r>
      <w:r w:rsidR="00E72D51" w:rsidRPr="00E72D51">
        <w:rPr>
          <w:rFonts w:ascii="Arial" w:hAnsi="Arial" w:cs="Arial"/>
          <w:sz w:val="20"/>
          <w:szCs w:val="20"/>
        </w:rPr>
        <w:t xml:space="preserve">Nach einem seiner zahlreichen Kundengespräche stellte sich Außendienstler Axel Patzer zwei wichtige Fragen: „Ich kann mein Gegenüber oft begeistern, aber warum eigentlich nur einen? Und was nützt es, wenn der Chef das Produkt liebt, aber die Verkäufer nicht wissen, wie man es verkauft?“ Aus diesen Gedanken entsprang die Idee der </w:t>
      </w:r>
      <w:proofErr w:type="gramStart"/>
      <w:r w:rsidR="00E72D51" w:rsidRPr="00E72D51">
        <w:rPr>
          <w:rFonts w:ascii="Arial" w:hAnsi="Arial" w:cs="Arial"/>
          <w:sz w:val="20"/>
          <w:szCs w:val="20"/>
        </w:rPr>
        <w:t>ABUS Akademie</w:t>
      </w:r>
      <w:proofErr w:type="gramEnd"/>
      <w:r w:rsidR="00E72D51" w:rsidRPr="00E72D51">
        <w:rPr>
          <w:rFonts w:ascii="Arial" w:hAnsi="Arial" w:cs="Arial"/>
          <w:sz w:val="20"/>
          <w:szCs w:val="20"/>
        </w:rPr>
        <w:t xml:space="preserve"> im Bereich Mobile Sicherheit, die Axel seitdem begleitet. Dabei ist er ursprünglich eigentlich gelernter Möbelschreiner, schwenkte dann aber zum Groß- und Außenhandelskaufmann um und landete schließlich bei ABUS </w:t>
      </w:r>
      <w:proofErr w:type="gramStart"/>
      <w:r w:rsidR="00E72D51" w:rsidRPr="00E72D51">
        <w:rPr>
          <w:rFonts w:ascii="Arial" w:hAnsi="Arial" w:cs="Arial"/>
          <w:sz w:val="20"/>
          <w:szCs w:val="20"/>
        </w:rPr>
        <w:t>im vergleichsweise jungen Bereich</w:t>
      </w:r>
      <w:proofErr w:type="gramEnd"/>
      <w:r w:rsidR="00E72D51" w:rsidRPr="00E72D51">
        <w:rPr>
          <w:rFonts w:ascii="Arial" w:hAnsi="Arial" w:cs="Arial"/>
          <w:sz w:val="20"/>
          <w:szCs w:val="20"/>
        </w:rPr>
        <w:t xml:space="preserve"> der Mobilen Sicherheit. Als nur einer von fünf im deutschen Außen</w:t>
      </w:r>
      <w:r w:rsidR="006A539E">
        <w:rPr>
          <w:rFonts w:ascii="Arial" w:hAnsi="Arial" w:cs="Arial"/>
          <w:sz w:val="20"/>
          <w:szCs w:val="20"/>
        </w:rPr>
        <w:t>dienst</w:t>
      </w:r>
      <w:r w:rsidR="00E72D51" w:rsidRPr="00E72D51">
        <w:rPr>
          <w:rFonts w:ascii="Arial" w:hAnsi="Arial" w:cs="Arial"/>
          <w:sz w:val="20"/>
          <w:szCs w:val="20"/>
        </w:rPr>
        <w:t xml:space="preserve"> musste einiges gelernt werden. Wer damals im Anzug beim heimischen Fahrradhändler auftauchte, wurde noch etwas ungläubig empfangen. Doch über die Jahre ist der Sektor des Fahrradzubehörs durch die Arbeit von Menschen wie Axel zu einem großen Markt geworden. Neben seiner eigentlichen Tätigkeit im Außendienst organisierte er daher eine sogenannte Schulungswoche am Standort Rehe. Der Gedanke dahinter: „Wie wird aus einem vom Produkt überzeugten Verkäufer auch ein überzeugender Verkäufer?“</w:t>
      </w:r>
    </w:p>
    <w:p w14:paraId="53FAB392" w14:textId="77777777" w:rsidR="00E72D51" w:rsidRDefault="00E72D51" w:rsidP="00E72D51">
      <w:pPr>
        <w:widowControl w:val="0"/>
        <w:spacing w:after="240" w:line="360" w:lineRule="atLeast"/>
        <w:ind w:right="1880"/>
        <w:jc w:val="both"/>
        <w:rPr>
          <w:rFonts w:ascii="Arial" w:hAnsi="Arial" w:cs="Arial"/>
          <w:sz w:val="20"/>
          <w:szCs w:val="20"/>
        </w:rPr>
      </w:pPr>
      <w:r w:rsidRPr="00E72D51">
        <w:rPr>
          <w:rFonts w:ascii="Arial" w:hAnsi="Arial" w:cs="Arial"/>
          <w:sz w:val="20"/>
          <w:szCs w:val="20"/>
        </w:rPr>
        <w:t xml:space="preserve">Allmählich wurde ihm klar: „In der Akademie kann ich mich nicht nur kreativ ausleben, sondern auch einiges bewegen.“ Mit der Zeit wuchs nicht nur die Anzahl der Veranstaltungen, die nun auch räumlich immer näher an den Zuhörern stattfanden; auch multimediale Möglichkeiten blieben nicht ungetestet. Zu Beginn hielt man einfach die Kamera drauf und legte los. Die Videovorträge wurden damals noch auf CD gebrannt und physisch an die Händler gesendet. „Diese Clips kannst du heute keinem Menschen mehr zeigen“, gibt Axel lachend von sich. </w:t>
      </w:r>
    </w:p>
    <w:p w14:paraId="7A509C1F" w14:textId="77777777" w:rsidR="00123907" w:rsidRPr="008C43FF" w:rsidRDefault="00123907" w:rsidP="00123907">
      <w:pPr>
        <w:widowControl w:val="0"/>
        <w:spacing w:after="240" w:line="360" w:lineRule="atLeast"/>
        <w:ind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2</w:t>
      </w:r>
      <w:r w:rsidRPr="002E06C9">
        <w:rPr>
          <w:rFonts w:ascii="Arial" w:hAnsi="Arial" w:cs="Arial"/>
          <w:sz w:val="20"/>
          <w:szCs w:val="20"/>
        </w:rPr>
        <w:t>/</w:t>
      </w:r>
      <w:r>
        <w:rPr>
          <w:rFonts w:ascii="Arial" w:hAnsi="Arial" w:cs="Arial"/>
          <w:sz w:val="20"/>
          <w:szCs w:val="20"/>
        </w:rPr>
        <w:t>4</w:t>
      </w:r>
    </w:p>
    <w:p w14:paraId="423CD460" w14:textId="7DEF65D2" w:rsidR="00123907" w:rsidRDefault="00123907" w:rsidP="00E72D51">
      <w:pPr>
        <w:widowControl w:val="0"/>
        <w:spacing w:after="240" w:line="360" w:lineRule="atLeast"/>
        <w:ind w:right="1880"/>
        <w:jc w:val="both"/>
        <w:rPr>
          <w:rFonts w:ascii="Arial" w:hAnsi="Arial" w:cs="Arial"/>
          <w:sz w:val="20"/>
          <w:szCs w:val="20"/>
        </w:rPr>
      </w:pPr>
      <w:r w:rsidRPr="00123907">
        <w:rPr>
          <w:rFonts w:ascii="Arial" w:hAnsi="Arial" w:cs="Arial"/>
          <w:sz w:val="20"/>
          <w:szCs w:val="20"/>
        </w:rPr>
        <w:t xml:space="preserve">Im Laufe der Zeit hat man in der Akademie eine große Online-Datenbank auf der Video-Plattform Miyagi aufgebaut, die von Tausenden Lernenden zur Weiterbildung genutzt wird. In den dynamischen, unterhaltsamen Clips erklärt er etwa die wichtigsten Informationen zu aktuellen </w:t>
      </w:r>
      <w:proofErr w:type="gramStart"/>
      <w:r w:rsidRPr="00123907">
        <w:rPr>
          <w:rFonts w:ascii="Arial" w:hAnsi="Arial" w:cs="Arial"/>
          <w:sz w:val="20"/>
          <w:szCs w:val="20"/>
        </w:rPr>
        <w:t>ABUS Produkten</w:t>
      </w:r>
      <w:proofErr w:type="gramEnd"/>
      <w:r w:rsidRPr="00123907">
        <w:rPr>
          <w:rFonts w:ascii="Arial" w:hAnsi="Arial" w:cs="Arial"/>
          <w:sz w:val="20"/>
          <w:szCs w:val="20"/>
        </w:rPr>
        <w:t xml:space="preserve">. Für den Videodreh gibt es inzwischen dedizierte Filmsets an den Standorten Wetter und Rehe. Trotzdem bleibt der Schnitt noch in Axels Hand und die Produktion damit offen für spontane Ideen. Das Wichtigste für ihn dabei: „In der Kürze liegt die Würze!“ Ob beim Videodreh oder auf der Bühne: Er sieht sich in der Aufgabe eines Unterhalters, der sein Publikum für etwas begeistern will. Seine Inhalte müssen nicht nur an die jeweilige Zielgruppe angepasst sein, sondern auch auf eine Art und Weise vermittelt werden, die den Zuhörern im Kopf bleibt. Einfach nur eine trockene Routine durchziehen ist da keine Option: „Man kann Menschen nicht mit einem bloßen Produkt packen, es braucht eine fesselnde Geschichte dahinter.“ Und diese Skills vermittelt Axel seit Jahren erfolgreich an ein großes Publikum, sowohl live als auch online. Dabei profitiert er von seiner langjährigen Erfahrung im Außendienst und kann so auf die speziellen Bedürfnisse der Händler eingehen und Schulungen realitäts- und praxisnah </w:t>
      </w:r>
      <w:r>
        <w:rPr>
          <w:rFonts w:ascii="Arial" w:hAnsi="Arial" w:cs="Arial"/>
          <w:sz w:val="20"/>
          <w:szCs w:val="20"/>
        </w:rPr>
        <w:t>d</w:t>
      </w:r>
      <w:r w:rsidRPr="00123907">
        <w:rPr>
          <w:rFonts w:ascii="Arial" w:hAnsi="Arial" w:cs="Arial"/>
          <w:sz w:val="20"/>
          <w:szCs w:val="20"/>
        </w:rPr>
        <w:t>urchführen.</w:t>
      </w:r>
    </w:p>
    <w:p w14:paraId="4F463BD5" w14:textId="77777777" w:rsidR="00E72D51" w:rsidRPr="00E72D51" w:rsidRDefault="00E72D51" w:rsidP="00E72D51">
      <w:pPr>
        <w:widowControl w:val="0"/>
        <w:spacing w:after="240" w:line="360" w:lineRule="atLeast"/>
        <w:ind w:right="1880"/>
        <w:jc w:val="both"/>
        <w:rPr>
          <w:rFonts w:ascii="Arial" w:hAnsi="Arial" w:cs="Arial"/>
          <w:sz w:val="20"/>
          <w:szCs w:val="20"/>
        </w:rPr>
      </w:pPr>
      <w:r w:rsidRPr="00E72D51">
        <w:rPr>
          <w:rFonts w:ascii="Arial" w:hAnsi="Arial" w:cs="Arial"/>
          <w:sz w:val="20"/>
          <w:szCs w:val="20"/>
        </w:rPr>
        <w:t xml:space="preserve">Auch wenn er privat ebenfalls gerne vor und hinter der Kamera hantiert, etwa um Urlaubsvideos zu drehen, ist ihm die Balance bei seiner Arbeit wichtig: „Nur vor der Kamera zu stehen, wäre zu langweilig, nur Live-Veranstaltungen zu halten, zu stressig.“ Für beide Formate immer wieder neue Konzepte zu entwickeln, ist dagegen die kreative Herausforderung, die ihn tagtäglich motiviert. Dazu kommt das regelmäßige Reisen und die damit verbundenen Gespräche mit immer neuen Menschen. Doch was Axels Arbeit </w:t>
      </w:r>
      <w:proofErr w:type="gramStart"/>
      <w:r w:rsidRPr="00E72D51">
        <w:rPr>
          <w:rFonts w:ascii="Arial" w:hAnsi="Arial" w:cs="Arial"/>
          <w:sz w:val="20"/>
          <w:szCs w:val="20"/>
        </w:rPr>
        <w:t>wirklich besonders</w:t>
      </w:r>
      <w:proofErr w:type="gramEnd"/>
      <w:r w:rsidRPr="00E72D51">
        <w:rPr>
          <w:rFonts w:ascii="Arial" w:hAnsi="Arial" w:cs="Arial"/>
          <w:sz w:val="20"/>
          <w:szCs w:val="20"/>
        </w:rPr>
        <w:t xml:space="preserve"> macht, sind aus seiner Sicht die langjährigen Beziehungen, die man mit dem Gegenüber aufbaut. Als er den heutigen Chef eines Geschäftspartners zum ersten Mal traf, fuhr dieser noch auf einem Spielzeugauto durch das Wohnzimmer seines Vaters, in dem Axel eine seiner Schulungen hielt.</w:t>
      </w:r>
    </w:p>
    <w:p w14:paraId="4F329537" w14:textId="77777777" w:rsidR="00123907" w:rsidRDefault="00E72D51" w:rsidP="00E72D51">
      <w:pPr>
        <w:widowControl w:val="0"/>
        <w:spacing w:after="240" w:line="360" w:lineRule="atLeast"/>
        <w:ind w:right="1880"/>
        <w:jc w:val="both"/>
        <w:rPr>
          <w:rFonts w:ascii="Arial" w:hAnsi="Arial" w:cs="Arial"/>
          <w:sz w:val="20"/>
          <w:szCs w:val="20"/>
        </w:rPr>
      </w:pPr>
      <w:r w:rsidRPr="00E72D51">
        <w:rPr>
          <w:rFonts w:ascii="Arial" w:hAnsi="Arial" w:cs="Arial"/>
          <w:sz w:val="20"/>
          <w:szCs w:val="20"/>
        </w:rPr>
        <w:t xml:space="preserve">Inzwischen sind die Veranstaltungen so vielfältig wie nie: Premium-Verkaufstraining für alle </w:t>
      </w:r>
      <w:proofErr w:type="gramStart"/>
      <w:r w:rsidRPr="00E72D51">
        <w:rPr>
          <w:rFonts w:ascii="Arial" w:hAnsi="Arial" w:cs="Arial"/>
          <w:sz w:val="20"/>
          <w:szCs w:val="20"/>
        </w:rPr>
        <w:t>ABUS Kunden</w:t>
      </w:r>
      <w:proofErr w:type="gramEnd"/>
      <w:r w:rsidRPr="00E72D51">
        <w:rPr>
          <w:rFonts w:ascii="Arial" w:hAnsi="Arial" w:cs="Arial"/>
          <w:sz w:val="20"/>
          <w:szCs w:val="20"/>
        </w:rPr>
        <w:t xml:space="preserve">, Helm- und Schlossschulungen auch für den ADFC und sogar Polizeidienststellen. </w:t>
      </w:r>
    </w:p>
    <w:p w14:paraId="479B74AE" w14:textId="77777777" w:rsidR="00123907" w:rsidRPr="008C43FF" w:rsidRDefault="00123907" w:rsidP="00123907">
      <w:pPr>
        <w:widowControl w:val="0"/>
        <w:spacing w:after="240" w:line="360" w:lineRule="atLeast"/>
        <w:ind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3</w:t>
      </w:r>
      <w:r w:rsidRPr="002E06C9">
        <w:rPr>
          <w:rFonts w:ascii="Arial" w:hAnsi="Arial" w:cs="Arial"/>
          <w:sz w:val="20"/>
          <w:szCs w:val="20"/>
        </w:rPr>
        <w:t>/</w:t>
      </w:r>
      <w:r>
        <w:rPr>
          <w:rFonts w:ascii="Arial" w:hAnsi="Arial" w:cs="Arial"/>
          <w:sz w:val="20"/>
          <w:szCs w:val="20"/>
        </w:rPr>
        <w:t>4</w:t>
      </w:r>
    </w:p>
    <w:p w14:paraId="0D9B948D" w14:textId="45AF99AF" w:rsidR="00E72D51" w:rsidRDefault="00E72D51" w:rsidP="00E72D51">
      <w:pPr>
        <w:widowControl w:val="0"/>
        <w:spacing w:after="240" w:line="360" w:lineRule="atLeast"/>
        <w:ind w:right="1880"/>
        <w:jc w:val="both"/>
        <w:rPr>
          <w:rFonts w:ascii="Arial" w:hAnsi="Arial" w:cs="Arial"/>
          <w:sz w:val="20"/>
          <w:szCs w:val="20"/>
        </w:rPr>
      </w:pPr>
      <w:r w:rsidRPr="00E72D51">
        <w:rPr>
          <w:rFonts w:ascii="Arial" w:hAnsi="Arial" w:cs="Arial"/>
          <w:sz w:val="20"/>
          <w:szCs w:val="20"/>
        </w:rPr>
        <w:t>Das alles inklusive des kontinuierlichen Ausbaus des Video-Repertoires könnte Axel nicht ohne sein eingespieltes Team stemmen. Nichtsdestotrotz sieht er in der Zukunft der Akademie noch mehr Möglichkeiten und ungenutztes Potenzial. Die gemeinsame Vision lautet daher, stetig neue Maßstäbe zu setzen. Und um das zu erreichen, braucht es laut Axel vor allem drei Dinge: „Kreativität, Spaß und gute Laune.“</w:t>
      </w:r>
    </w:p>
    <w:p w14:paraId="62CFA149" w14:textId="7632EB9B" w:rsidR="004F0C4F" w:rsidRPr="00B9467D" w:rsidRDefault="004D61D2" w:rsidP="00171A35">
      <w:pPr>
        <w:widowControl w:val="0"/>
        <w:spacing w:after="240" w:line="360" w:lineRule="atLeast"/>
        <w:ind w:right="1880"/>
        <w:jc w:val="both"/>
        <w:rPr>
          <w:rFonts w:ascii="Arial" w:hAnsi="Arial" w:cs="Arial"/>
          <w:b/>
          <w:bCs/>
          <w:sz w:val="20"/>
          <w:szCs w:val="20"/>
        </w:rPr>
      </w:pPr>
      <w:r w:rsidRPr="00B9467D">
        <w:rPr>
          <w:rFonts w:ascii="Arial" w:hAnsi="Arial" w:cs="Arial"/>
          <w:b/>
          <w:bCs/>
          <w:sz w:val="20"/>
          <w:szCs w:val="20"/>
        </w:rPr>
        <w:t>BILDMATERIAL</w:t>
      </w:r>
    </w:p>
    <w:p w14:paraId="29505CE9" w14:textId="651BB77C" w:rsidR="00F91370" w:rsidRDefault="00E72D51" w:rsidP="00171A35">
      <w:pPr>
        <w:widowControl w:val="0"/>
        <w:spacing w:after="240" w:line="360" w:lineRule="atLeast"/>
        <w:ind w:right="1880"/>
        <w:jc w:val="both"/>
        <w:rPr>
          <w:rFonts w:ascii="Arial" w:hAnsi="Arial" w:cs="Arial"/>
          <w:i/>
          <w:iCs/>
          <w:sz w:val="18"/>
          <w:szCs w:val="18"/>
        </w:rPr>
      </w:pPr>
      <w:r>
        <w:rPr>
          <w:rFonts w:ascii="Arial" w:hAnsi="Arial" w:cs="Arial"/>
          <w:i/>
          <w:iCs/>
          <w:noProof/>
          <w:sz w:val="18"/>
          <w:szCs w:val="18"/>
        </w:rPr>
        <w:drawing>
          <wp:inline distT="0" distB="0" distL="0" distR="0" wp14:anchorId="6859B54D" wp14:editId="681FA130">
            <wp:extent cx="4680000" cy="3108160"/>
            <wp:effectExtent l="0" t="0" r="0" b="3810"/>
            <wp:docPr id="1808198575"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198575" name="Grafik 1" descr="Ein Bild, das Person, Kleidung, Menschliches Gesicht, Man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4680000" cy="3108160"/>
                    </a:xfrm>
                    <a:prstGeom prst="rect">
                      <a:avLst/>
                    </a:prstGeom>
                  </pic:spPr>
                </pic:pic>
              </a:graphicData>
            </a:graphic>
          </wp:inline>
        </w:drawing>
      </w:r>
      <w:r w:rsidR="00F91370">
        <w:rPr>
          <w:rFonts w:ascii="Arial" w:hAnsi="Arial" w:cs="Arial"/>
          <w:i/>
          <w:iCs/>
          <w:sz w:val="18"/>
          <w:szCs w:val="18"/>
        </w:rPr>
        <w:br/>
      </w:r>
      <w:r w:rsidR="00E90EF9" w:rsidRPr="00E90EF9">
        <w:rPr>
          <w:rFonts w:ascii="Arial" w:hAnsi="Arial" w:cs="Arial"/>
          <w:i/>
          <w:iCs/>
          <w:sz w:val="18"/>
          <w:szCs w:val="18"/>
        </w:rPr>
        <w:t>Axel Patzer startete seine Tätigkeit bei ABUS bereits im März 1993 – als er dann im Jahr 2012 die ersten Schulungsvideos erstellte, wurden diese Videovorträge damals noch auf CD gebrannt und per Post an die Händler geschickt.</w:t>
      </w:r>
    </w:p>
    <w:p w14:paraId="1C6E23DC" w14:textId="77777777" w:rsidR="00B9467D" w:rsidRDefault="00B9467D" w:rsidP="00171A35">
      <w:pPr>
        <w:widowControl w:val="0"/>
        <w:spacing w:after="240" w:line="360" w:lineRule="atLeast"/>
        <w:ind w:right="1880"/>
        <w:jc w:val="both"/>
        <w:rPr>
          <w:rFonts w:ascii="Arial" w:hAnsi="Arial" w:cs="Arial"/>
          <w:i/>
          <w:iCs/>
          <w:sz w:val="18"/>
          <w:szCs w:val="18"/>
        </w:rPr>
      </w:pPr>
    </w:p>
    <w:p w14:paraId="01AD917F" w14:textId="77777777" w:rsidR="00B9467D" w:rsidRDefault="00B9467D" w:rsidP="00171A35">
      <w:pPr>
        <w:widowControl w:val="0"/>
        <w:spacing w:after="240" w:line="360" w:lineRule="atLeast"/>
        <w:ind w:right="1880"/>
        <w:jc w:val="both"/>
        <w:rPr>
          <w:rFonts w:ascii="Arial" w:hAnsi="Arial" w:cs="Arial"/>
          <w:i/>
          <w:iCs/>
          <w:sz w:val="18"/>
          <w:szCs w:val="18"/>
        </w:rPr>
      </w:pPr>
    </w:p>
    <w:p w14:paraId="517EACAA" w14:textId="77777777" w:rsidR="00B9467D" w:rsidRDefault="00B9467D" w:rsidP="00171A35">
      <w:pPr>
        <w:widowControl w:val="0"/>
        <w:spacing w:after="240" w:line="360" w:lineRule="atLeast"/>
        <w:ind w:right="1880"/>
        <w:jc w:val="both"/>
        <w:rPr>
          <w:rFonts w:ascii="Arial" w:hAnsi="Arial" w:cs="Arial"/>
          <w:i/>
          <w:iCs/>
          <w:sz w:val="18"/>
          <w:szCs w:val="18"/>
        </w:rPr>
      </w:pPr>
    </w:p>
    <w:p w14:paraId="7D76F664" w14:textId="77777777" w:rsidR="00B9467D" w:rsidRDefault="00B9467D" w:rsidP="00171A35">
      <w:pPr>
        <w:widowControl w:val="0"/>
        <w:spacing w:after="240" w:line="360" w:lineRule="atLeast"/>
        <w:ind w:right="1880"/>
        <w:jc w:val="both"/>
        <w:rPr>
          <w:rFonts w:ascii="Arial" w:hAnsi="Arial" w:cs="Arial"/>
          <w:i/>
          <w:iCs/>
          <w:sz w:val="18"/>
          <w:szCs w:val="18"/>
        </w:rPr>
      </w:pPr>
    </w:p>
    <w:p w14:paraId="786BCB2C" w14:textId="77777777" w:rsidR="00B9467D" w:rsidRDefault="00B9467D" w:rsidP="00171A35">
      <w:pPr>
        <w:widowControl w:val="0"/>
        <w:spacing w:after="240" w:line="360" w:lineRule="atLeast"/>
        <w:ind w:right="1880"/>
        <w:jc w:val="both"/>
        <w:rPr>
          <w:rFonts w:ascii="Arial" w:hAnsi="Arial" w:cs="Arial"/>
          <w:i/>
          <w:iCs/>
          <w:sz w:val="18"/>
          <w:szCs w:val="18"/>
        </w:rPr>
      </w:pPr>
    </w:p>
    <w:p w14:paraId="10A8B4C4" w14:textId="137E2BEF" w:rsidR="00B9467D" w:rsidRPr="008C43FF" w:rsidRDefault="00B9467D" w:rsidP="00B9467D">
      <w:pPr>
        <w:widowControl w:val="0"/>
        <w:spacing w:after="240" w:line="360" w:lineRule="atLeast"/>
        <w:ind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4</w:t>
      </w:r>
      <w:r w:rsidRPr="002E06C9">
        <w:rPr>
          <w:rFonts w:ascii="Arial" w:hAnsi="Arial" w:cs="Arial"/>
          <w:sz w:val="20"/>
          <w:szCs w:val="20"/>
        </w:rPr>
        <w:t>/</w:t>
      </w:r>
      <w:r>
        <w:rPr>
          <w:rFonts w:ascii="Arial" w:hAnsi="Arial" w:cs="Arial"/>
          <w:sz w:val="20"/>
          <w:szCs w:val="20"/>
        </w:rPr>
        <w:t>4</w:t>
      </w:r>
    </w:p>
    <w:p w14:paraId="6B279003" w14:textId="471CB22A" w:rsidR="004F0C4F" w:rsidRDefault="00E72D51" w:rsidP="00171A35">
      <w:pPr>
        <w:widowControl w:val="0"/>
        <w:spacing w:after="240" w:line="360" w:lineRule="atLeast"/>
        <w:ind w:right="1880"/>
        <w:jc w:val="both"/>
        <w:rPr>
          <w:rFonts w:ascii="Arial" w:hAnsi="Arial" w:cs="Arial"/>
          <w:i/>
          <w:iCs/>
          <w:sz w:val="18"/>
          <w:szCs w:val="18"/>
        </w:rPr>
      </w:pPr>
      <w:r>
        <w:rPr>
          <w:rFonts w:ascii="Calibri" w:hAnsi="Calibri" w:cs="Calibri"/>
          <w:i/>
          <w:iCs/>
          <w:noProof/>
          <w:color w:val="000000"/>
          <w:sz w:val="20"/>
          <w:szCs w:val="20"/>
          <w:shd w:val="clear" w:color="auto" w:fill="FFFFFF"/>
        </w:rPr>
        <w:drawing>
          <wp:inline distT="0" distB="0" distL="0" distR="0" wp14:anchorId="151AFB6F" wp14:editId="064D8CCF">
            <wp:extent cx="4680000" cy="3509875"/>
            <wp:effectExtent l="0" t="0" r="0" b="0"/>
            <wp:docPr id="1208318716" name="Grafik 2" descr="Ein Bild, das Person, Im Haus, Elektronisches Gerä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318716" name="Grafik 2" descr="Ein Bild, das Person, Im Haus, Elektronisches Gerät, Elektron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4680000" cy="3509875"/>
                    </a:xfrm>
                    <a:prstGeom prst="rect">
                      <a:avLst/>
                    </a:prstGeom>
                  </pic:spPr>
                </pic:pic>
              </a:graphicData>
            </a:graphic>
          </wp:inline>
        </w:drawing>
      </w:r>
      <w:r w:rsidR="00B0093B">
        <w:rPr>
          <w:rFonts w:ascii="Calibri" w:hAnsi="Calibri" w:cs="Calibri"/>
          <w:i/>
          <w:iCs/>
          <w:color w:val="000000"/>
          <w:sz w:val="20"/>
          <w:szCs w:val="20"/>
          <w:shd w:val="clear" w:color="auto" w:fill="FFFFFF"/>
        </w:rPr>
        <w:br/>
      </w:r>
      <w:r w:rsidRPr="00E72D51">
        <w:rPr>
          <w:rFonts w:ascii="Arial" w:hAnsi="Arial" w:cs="Arial"/>
          <w:i/>
          <w:iCs/>
          <w:sz w:val="18"/>
          <w:szCs w:val="18"/>
        </w:rPr>
        <w:t xml:space="preserve">Heute werden die kurzweiligen Schulungsvideos von Axel Patzer im eigenen Studio der </w:t>
      </w:r>
      <w:proofErr w:type="gramStart"/>
      <w:r w:rsidRPr="00E72D51">
        <w:rPr>
          <w:rFonts w:ascii="Arial" w:hAnsi="Arial" w:cs="Arial"/>
          <w:i/>
          <w:iCs/>
          <w:sz w:val="18"/>
          <w:szCs w:val="18"/>
        </w:rPr>
        <w:t>ABUS Akademie</w:t>
      </w:r>
      <w:proofErr w:type="gramEnd"/>
      <w:r w:rsidRPr="00E72D51">
        <w:rPr>
          <w:rFonts w:ascii="Arial" w:hAnsi="Arial" w:cs="Arial"/>
          <w:i/>
          <w:iCs/>
          <w:sz w:val="18"/>
          <w:szCs w:val="18"/>
        </w:rPr>
        <w:t xml:space="preserve"> aufgenommen und über die Video-Plattform Miyagi gestreamt.</w:t>
      </w:r>
    </w:p>
    <w:p w14:paraId="3C34D026" w14:textId="091BF56E" w:rsidR="00F91370" w:rsidRDefault="00E72D51" w:rsidP="00171A35">
      <w:pPr>
        <w:widowControl w:val="0"/>
        <w:spacing w:after="240" w:line="360" w:lineRule="atLeast"/>
        <w:ind w:right="1880"/>
        <w:rPr>
          <w:rFonts w:ascii="Arial" w:hAnsi="Arial" w:cs="Arial"/>
          <w:i/>
          <w:iCs/>
          <w:sz w:val="18"/>
          <w:szCs w:val="18"/>
        </w:rPr>
      </w:pPr>
      <w:r>
        <w:rPr>
          <w:rFonts w:ascii="Arial" w:hAnsi="Arial" w:cs="Arial"/>
          <w:i/>
          <w:iCs/>
          <w:noProof/>
          <w:sz w:val="18"/>
          <w:szCs w:val="18"/>
        </w:rPr>
        <w:drawing>
          <wp:inline distT="0" distB="0" distL="0" distR="0" wp14:anchorId="39832C03" wp14:editId="48B94309">
            <wp:extent cx="4680000" cy="2674429"/>
            <wp:effectExtent l="0" t="0" r="0" b="5715"/>
            <wp:docPr id="1856924550" name="Grafik 3" descr="Ein Bild, das Person, Kleidung, Bike,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24550" name="Grafik 3" descr="Ein Bild, das Person, Kleidung, Bike, Rad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4680000" cy="2674429"/>
                    </a:xfrm>
                    <a:prstGeom prst="rect">
                      <a:avLst/>
                    </a:prstGeom>
                  </pic:spPr>
                </pic:pic>
              </a:graphicData>
            </a:graphic>
          </wp:inline>
        </w:drawing>
      </w:r>
      <w:r w:rsidR="004D61D2">
        <w:rPr>
          <w:rFonts w:ascii="Arial" w:hAnsi="Arial" w:cs="Arial"/>
          <w:i/>
          <w:iCs/>
          <w:sz w:val="18"/>
          <w:szCs w:val="18"/>
        </w:rPr>
        <w:br/>
      </w:r>
      <w:r w:rsidR="00E90EF9" w:rsidRPr="00E90EF9">
        <w:rPr>
          <w:rFonts w:ascii="Arial" w:hAnsi="Arial" w:cs="Arial"/>
          <w:i/>
          <w:iCs/>
          <w:sz w:val="18"/>
          <w:szCs w:val="18"/>
        </w:rPr>
        <w:t xml:space="preserve">Gelebte Teamarbeit in der </w:t>
      </w:r>
      <w:proofErr w:type="gramStart"/>
      <w:r w:rsidR="00E90EF9" w:rsidRPr="00E90EF9">
        <w:rPr>
          <w:rFonts w:ascii="Arial" w:hAnsi="Arial" w:cs="Arial"/>
          <w:i/>
          <w:iCs/>
          <w:sz w:val="18"/>
          <w:szCs w:val="18"/>
        </w:rPr>
        <w:t>ABUS Akademie</w:t>
      </w:r>
      <w:proofErr w:type="gramEnd"/>
      <w:r w:rsidR="00E90EF9" w:rsidRPr="00E90EF9">
        <w:rPr>
          <w:rFonts w:ascii="Arial" w:hAnsi="Arial" w:cs="Arial"/>
          <w:i/>
          <w:iCs/>
          <w:sz w:val="18"/>
          <w:szCs w:val="18"/>
        </w:rPr>
        <w:t xml:space="preserve"> - gemeinsam vermitteln sie das Know-how rund um die vielfältigen Produkte der mobilen Sicherheit und wie man sie an den Mann und die Frau bringt: Alina Specht, Matthias Brinkmann, Axel Patzer und Kathrin Erler (v.l.n.r.).</w:t>
      </w:r>
    </w:p>
    <w:sectPr w:rsidR="00F91370" w:rsidSect="003C16EF">
      <w:headerReference w:type="default" r:id="rId16"/>
      <w:headerReference w:type="first" r:id="rId17"/>
      <w:footerReference w:type="first" r:id="rId18"/>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5C0C5" w14:textId="77777777" w:rsidR="004F6709" w:rsidRDefault="004F6709" w:rsidP="007548EC">
      <w:pPr>
        <w:spacing w:after="0" w:line="240" w:lineRule="auto"/>
      </w:pPr>
      <w:r>
        <w:separator/>
      </w:r>
    </w:p>
  </w:endnote>
  <w:endnote w:type="continuationSeparator" w:id="0">
    <w:p w14:paraId="0B46A22E" w14:textId="77777777" w:rsidR="004F6709" w:rsidRDefault="004F6709" w:rsidP="007548EC">
      <w:pPr>
        <w:spacing w:after="0" w:line="240" w:lineRule="auto"/>
      </w:pPr>
      <w:r>
        <w:continuationSeparator/>
      </w:r>
    </w:p>
  </w:endnote>
  <w:endnote w:type="continuationNotice" w:id="1">
    <w:p w14:paraId="3878259C" w14:textId="77777777" w:rsidR="004F6709" w:rsidRDefault="004F67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374E3" w14:textId="77777777" w:rsidR="004F6709" w:rsidRDefault="004F6709" w:rsidP="007548EC">
      <w:pPr>
        <w:spacing w:after="0" w:line="240" w:lineRule="auto"/>
      </w:pPr>
      <w:r>
        <w:separator/>
      </w:r>
    </w:p>
  </w:footnote>
  <w:footnote w:type="continuationSeparator" w:id="0">
    <w:p w14:paraId="660F16F7" w14:textId="77777777" w:rsidR="004F6709" w:rsidRDefault="004F6709" w:rsidP="007548EC">
      <w:pPr>
        <w:spacing w:after="0" w:line="240" w:lineRule="auto"/>
      </w:pPr>
      <w:r>
        <w:continuationSeparator/>
      </w:r>
    </w:p>
  </w:footnote>
  <w:footnote w:type="continuationNotice" w:id="1">
    <w:p w14:paraId="1734A763" w14:textId="77777777" w:rsidR="004F6709" w:rsidRDefault="004F67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44BD5"/>
    <w:multiLevelType w:val="hybridMultilevel"/>
    <w:tmpl w:val="26E0C0B2"/>
    <w:lvl w:ilvl="0" w:tplc="83EC988E">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 w15:restartNumberingAfterBreak="0">
    <w:nsid w:val="30340840"/>
    <w:multiLevelType w:val="hybridMultilevel"/>
    <w:tmpl w:val="B8F63A12"/>
    <w:lvl w:ilvl="0" w:tplc="247ADD8A">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466F25"/>
    <w:multiLevelType w:val="hybridMultilevel"/>
    <w:tmpl w:val="5344C72C"/>
    <w:lvl w:ilvl="0" w:tplc="FFECA610">
      <w:start w:val="60"/>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4" w15:restartNumberingAfterBreak="0">
    <w:nsid w:val="39482E34"/>
    <w:multiLevelType w:val="hybridMultilevel"/>
    <w:tmpl w:val="6322954A"/>
    <w:lvl w:ilvl="0" w:tplc="48F20334">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5" w15:restartNumberingAfterBreak="0">
    <w:nsid w:val="403D36EE"/>
    <w:multiLevelType w:val="hybridMultilevel"/>
    <w:tmpl w:val="F92A73FE"/>
    <w:lvl w:ilvl="0" w:tplc="04070001">
      <w:start w:val="1"/>
      <w:numFmt w:val="bullet"/>
      <w:lvlText w:val=""/>
      <w:lvlJc w:val="left"/>
      <w:pPr>
        <w:ind w:left="790" w:hanging="360"/>
      </w:pPr>
      <w:rPr>
        <w:rFonts w:ascii="Symbol" w:hAnsi="Symbo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abstractNum w:abstractNumId="6" w15:restartNumberingAfterBreak="0">
    <w:nsid w:val="41F64F4F"/>
    <w:multiLevelType w:val="hybridMultilevel"/>
    <w:tmpl w:val="63D43BF2"/>
    <w:lvl w:ilvl="0" w:tplc="EE6A169A">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7" w15:restartNumberingAfterBreak="0">
    <w:nsid w:val="460027B1"/>
    <w:multiLevelType w:val="hybridMultilevel"/>
    <w:tmpl w:val="B2841C26"/>
    <w:lvl w:ilvl="0" w:tplc="E074682A">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8" w15:restartNumberingAfterBreak="0">
    <w:nsid w:val="48860B82"/>
    <w:multiLevelType w:val="hybridMultilevel"/>
    <w:tmpl w:val="BA4A1A94"/>
    <w:lvl w:ilvl="0" w:tplc="BBD8F578">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9" w15:restartNumberingAfterBreak="0">
    <w:nsid w:val="4C4A7E0B"/>
    <w:multiLevelType w:val="hybridMultilevel"/>
    <w:tmpl w:val="7342241C"/>
    <w:lvl w:ilvl="0" w:tplc="B86470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F435844"/>
    <w:multiLevelType w:val="hybridMultilevel"/>
    <w:tmpl w:val="5BAE823E"/>
    <w:lvl w:ilvl="0" w:tplc="2E20D2B0">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12" w15:restartNumberingAfterBreak="0">
    <w:nsid w:val="63667E70"/>
    <w:multiLevelType w:val="hybridMultilevel"/>
    <w:tmpl w:val="AC388812"/>
    <w:lvl w:ilvl="0" w:tplc="5E681E96">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3" w15:restartNumberingAfterBreak="0">
    <w:nsid w:val="70E850E8"/>
    <w:multiLevelType w:val="hybridMultilevel"/>
    <w:tmpl w:val="A71A3E66"/>
    <w:lvl w:ilvl="0" w:tplc="DF543E8A">
      <w:start w:val="2008"/>
      <w:numFmt w:val="bullet"/>
      <w:lvlText w:val="-"/>
      <w:lvlJc w:val="left"/>
      <w:pPr>
        <w:ind w:left="720" w:hanging="360"/>
      </w:pPr>
      <w:rPr>
        <w:rFonts w:ascii="Arial" w:eastAsiaTheme="minorHAnsi"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CA7D04"/>
    <w:multiLevelType w:val="hybridMultilevel"/>
    <w:tmpl w:val="1486A70A"/>
    <w:lvl w:ilvl="0" w:tplc="C7AA5534">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num w:numId="1" w16cid:durableId="1273629995">
    <w:abstractNumId w:val="2"/>
  </w:num>
  <w:num w:numId="2" w16cid:durableId="461119168">
    <w:abstractNumId w:val="10"/>
  </w:num>
  <w:num w:numId="3" w16cid:durableId="1236209042">
    <w:abstractNumId w:val="9"/>
  </w:num>
  <w:num w:numId="4" w16cid:durableId="1255243510">
    <w:abstractNumId w:val="5"/>
  </w:num>
  <w:num w:numId="5" w16cid:durableId="2122145824">
    <w:abstractNumId w:val="0"/>
  </w:num>
  <w:num w:numId="6" w16cid:durableId="1864130979">
    <w:abstractNumId w:val="12"/>
  </w:num>
  <w:num w:numId="7" w16cid:durableId="220485094">
    <w:abstractNumId w:val="13"/>
  </w:num>
  <w:num w:numId="8" w16cid:durableId="12265263">
    <w:abstractNumId w:val="1"/>
  </w:num>
  <w:num w:numId="9" w16cid:durableId="120927089">
    <w:abstractNumId w:val="4"/>
  </w:num>
  <w:num w:numId="10" w16cid:durableId="1596329899">
    <w:abstractNumId w:val="14"/>
  </w:num>
  <w:num w:numId="11" w16cid:durableId="1444886571">
    <w:abstractNumId w:val="3"/>
  </w:num>
  <w:num w:numId="12" w16cid:durableId="866874514">
    <w:abstractNumId w:val="11"/>
  </w:num>
  <w:num w:numId="13" w16cid:durableId="136385986">
    <w:abstractNumId w:val="8"/>
  </w:num>
  <w:num w:numId="14" w16cid:durableId="1411200398">
    <w:abstractNumId w:val="7"/>
  </w:num>
  <w:num w:numId="15" w16cid:durableId="1007636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2C8"/>
    <w:rsid w:val="00002CC6"/>
    <w:rsid w:val="00003007"/>
    <w:rsid w:val="000048EE"/>
    <w:rsid w:val="00004950"/>
    <w:rsid w:val="00005399"/>
    <w:rsid w:val="00005CF8"/>
    <w:rsid w:val="0000647E"/>
    <w:rsid w:val="000073DB"/>
    <w:rsid w:val="00010E7E"/>
    <w:rsid w:val="00011315"/>
    <w:rsid w:val="000119A2"/>
    <w:rsid w:val="00011F68"/>
    <w:rsid w:val="0001311F"/>
    <w:rsid w:val="000131A2"/>
    <w:rsid w:val="00015134"/>
    <w:rsid w:val="000151D8"/>
    <w:rsid w:val="00015D19"/>
    <w:rsid w:val="00017584"/>
    <w:rsid w:val="00020DF5"/>
    <w:rsid w:val="00021CAD"/>
    <w:rsid w:val="0002216D"/>
    <w:rsid w:val="0002373F"/>
    <w:rsid w:val="00023921"/>
    <w:rsid w:val="00023AA1"/>
    <w:rsid w:val="00023AE4"/>
    <w:rsid w:val="00023BE7"/>
    <w:rsid w:val="00024D36"/>
    <w:rsid w:val="0002504A"/>
    <w:rsid w:val="00025B2B"/>
    <w:rsid w:val="00026449"/>
    <w:rsid w:val="00026ED0"/>
    <w:rsid w:val="000306BF"/>
    <w:rsid w:val="00030DEE"/>
    <w:rsid w:val="000310F6"/>
    <w:rsid w:val="000311EB"/>
    <w:rsid w:val="00031812"/>
    <w:rsid w:val="000325F1"/>
    <w:rsid w:val="000330FC"/>
    <w:rsid w:val="00033200"/>
    <w:rsid w:val="000342FD"/>
    <w:rsid w:val="00036050"/>
    <w:rsid w:val="00036F08"/>
    <w:rsid w:val="00037A6C"/>
    <w:rsid w:val="00037F65"/>
    <w:rsid w:val="000406E1"/>
    <w:rsid w:val="000418BA"/>
    <w:rsid w:val="00042B84"/>
    <w:rsid w:val="000433C4"/>
    <w:rsid w:val="00043A3A"/>
    <w:rsid w:val="00043F7D"/>
    <w:rsid w:val="00044168"/>
    <w:rsid w:val="000459D3"/>
    <w:rsid w:val="0004656E"/>
    <w:rsid w:val="0004680F"/>
    <w:rsid w:val="00046A99"/>
    <w:rsid w:val="00046C3B"/>
    <w:rsid w:val="00046D13"/>
    <w:rsid w:val="00047401"/>
    <w:rsid w:val="000479A5"/>
    <w:rsid w:val="00050AED"/>
    <w:rsid w:val="00050D5D"/>
    <w:rsid w:val="00051F8B"/>
    <w:rsid w:val="000537FC"/>
    <w:rsid w:val="00053FA7"/>
    <w:rsid w:val="0005463B"/>
    <w:rsid w:val="0005477E"/>
    <w:rsid w:val="000558F0"/>
    <w:rsid w:val="00055F33"/>
    <w:rsid w:val="00056459"/>
    <w:rsid w:val="000573C6"/>
    <w:rsid w:val="00057E52"/>
    <w:rsid w:val="00060046"/>
    <w:rsid w:val="00060DC3"/>
    <w:rsid w:val="00062001"/>
    <w:rsid w:val="00062A6F"/>
    <w:rsid w:val="000638DF"/>
    <w:rsid w:val="00064969"/>
    <w:rsid w:val="00064ABA"/>
    <w:rsid w:val="00065566"/>
    <w:rsid w:val="000658C6"/>
    <w:rsid w:val="00065D3E"/>
    <w:rsid w:val="00065E7F"/>
    <w:rsid w:val="00066060"/>
    <w:rsid w:val="0006668C"/>
    <w:rsid w:val="000676B6"/>
    <w:rsid w:val="00071401"/>
    <w:rsid w:val="000717B3"/>
    <w:rsid w:val="00071809"/>
    <w:rsid w:val="000730CE"/>
    <w:rsid w:val="00075D45"/>
    <w:rsid w:val="000760A7"/>
    <w:rsid w:val="00076D78"/>
    <w:rsid w:val="000775FF"/>
    <w:rsid w:val="00077AFE"/>
    <w:rsid w:val="00077DCB"/>
    <w:rsid w:val="000804C7"/>
    <w:rsid w:val="0008056D"/>
    <w:rsid w:val="00080E5A"/>
    <w:rsid w:val="0008200F"/>
    <w:rsid w:val="00082785"/>
    <w:rsid w:val="00083B20"/>
    <w:rsid w:val="00083C37"/>
    <w:rsid w:val="00085096"/>
    <w:rsid w:val="000867F4"/>
    <w:rsid w:val="00086A6B"/>
    <w:rsid w:val="00087347"/>
    <w:rsid w:val="00087B85"/>
    <w:rsid w:val="00087DFD"/>
    <w:rsid w:val="000908A3"/>
    <w:rsid w:val="00090A33"/>
    <w:rsid w:val="00091257"/>
    <w:rsid w:val="00093E30"/>
    <w:rsid w:val="0009407A"/>
    <w:rsid w:val="000942C1"/>
    <w:rsid w:val="00095161"/>
    <w:rsid w:val="000954A9"/>
    <w:rsid w:val="00095A42"/>
    <w:rsid w:val="00095CA3"/>
    <w:rsid w:val="00095EA0"/>
    <w:rsid w:val="00097906"/>
    <w:rsid w:val="000A1F79"/>
    <w:rsid w:val="000A22E8"/>
    <w:rsid w:val="000A266A"/>
    <w:rsid w:val="000A2B17"/>
    <w:rsid w:val="000A4DA5"/>
    <w:rsid w:val="000A5C17"/>
    <w:rsid w:val="000A677C"/>
    <w:rsid w:val="000A70D8"/>
    <w:rsid w:val="000B12C8"/>
    <w:rsid w:val="000B2BB5"/>
    <w:rsid w:val="000B3279"/>
    <w:rsid w:val="000B3C83"/>
    <w:rsid w:val="000B4582"/>
    <w:rsid w:val="000B5451"/>
    <w:rsid w:val="000B6FE9"/>
    <w:rsid w:val="000B7147"/>
    <w:rsid w:val="000B73F1"/>
    <w:rsid w:val="000C05E8"/>
    <w:rsid w:val="000C0A51"/>
    <w:rsid w:val="000C0E5A"/>
    <w:rsid w:val="000C224E"/>
    <w:rsid w:val="000C35AB"/>
    <w:rsid w:val="000C3771"/>
    <w:rsid w:val="000C3929"/>
    <w:rsid w:val="000C3F30"/>
    <w:rsid w:val="000C56B8"/>
    <w:rsid w:val="000C5B68"/>
    <w:rsid w:val="000C6845"/>
    <w:rsid w:val="000C6EC2"/>
    <w:rsid w:val="000C6FD2"/>
    <w:rsid w:val="000C76A4"/>
    <w:rsid w:val="000C7A9F"/>
    <w:rsid w:val="000D09BC"/>
    <w:rsid w:val="000D0D6B"/>
    <w:rsid w:val="000D1384"/>
    <w:rsid w:val="000D1AD4"/>
    <w:rsid w:val="000D1B9A"/>
    <w:rsid w:val="000D1F62"/>
    <w:rsid w:val="000D31F2"/>
    <w:rsid w:val="000D42B4"/>
    <w:rsid w:val="000D4D22"/>
    <w:rsid w:val="000D54BC"/>
    <w:rsid w:val="000D59C9"/>
    <w:rsid w:val="000D5C2D"/>
    <w:rsid w:val="000D68C8"/>
    <w:rsid w:val="000D6B34"/>
    <w:rsid w:val="000D6FC0"/>
    <w:rsid w:val="000E133E"/>
    <w:rsid w:val="000E15A9"/>
    <w:rsid w:val="000E184E"/>
    <w:rsid w:val="000E1B5C"/>
    <w:rsid w:val="000E1C5F"/>
    <w:rsid w:val="000E225E"/>
    <w:rsid w:val="000E2395"/>
    <w:rsid w:val="000E24A6"/>
    <w:rsid w:val="000E279D"/>
    <w:rsid w:val="000E41E4"/>
    <w:rsid w:val="000E45D5"/>
    <w:rsid w:val="000E4C70"/>
    <w:rsid w:val="000E4E2A"/>
    <w:rsid w:val="000E4F4E"/>
    <w:rsid w:val="000E7186"/>
    <w:rsid w:val="000E718E"/>
    <w:rsid w:val="000E7A04"/>
    <w:rsid w:val="000E7A06"/>
    <w:rsid w:val="000F1269"/>
    <w:rsid w:val="000F18B7"/>
    <w:rsid w:val="000F24B1"/>
    <w:rsid w:val="000F38BC"/>
    <w:rsid w:val="000F4BB9"/>
    <w:rsid w:val="000F5238"/>
    <w:rsid w:val="000F5240"/>
    <w:rsid w:val="000F55B1"/>
    <w:rsid w:val="000F5BC2"/>
    <w:rsid w:val="000F63D8"/>
    <w:rsid w:val="001002A5"/>
    <w:rsid w:val="0010043A"/>
    <w:rsid w:val="00101C1A"/>
    <w:rsid w:val="0010292F"/>
    <w:rsid w:val="0010371B"/>
    <w:rsid w:val="00103997"/>
    <w:rsid w:val="00103C40"/>
    <w:rsid w:val="001044F1"/>
    <w:rsid w:val="00104713"/>
    <w:rsid w:val="00105C4E"/>
    <w:rsid w:val="00105C6B"/>
    <w:rsid w:val="00107A3A"/>
    <w:rsid w:val="00107D13"/>
    <w:rsid w:val="00110650"/>
    <w:rsid w:val="0011074A"/>
    <w:rsid w:val="001159AF"/>
    <w:rsid w:val="00116D81"/>
    <w:rsid w:val="001203B1"/>
    <w:rsid w:val="001208D0"/>
    <w:rsid w:val="00120CA3"/>
    <w:rsid w:val="00121509"/>
    <w:rsid w:val="00121E98"/>
    <w:rsid w:val="001225A8"/>
    <w:rsid w:val="00123574"/>
    <w:rsid w:val="00123907"/>
    <w:rsid w:val="0012425C"/>
    <w:rsid w:val="0012484A"/>
    <w:rsid w:val="00126149"/>
    <w:rsid w:val="00126FB6"/>
    <w:rsid w:val="00126FC5"/>
    <w:rsid w:val="001276C4"/>
    <w:rsid w:val="001279E4"/>
    <w:rsid w:val="00127EC0"/>
    <w:rsid w:val="001302FD"/>
    <w:rsid w:val="0013031E"/>
    <w:rsid w:val="0013032E"/>
    <w:rsid w:val="001309A1"/>
    <w:rsid w:val="001313A1"/>
    <w:rsid w:val="001316F8"/>
    <w:rsid w:val="00132AA5"/>
    <w:rsid w:val="00132ABB"/>
    <w:rsid w:val="001333DA"/>
    <w:rsid w:val="00133725"/>
    <w:rsid w:val="00133D88"/>
    <w:rsid w:val="00133EF7"/>
    <w:rsid w:val="00134609"/>
    <w:rsid w:val="001346DF"/>
    <w:rsid w:val="00135F4E"/>
    <w:rsid w:val="00136538"/>
    <w:rsid w:val="00136A76"/>
    <w:rsid w:val="001379D5"/>
    <w:rsid w:val="001418D1"/>
    <w:rsid w:val="0014238E"/>
    <w:rsid w:val="00142770"/>
    <w:rsid w:val="00143B52"/>
    <w:rsid w:val="00144602"/>
    <w:rsid w:val="00144A07"/>
    <w:rsid w:val="00144A6D"/>
    <w:rsid w:val="0014558F"/>
    <w:rsid w:val="001517ED"/>
    <w:rsid w:val="00152370"/>
    <w:rsid w:val="00152532"/>
    <w:rsid w:val="00152BFC"/>
    <w:rsid w:val="00152CF0"/>
    <w:rsid w:val="001532F1"/>
    <w:rsid w:val="00153891"/>
    <w:rsid w:val="001542A8"/>
    <w:rsid w:val="00154652"/>
    <w:rsid w:val="001551C2"/>
    <w:rsid w:val="00155B56"/>
    <w:rsid w:val="00155D42"/>
    <w:rsid w:val="00155E7C"/>
    <w:rsid w:val="00155FD9"/>
    <w:rsid w:val="00157FC8"/>
    <w:rsid w:val="00160ECE"/>
    <w:rsid w:val="00162E40"/>
    <w:rsid w:val="0016343A"/>
    <w:rsid w:val="00163B59"/>
    <w:rsid w:val="00165A1C"/>
    <w:rsid w:val="00165B9B"/>
    <w:rsid w:val="00166173"/>
    <w:rsid w:val="00166854"/>
    <w:rsid w:val="00166B2A"/>
    <w:rsid w:val="00167DFF"/>
    <w:rsid w:val="00167E36"/>
    <w:rsid w:val="001702A6"/>
    <w:rsid w:val="0017113F"/>
    <w:rsid w:val="00171701"/>
    <w:rsid w:val="00171779"/>
    <w:rsid w:val="00171A35"/>
    <w:rsid w:val="00172188"/>
    <w:rsid w:val="001724D6"/>
    <w:rsid w:val="0017254C"/>
    <w:rsid w:val="00172A26"/>
    <w:rsid w:val="00173531"/>
    <w:rsid w:val="0017355C"/>
    <w:rsid w:val="001738C9"/>
    <w:rsid w:val="00174835"/>
    <w:rsid w:val="00175100"/>
    <w:rsid w:val="001768F5"/>
    <w:rsid w:val="00177B15"/>
    <w:rsid w:val="00177CF8"/>
    <w:rsid w:val="00177E83"/>
    <w:rsid w:val="00181019"/>
    <w:rsid w:val="00181C66"/>
    <w:rsid w:val="00184055"/>
    <w:rsid w:val="001847AC"/>
    <w:rsid w:val="00184D7A"/>
    <w:rsid w:val="001853B5"/>
    <w:rsid w:val="001857B2"/>
    <w:rsid w:val="001864DE"/>
    <w:rsid w:val="001870F1"/>
    <w:rsid w:val="00187711"/>
    <w:rsid w:val="00187BC9"/>
    <w:rsid w:val="00190765"/>
    <w:rsid w:val="00190BE4"/>
    <w:rsid w:val="0019147E"/>
    <w:rsid w:val="00191B61"/>
    <w:rsid w:val="0019265A"/>
    <w:rsid w:val="00192AB1"/>
    <w:rsid w:val="00193009"/>
    <w:rsid w:val="00193190"/>
    <w:rsid w:val="0019439C"/>
    <w:rsid w:val="00195E14"/>
    <w:rsid w:val="00196F21"/>
    <w:rsid w:val="00197976"/>
    <w:rsid w:val="001979EC"/>
    <w:rsid w:val="001A0CAB"/>
    <w:rsid w:val="001A1D71"/>
    <w:rsid w:val="001A1F6A"/>
    <w:rsid w:val="001A22A3"/>
    <w:rsid w:val="001A35D1"/>
    <w:rsid w:val="001A366B"/>
    <w:rsid w:val="001A3C03"/>
    <w:rsid w:val="001A3D54"/>
    <w:rsid w:val="001A4C72"/>
    <w:rsid w:val="001A5104"/>
    <w:rsid w:val="001A58DB"/>
    <w:rsid w:val="001A5955"/>
    <w:rsid w:val="001A5F4A"/>
    <w:rsid w:val="001A624D"/>
    <w:rsid w:val="001A6E5E"/>
    <w:rsid w:val="001A75FF"/>
    <w:rsid w:val="001A7936"/>
    <w:rsid w:val="001A7A2C"/>
    <w:rsid w:val="001B01B7"/>
    <w:rsid w:val="001B2B7C"/>
    <w:rsid w:val="001B470A"/>
    <w:rsid w:val="001B470E"/>
    <w:rsid w:val="001B4E40"/>
    <w:rsid w:val="001B4E4B"/>
    <w:rsid w:val="001B51AE"/>
    <w:rsid w:val="001C0320"/>
    <w:rsid w:val="001C0E86"/>
    <w:rsid w:val="001C1A07"/>
    <w:rsid w:val="001C226C"/>
    <w:rsid w:val="001C26F1"/>
    <w:rsid w:val="001C29CB"/>
    <w:rsid w:val="001C2B8F"/>
    <w:rsid w:val="001C34F2"/>
    <w:rsid w:val="001C37E5"/>
    <w:rsid w:val="001C3D1B"/>
    <w:rsid w:val="001C4825"/>
    <w:rsid w:val="001C4B81"/>
    <w:rsid w:val="001C52A1"/>
    <w:rsid w:val="001C5CF9"/>
    <w:rsid w:val="001C5F6E"/>
    <w:rsid w:val="001C629A"/>
    <w:rsid w:val="001C6EA0"/>
    <w:rsid w:val="001C7021"/>
    <w:rsid w:val="001D059C"/>
    <w:rsid w:val="001D0757"/>
    <w:rsid w:val="001D15D4"/>
    <w:rsid w:val="001D1D44"/>
    <w:rsid w:val="001D1FC9"/>
    <w:rsid w:val="001D2986"/>
    <w:rsid w:val="001D2CB8"/>
    <w:rsid w:val="001D3670"/>
    <w:rsid w:val="001D392E"/>
    <w:rsid w:val="001D4F16"/>
    <w:rsid w:val="001D5C84"/>
    <w:rsid w:val="001D7130"/>
    <w:rsid w:val="001D735A"/>
    <w:rsid w:val="001D776D"/>
    <w:rsid w:val="001D7CF5"/>
    <w:rsid w:val="001E29D9"/>
    <w:rsid w:val="001E2D58"/>
    <w:rsid w:val="001E3AF6"/>
    <w:rsid w:val="001E50B0"/>
    <w:rsid w:val="001E538F"/>
    <w:rsid w:val="001E5AC4"/>
    <w:rsid w:val="001E6EDD"/>
    <w:rsid w:val="001E7C4C"/>
    <w:rsid w:val="001F0E02"/>
    <w:rsid w:val="001F15F6"/>
    <w:rsid w:val="001F190E"/>
    <w:rsid w:val="001F4B0B"/>
    <w:rsid w:val="001F5285"/>
    <w:rsid w:val="001F55FF"/>
    <w:rsid w:val="001F5661"/>
    <w:rsid w:val="001F5A44"/>
    <w:rsid w:val="001F60BC"/>
    <w:rsid w:val="001F61FD"/>
    <w:rsid w:val="001F6865"/>
    <w:rsid w:val="001F7BCC"/>
    <w:rsid w:val="001F7F14"/>
    <w:rsid w:val="00200131"/>
    <w:rsid w:val="002010E2"/>
    <w:rsid w:val="00202379"/>
    <w:rsid w:val="00203548"/>
    <w:rsid w:val="00203909"/>
    <w:rsid w:val="00204BC6"/>
    <w:rsid w:val="00204CEA"/>
    <w:rsid w:val="00204E9E"/>
    <w:rsid w:val="00205C60"/>
    <w:rsid w:val="00206B75"/>
    <w:rsid w:val="002072E4"/>
    <w:rsid w:val="00207686"/>
    <w:rsid w:val="00207A8A"/>
    <w:rsid w:val="002101C8"/>
    <w:rsid w:val="002105E9"/>
    <w:rsid w:val="002107A2"/>
    <w:rsid w:val="00211064"/>
    <w:rsid w:val="00211C12"/>
    <w:rsid w:val="00211DEF"/>
    <w:rsid w:val="002123D6"/>
    <w:rsid w:val="00213571"/>
    <w:rsid w:val="00214F8D"/>
    <w:rsid w:val="002179A1"/>
    <w:rsid w:val="00220312"/>
    <w:rsid w:val="00220E81"/>
    <w:rsid w:val="00222FBD"/>
    <w:rsid w:val="00225061"/>
    <w:rsid w:val="002252B4"/>
    <w:rsid w:val="002264E5"/>
    <w:rsid w:val="0022729F"/>
    <w:rsid w:val="00227D08"/>
    <w:rsid w:val="0023179F"/>
    <w:rsid w:val="002318CC"/>
    <w:rsid w:val="002349AB"/>
    <w:rsid w:val="0023500D"/>
    <w:rsid w:val="002359E4"/>
    <w:rsid w:val="00235C18"/>
    <w:rsid w:val="00236021"/>
    <w:rsid w:val="00237052"/>
    <w:rsid w:val="0023709B"/>
    <w:rsid w:val="00237154"/>
    <w:rsid w:val="00240251"/>
    <w:rsid w:val="00240302"/>
    <w:rsid w:val="00240E23"/>
    <w:rsid w:val="002415B9"/>
    <w:rsid w:val="00241E4E"/>
    <w:rsid w:val="00247F8A"/>
    <w:rsid w:val="00250304"/>
    <w:rsid w:val="00250432"/>
    <w:rsid w:val="0025070F"/>
    <w:rsid w:val="00251F4C"/>
    <w:rsid w:val="00252531"/>
    <w:rsid w:val="00252AB0"/>
    <w:rsid w:val="00252E5D"/>
    <w:rsid w:val="00253515"/>
    <w:rsid w:val="00254EC4"/>
    <w:rsid w:val="002551D6"/>
    <w:rsid w:val="00255437"/>
    <w:rsid w:val="00255966"/>
    <w:rsid w:val="00256573"/>
    <w:rsid w:val="00256AA3"/>
    <w:rsid w:val="0025745B"/>
    <w:rsid w:val="00257489"/>
    <w:rsid w:val="00260C86"/>
    <w:rsid w:val="00262576"/>
    <w:rsid w:val="0026274B"/>
    <w:rsid w:val="002628CD"/>
    <w:rsid w:val="00262CA9"/>
    <w:rsid w:val="002655FC"/>
    <w:rsid w:val="00267E9C"/>
    <w:rsid w:val="00271621"/>
    <w:rsid w:val="0027196C"/>
    <w:rsid w:val="002732D7"/>
    <w:rsid w:val="002736DD"/>
    <w:rsid w:val="00273C2E"/>
    <w:rsid w:val="002761C0"/>
    <w:rsid w:val="00276246"/>
    <w:rsid w:val="00276C19"/>
    <w:rsid w:val="00276C42"/>
    <w:rsid w:val="00277A34"/>
    <w:rsid w:val="00277D73"/>
    <w:rsid w:val="002811A4"/>
    <w:rsid w:val="00281844"/>
    <w:rsid w:val="002819DA"/>
    <w:rsid w:val="00283DE1"/>
    <w:rsid w:val="00284A62"/>
    <w:rsid w:val="002853BE"/>
    <w:rsid w:val="002869D9"/>
    <w:rsid w:val="00286AE2"/>
    <w:rsid w:val="00287287"/>
    <w:rsid w:val="00287BFE"/>
    <w:rsid w:val="00290E35"/>
    <w:rsid w:val="0029202D"/>
    <w:rsid w:val="00293254"/>
    <w:rsid w:val="0029326F"/>
    <w:rsid w:val="00296506"/>
    <w:rsid w:val="0029761D"/>
    <w:rsid w:val="00297654"/>
    <w:rsid w:val="002978AD"/>
    <w:rsid w:val="002A04C9"/>
    <w:rsid w:val="002A05A3"/>
    <w:rsid w:val="002A0FB0"/>
    <w:rsid w:val="002A126D"/>
    <w:rsid w:val="002A1E09"/>
    <w:rsid w:val="002A227D"/>
    <w:rsid w:val="002A3C71"/>
    <w:rsid w:val="002A439C"/>
    <w:rsid w:val="002A45F9"/>
    <w:rsid w:val="002A462B"/>
    <w:rsid w:val="002A47C6"/>
    <w:rsid w:val="002A4859"/>
    <w:rsid w:val="002A4DD9"/>
    <w:rsid w:val="002A6132"/>
    <w:rsid w:val="002A6D4F"/>
    <w:rsid w:val="002A7D67"/>
    <w:rsid w:val="002A7F83"/>
    <w:rsid w:val="002B04D8"/>
    <w:rsid w:val="002B0FE5"/>
    <w:rsid w:val="002B148E"/>
    <w:rsid w:val="002B15CD"/>
    <w:rsid w:val="002B1D91"/>
    <w:rsid w:val="002B3006"/>
    <w:rsid w:val="002B37E6"/>
    <w:rsid w:val="002B3932"/>
    <w:rsid w:val="002B4409"/>
    <w:rsid w:val="002B4C26"/>
    <w:rsid w:val="002B4D51"/>
    <w:rsid w:val="002B59CC"/>
    <w:rsid w:val="002B5ADF"/>
    <w:rsid w:val="002B6342"/>
    <w:rsid w:val="002B75E4"/>
    <w:rsid w:val="002C0946"/>
    <w:rsid w:val="002C0CDB"/>
    <w:rsid w:val="002C1127"/>
    <w:rsid w:val="002C12CA"/>
    <w:rsid w:val="002C13A0"/>
    <w:rsid w:val="002C184B"/>
    <w:rsid w:val="002C1EAF"/>
    <w:rsid w:val="002C2E09"/>
    <w:rsid w:val="002C367F"/>
    <w:rsid w:val="002C3B38"/>
    <w:rsid w:val="002C3E94"/>
    <w:rsid w:val="002C4041"/>
    <w:rsid w:val="002C40A1"/>
    <w:rsid w:val="002C5A47"/>
    <w:rsid w:val="002C5F03"/>
    <w:rsid w:val="002C6198"/>
    <w:rsid w:val="002C716E"/>
    <w:rsid w:val="002D080C"/>
    <w:rsid w:val="002D09B2"/>
    <w:rsid w:val="002D0A51"/>
    <w:rsid w:val="002D2154"/>
    <w:rsid w:val="002D2E5E"/>
    <w:rsid w:val="002D2ED8"/>
    <w:rsid w:val="002D33E1"/>
    <w:rsid w:val="002D421F"/>
    <w:rsid w:val="002D550F"/>
    <w:rsid w:val="002D5B56"/>
    <w:rsid w:val="002D5D36"/>
    <w:rsid w:val="002D69C0"/>
    <w:rsid w:val="002D77C8"/>
    <w:rsid w:val="002E06C9"/>
    <w:rsid w:val="002E079F"/>
    <w:rsid w:val="002E1C7F"/>
    <w:rsid w:val="002E25F2"/>
    <w:rsid w:val="002E3713"/>
    <w:rsid w:val="002E459D"/>
    <w:rsid w:val="002E5DEB"/>
    <w:rsid w:val="002E5E51"/>
    <w:rsid w:val="002E6674"/>
    <w:rsid w:val="002E6BCB"/>
    <w:rsid w:val="002F0A4C"/>
    <w:rsid w:val="002F0E36"/>
    <w:rsid w:val="002F19FB"/>
    <w:rsid w:val="002F23D1"/>
    <w:rsid w:val="002F257B"/>
    <w:rsid w:val="002F3C52"/>
    <w:rsid w:val="002F405F"/>
    <w:rsid w:val="002F478F"/>
    <w:rsid w:val="002F48A5"/>
    <w:rsid w:val="002F7179"/>
    <w:rsid w:val="002F76B8"/>
    <w:rsid w:val="002F7BB1"/>
    <w:rsid w:val="002F7F3C"/>
    <w:rsid w:val="00300B41"/>
    <w:rsid w:val="0030105F"/>
    <w:rsid w:val="00301734"/>
    <w:rsid w:val="0030195E"/>
    <w:rsid w:val="00301BE6"/>
    <w:rsid w:val="0030299C"/>
    <w:rsid w:val="003033B1"/>
    <w:rsid w:val="003036E8"/>
    <w:rsid w:val="00304E80"/>
    <w:rsid w:val="003054D8"/>
    <w:rsid w:val="00305609"/>
    <w:rsid w:val="00305FDF"/>
    <w:rsid w:val="00307551"/>
    <w:rsid w:val="0030777A"/>
    <w:rsid w:val="00310241"/>
    <w:rsid w:val="00310DF5"/>
    <w:rsid w:val="00312177"/>
    <w:rsid w:val="0031221F"/>
    <w:rsid w:val="0031227B"/>
    <w:rsid w:val="00314608"/>
    <w:rsid w:val="00314BC2"/>
    <w:rsid w:val="003153FE"/>
    <w:rsid w:val="0031568B"/>
    <w:rsid w:val="00316242"/>
    <w:rsid w:val="00316377"/>
    <w:rsid w:val="003164B4"/>
    <w:rsid w:val="0031683F"/>
    <w:rsid w:val="00317128"/>
    <w:rsid w:val="00317F9D"/>
    <w:rsid w:val="00320115"/>
    <w:rsid w:val="003203B2"/>
    <w:rsid w:val="003204AC"/>
    <w:rsid w:val="00321515"/>
    <w:rsid w:val="00322931"/>
    <w:rsid w:val="00323F74"/>
    <w:rsid w:val="003241D5"/>
    <w:rsid w:val="0032495C"/>
    <w:rsid w:val="00324BD1"/>
    <w:rsid w:val="00325AC6"/>
    <w:rsid w:val="00325B3D"/>
    <w:rsid w:val="00325B7D"/>
    <w:rsid w:val="003266F8"/>
    <w:rsid w:val="00330AC8"/>
    <w:rsid w:val="00332BA1"/>
    <w:rsid w:val="00333502"/>
    <w:rsid w:val="00333D9B"/>
    <w:rsid w:val="003344DC"/>
    <w:rsid w:val="0033456F"/>
    <w:rsid w:val="003345E5"/>
    <w:rsid w:val="00334A73"/>
    <w:rsid w:val="003359FF"/>
    <w:rsid w:val="00336422"/>
    <w:rsid w:val="00337408"/>
    <w:rsid w:val="00337732"/>
    <w:rsid w:val="00341A13"/>
    <w:rsid w:val="00343940"/>
    <w:rsid w:val="00344F51"/>
    <w:rsid w:val="00345B7C"/>
    <w:rsid w:val="00346862"/>
    <w:rsid w:val="003479DC"/>
    <w:rsid w:val="0035129C"/>
    <w:rsid w:val="00351A36"/>
    <w:rsid w:val="0035208F"/>
    <w:rsid w:val="0035275F"/>
    <w:rsid w:val="00352EFE"/>
    <w:rsid w:val="0035364E"/>
    <w:rsid w:val="00353B8C"/>
    <w:rsid w:val="003551CB"/>
    <w:rsid w:val="00355752"/>
    <w:rsid w:val="003564BB"/>
    <w:rsid w:val="0035671A"/>
    <w:rsid w:val="003567DD"/>
    <w:rsid w:val="003572B3"/>
    <w:rsid w:val="00357323"/>
    <w:rsid w:val="00357812"/>
    <w:rsid w:val="003601E8"/>
    <w:rsid w:val="00360B33"/>
    <w:rsid w:val="00361EDA"/>
    <w:rsid w:val="00362F01"/>
    <w:rsid w:val="003649D9"/>
    <w:rsid w:val="0036522B"/>
    <w:rsid w:val="00365D57"/>
    <w:rsid w:val="00365E08"/>
    <w:rsid w:val="00365F3B"/>
    <w:rsid w:val="0036759B"/>
    <w:rsid w:val="00370D30"/>
    <w:rsid w:val="0037153C"/>
    <w:rsid w:val="0037297A"/>
    <w:rsid w:val="00374E3C"/>
    <w:rsid w:val="003751B7"/>
    <w:rsid w:val="00375CA1"/>
    <w:rsid w:val="00375D6B"/>
    <w:rsid w:val="003770FF"/>
    <w:rsid w:val="00377CDA"/>
    <w:rsid w:val="00377D45"/>
    <w:rsid w:val="0038040D"/>
    <w:rsid w:val="00380B0D"/>
    <w:rsid w:val="00381E58"/>
    <w:rsid w:val="00381F82"/>
    <w:rsid w:val="003824DD"/>
    <w:rsid w:val="003837D6"/>
    <w:rsid w:val="00383C6E"/>
    <w:rsid w:val="003852AA"/>
    <w:rsid w:val="003854E9"/>
    <w:rsid w:val="0038593C"/>
    <w:rsid w:val="003865AC"/>
    <w:rsid w:val="00386F15"/>
    <w:rsid w:val="0038713F"/>
    <w:rsid w:val="00387D8A"/>
    <w:rsid w:val="00390612"/>
    <w:rsid w:val="00390E9D"/>
    <w:rsid w:val="00391083"/>
    <w:rsid w:val="00391E3E"/>
    <w:rsid w:val="00392391"/>
    <w:rsid w:val="00393EC7"/>
    <w:rsid w:val="003947CF"/>
    <w:rsid w:val="00395E92"/>
    <w:rsid w:val="003961CE"/>
    <w:rsid w:val="003A02E2"/>
    <w:rsid w:val="003A09A3"/>
    <w:rsid w:val="003A0A64"/>
    <w:rsid w:val="003A0B94"/>
    <w:rsid w:val="003A2982"/>
    <w:rsid w:val="003A2EDA"/>
    <w:rsid w:val="003A3BB4"/>
    <w:rsid w:val="003A4D7F"/>
    <w:rsid w:val="003A5424"/>
    <w:rsid w:val="003A6286"/>
    <w:rsid w:val="003B0594"/>
    <w:rsid w:val="003B0C29"/>
    <w:rsid w:val="003B1846"/>
    <w:rsid w:val="003B276D"/>
    <w:rsid w:val="003B3005"/>
    <w:rsid w:val="003B3AD9"/>
    <w:rsid w:val="003B4A8D"/>
    <w:rsid w:val="003B697C"/>
    <w:rsid w:val="003B729E"/>
    <w:rsid w:val="003B757C"/>
    <w:rsid w:val="003B7886"/>
    <w:rsid w:val="003B7E01"/>
    <w:rsid w:val="003C05A0"/>
    <w:rsid w:val="003C16EF"/>
    <w:rsid w:val="003C23D3"/>
    <w:rsid w:val="003C33E0"/>
    <w:rsid w:val="003C3AE3"/>
    <w:rsid w:val="003C3D6D"/>
    <w:rsid w:val="003C4963"/>
    <w:rsid w:val="003C502D"/>
    <w:rsid w:val="003C5CA6"/>
    <w:rsid w:val="003C64F4"/>
    <w:rsid w:val="003C67F8"/>
    <w:rsid w:val="003C7F12"/>
    <w:rsid w:val="003D1A51"/>
    <w:rsid w:val="003D257F"/>
    <w:rsid w:val="003D32FA"/>
    <w:rsid w:val="003D511D"/>
    <w:rsid w:val="003D6003"/>
    <w:rsid w:val="003E11AF"/>
    <w:rsid w:val="003E19E4"/>
    <w:rsid w:val="003E1E9C"/>
    <w:rsid w:val="003E25D4"/>
    <w:rsid w:val="003E2AC6"/>
    <w:rsid w:val="003E3AC6"/>
    <w:rsid w:val="003E43BE"/>
    <w:rsid w:val="003E4571"/>
    <w:rsid w:val="003E45D1"/>
    <w:rsid w:val="003E4938"/>
    <w:rsid w:val="003E514C"/>
    <w:rsid w:val="003E623C"/>
    <w:rsid w:val="003E6EB7"/>
    <w:rsid w:val="003E76AC"/>
    <w:rsid w:val="003F0836"/>
    <w:rsid w:val="003F2327"/>
    <w:rsid w:val="003F377E"/>
    <w:rsid w:val="003F5F3A"/>
    <w:rsid w:val="003F66BA"/>
    <w:rsid w:val="003F7501"/>
    <w:rsid w:val="003F79F8"/>
    <w:rsid w:val="0040000A"/>
    <w:rsid w:val="0040356B"/>
    <w:rsid w:val="00403779"/>
    <w:rsid w:val="004039B3"/>
    <w:rsid w:val="00404659"/>
    <w:rsid w:val="00404A51"/>
    <w:rsid w:val="00405341"/>
    <w:rsid w:val="00405548"/>
    <w:rsid w:val="00405F86"/>
    <w:rsid w:val="00406277"/>
    <w:rsid w:val="00406718"/>
    <w:rsid w:val="00407F90"/>
    <w:rsid w:val="004105E4"/>
    <w:rsid w:val="00411496"/>
    <w:rsid w:val="00411D3F"/>
    <w:rsid w:val="004122A2"/>
    <w:rsid w:val="00412575"/>
    <w:rsid w:val="00412C49"/>
    <w:rsid w:val="0041388D"/>
    <w:rsid w:val="004141A1"/>
    <w:rsid w:val="0041586F"/>
    <w:rsid w:val="00415A06"/>
    <w:rsid w:val="00420214"/>
    <w:rsid w:val="004208B2"/>
    <w:rsid w:val="00421C40"/>
    <w:rsid w:val="0042345B"/>
    <w:rsid w:val="00424765"/>
    <w:rsid w:val="00424A34"/>
    <w:rsid w:val="00427534"/>
    <w:rsid w:val="00431E2B"/>
    <w:rsid w:val="004326D2"/>
    <w:rsid w:val="00433012"/>
    <w:rsid w:val="0043402C"/>
    <w:rsid w:val="004343CD"/>
    <w:rsid w:val="0043494A"/>
    <w:rsid w:val="00436227"/>
    <w:rsid w:val="004365E2"/>
    <w:rsid w:val="00436FF8"/>
    <w:rsid w:val="004377DC"/>
    <w:rsid w:val="00437D77"/>
    <w:rsid w:val="004417FC"/>
    <w:rsid w:val="00441F2F"/>
    <w:rsid w:val="00442FE6"/>
    <w:rsid w:val="00443C57"/>
    <w:rsid w:val="00443E2B"/>
    <w:rsid w:val="004441BB"/>
    <w:rsid w:val="00444250"/>
    <w:rsid w:val="004456A9"/>
    <w:rsid w:val="0044606B"/>
    <w:rsid w:val="00446B81"/>
    <w:rsid w:val="004509BA"/>
    <w:rsid w:val="00451A90"/>
    <w:rsid w:val="00451C17"/>
    <w:rsid w:val="0045368A"/>
    <w:rsid w:val="0045492C"/>
    <w:rsid w:val="00454F01"/>
    <w:rsid w:val="00455344"/>
    <w:rsid w:val="004555FC"/>
    <w:rsid w:val="00456CD2"/>
    <w:rsid w:val="00461221"/>
    <w:rsid w:val="00461447"/>
    <w:rsid w:val="004617AC"/>
    <w:rsid w:val="00461A79"/>
    <w:rsid w:val="0046291D"/>
    <w:rsid w:val="00462A74"/>
    <w:rsid w:val="0046311E"/>
    <w:rsid w:val="0046410E"/>
    <w:rsid w:val="00465EBC"/>
    <w:rsid w:val="00466211"/>
    <w:rsid w:val="0046728C"/>
    <w:rsid w:val="004679BC"/>
    <w:rsid w:val="00467D33"/>
    <w:rsid w:val="004705D1"/>
    <w:rsid w:val="004717D9"/>
    <w:rsid w:val="00471E0F"/>
    <w:rsid w:val="004727FB"/>
    <w:rsid w:val="00472911"/>
    <w:rsid w:val="0047312A"/>
    <w:rsid w:val="00473276"/>
    <w:rsid w:val="00473A8A"/>
    <w:rsid w:val="00474A00"/>
    <w:rsid w:val="004750C8"/>
    <w:rsid w:val="00476AD5"/>
    <w:rsid w:val="0047715E"/>
    <w:rsid w:val="00477E2C"/>
    <w:rsid w:val="00477E62"/>
    <w:rsid w:val="004801B9"/>
    <w:rsid w:val="00480A3F"/>
    <w:rsid w:val="00480D4E"/>
    <w:rsid w:val="00481C25"/>
    <w:rsid w:val="004820AC"/>
    <w:rsid w:val="00482724"/>
    <w:rsid w:val="00482732"/>
    <w:rsid w:val="00482D0E"/>
    <w:rsid w:val="00483A47"/>
    <w:rsid w:val="00484E77"/>
    <w:rsid w:val="004853FB"/>
    <w:rsid w:val="004863E9"/>
    <w:rsid w:val="00486574"/>
    <w:rsid w:val="004867C7"/>
    <w:rsid w:val="004875C4"/>
    <w:rsid w:val="0049092A"/>
    <w:rsid w:val="00493797"/>
    <w:rsid w:val="00494010"/>
    <w:rsid w:val="0049572C"/>
    <w:rsid w:val="004958F9"/>
    <w:rsid w:val="00495984"/>
    <w:rsid w:val="004962D0"/>
    <w:rsid w:val="0049671D"/>
    <w:rsid w:val="00497425"/>
    <w:rsid w:val="004A015D"/>
    <w:rsid w:val="004A0382"/>
    <w:rsid w:val="004A0494"/>
    <w:rsid w:val="004A1DDB"/>
    <w:rsid w:val="004A1F43"/>
    <w:rsid w:val="004A2BCB"/>
    <w:rsid w:val="004A2D33"/>
    <w:rsid w:val="004A343F"/>
    <w:rsid w:val="004A5948"/>
    <w:rsid w:val="004A6B3E"/>
    <w:rsid w:val="004A7663"/>
    <w:rsid w:val="004A787E"/>
    <w:rsid w:val="004A7DA1"/>
    <w:rsid w:val="004B1B38"/>
    <w:rsid w:val="004B2587"/>
    <w:rsid w:val="004B3652"/>
    <w:rsid w:val="004B43C3"/>
    <w:rsid w:val="004B69EA"/>
    <w:rsid w:val="004C06E4"/>
    <w:rsid w:val="004C1097"/>
    <w:rsid w:val="004C2309"/>
    <w:rsid w:val="004C274C"/>
    <w:rsid w:val="004C3AF7"/>
    <w:rsid w:val="004C5887"/>
    <w:rsid w:val="004C5FAC"/>
    <w:rsid w:val="004C642C"/>
    <w:rsid w:val="004C68EA"/>
    <w:rsid w:val="004D058F"/>
    <w:rsid w:val="004D0ED1"/>
    <w:rsid w:val="004D2416"/>
    <w:rsid w:val="004D3108"/>
    <w:rsid w:val="004D49AC"/>
    <w:rsid w:val="004D4FBA"/>
    <w:rsid w:val="004D5D7E"/>
    <w:rsid w:val="004D61D2"/>
    <w:rsid w:val="004D795E"/>
    <w:rsid w:val="004E0D0A"/>
    <w:rsid w:val="004E36DA"/>
    <w:rsid w:val="004E37C0"/>
    <w:rsid w:val="004E4D6B"/>
    <w:rsid w:val="004E5456"/>
    <w:rsid w:val="004E56E2"/>
    <w:rsid w:val="004E5EB7"/>
    <w:rsid w:val="004E65C8"/>
    <w:rsid w:val="004E6E86"/>
    <w:rsid w:val="004E7472"/>
    <w:rsid w:val="004E7EEF"/>
    <w:rsid w:val="004F0C4F"/>
    <w:rsid w:val="004F0F60"/>
    <w:rsid w:val="004F1B22"/>
    <w:rsid w:val="004F3B27"/>
    <w:rsid w:val="004F3BB8"/>
    <w:rsid w:val="004F3CB2"/>
    <w:rsid w:val="004F4BAE"/>
    <w:rsid w:val="004F54B0"/>
    <w:rsid w:val="004F6709"/>
    <w:rsid w:val="004F6C37"/>
    <w:rsid w:val="00500D4E"/>
    <w:rsid w:val="005026DF"/>
    <w:rsid w:val="00502D54"/>
    <w:rsid w:val="00502E29"/>
    <w:rsid w:val="005032AE"/>
    <w:rsid w:val="0050378E"/>
    <w:rsid w:val="00503812"/>
    <w:rsid w:val="005047D3"/>
    <w:rsid w:val="005047E0"/>
    <w:rsid w:val="00505730"/>
    <w:rsid w:val="00505967"/>
    <w:rsid w:val="00506F0D"/>
    <w:rsid w:val="005113BB"/>
    <w:rsid w:val="00511CA6"/>
    <w:rsid w:val="005128EB"/>
    <w:rsid w:val="00512BED"/>
    <w:rsid w:val="00512EB6"/>
    <w:rsid w:val="0051454B"/>
    <w:rsid w:val="00514D9D"/>
    <w:rsid w:val="00514F02"/>
    <w:rsid w:val="005159CC"/>
    <w:rsid w:val="00515DBB"/>
    <w:rsid w:val="00520423"/>
    <w:rsid w:val="0052075B"/>
    <w:rsid w:val="0052106B"/>
    <w:rsid w:val="005216D7"/>
    <w:rsid w:val="0052342D"/>
    <w:rsid w:val="00523980"/>
    <w:rsid w:val="005240B9"/>
    <w:rsid w:val="005241DE"/>
    <w:rsid w:val="00525CC1"/>
    <w:rsid w:val="00526718"/>
    <w:rsid w:val="00526822"/>
    <w:rsid w:val="00526ABA"/>
    <w:rsid w:val="00526D80"/>
    <w:rsid w:val="00527448"/>
    <w:rsid w:val="00530EA6"/>
    <w:rsid w:val="0053109E"/>
    <w:rsid w:val="00531646"/>
    <w:rsid w:val="00531942"/>
    <w:rsid w:val="00532E31"/>
    <w:rsid w:val="005331E6"/>
    <w:rsid w:val="00533227"/>
    <w:rsid w:val="005335D4"/>
    <w:rsid w:val="0053469B"/>
    <w:rsid w:val="005361B0"/>
    <w:rsid w:val="0054206B"/>
    <w:rsid w:val="00542DDE"/>
    <w:rsid w:val="005432CD"/>
    <w:rsid w:val="005469F5"/>
    <w:rsid w:val="0054799D"/>
    <w:rsid w:val="00547C5A"/>
    <w:rsid w:val="00547E98"/>
    <w:rsid w:val="005500DD"/>
    <w:rsid w:val="00550BD4"/>
    <w:rsid w:val="005511BA"/>
    <w:rsid w:val="005535E4"/>
    <w:rsid w:val="00554439"/>
    <w:rsid w:val="00554A8F"/>
    <w:rsid w:val="00555499"/>
    <w:rsid w:val="005559C3"/>
    <w:rsid w:val="00557889"/>
    <w:rsid w:val="005579D9"/>
    <w:rsid w:val="00560481"/>
    <w:rsid w:val="00560541"/>
    <w:rsid w:val="00560877"/>
    <w:rsid w:val="00560A5B"/>
    <w:rsid w:val="00560E3E"/>
    <w:rsid w:val="005619DE"/>
    <w:rsid w:val="005621C8"/>
    <w:rsid w:val="00562F6A"/>
    <w:rsid w:val="00563F86"/>
    <w:rsid w:val="00565107"/>
    <w:rsid w:val="00566693"/>
    <w:rsid w:val="0056697E"/>
    <w:rsid w:val="00566ED6"/>
    <w:rsid w:val="005673EC"/>
    <w:rsid w:val="00567507"/>
    <w:rsid w:val="0056777C"/>
    <w:rsid w:val="00567781"/>
    <w:rsid w:val="00570377"/>
    <w:rsid w:val="00572693"/>
    <w:rsid w:val="00572C2B"/>
    <w:rsid w:val="00573AEA"/>
    <w:rsid w:val="00574EC1"/>
    <w:rsid w:val="00577385"/>
    <w:rsid w:val="00577577"/>
    <w:rsid w:val="005778FF"/>
    <w:rsid w:val="005779C2"/>
    <w:rsid w:val="00577D79"/>
    <w:rsid w:val="00577F6A"/>
    <w:rsid w:val="005802A1"/>
    <w:rsid w:val="00580680"/>
    <w:rsid w:val="00581785"/>
    <w:rsid w:val="00581968"/>
    <w:rsid w:val="00581C37"/>
    <w:rsid w:val="00582510"/>
    <w:rsid w:val="00582B4B"/>
    <w:rsid w:val="00582F95"/>
    <w:rsid w:val="00583C5C"/>
    <w:rsid w:val="00583C6C"/>
    <w:rsid w:val="00583FDC"/>
    <w:rsid w:val="00584893"/>
    <w:rsid w:val="00584E48"/>
    <w:rsid w:val="00584FE5"/>
    <w:rsid w:val="0058535E"/>
    <w:rsid w:val="005876E9"/>
    <w:rsid w:val="005877B8"/>
    <w:rsid w:val="0059080E"/>
    <w:rsid w:val="00593C16"/>
    <w:rsid w:val="00594085"/>
    <w:rsid w:val="00594E31"/>
    <w:rsid w:val="005A097D"/>
    <w:rsid w:val="005A0E78"/>
    <w:rsid w:val="005A1E0A"/>
    <w:rsid w:val="005A2186"/>
    <w:rsid w:val="005A2E96"/>
    <w:rsid w:val="005A2ECF"/>
    <w:rsid w:val="005A417B"/>
    <w:rsid w:val="005A610B"/>
    <w:rsid w:val="005A66B0"/>
    <w:rsid w:val="005A7236"/>
    <w:rsid w:val="005A76CC"/>
    <w:rsid w:val="005B0C93"/>
    <w:rsid w:val="005B184C"/>
    <w:rsid w:val="005B3215"/>
    <w:rsid w:val="005B3E7A"/>
    <w:rsid w:val="005B4D0C"/>
    <w:rsid w:val="005B53D0"/>
    <w:rsid w:val="005B5765"/>
    <w:rsid w:val="005B5984"/>
    <w:rsid w:val="005B6423"/>
    <w:rsid w:val="005B74D5"/>
    <w:rsid w:val="005B7D33"/>
    <w:rsid w:val="005C004C"/>
    <w:rsid w:val="005C03CA"/>
    <w:rsid w:val="005C18B6"/>
    <w:rsid w:val="005C3823"/>
    <w:rsid w:val="005C3894"/>
    <w:rsid w:val="005C3D93"/>
    <w:rsid w:val="005C4339"/>
    <w:rsid w:val="005C4AC6"/>
    <w:rsid w:val="005C6915"/>
    <w:rsid w:val="005C6EB7"/>
    <w:rsid w:val="005C740F"/>
    <w:rsid w:val="005D03A3"/>
    <w:rsid w:val="005D065F"/>
    <w:rsid w:val="005D0754"/>
    <w:rsid w:val="005D163A"/>
    <w:rsid w:val="005D23E4"/>
    <w:rsid w:val="005D2B81"/>
    <w:rsid w:val="005D4059"/>
    <w:rsid w:val="005D5D95"/>
    <w:rsid w:val="005D6284"/>
    <w:rsid w:val="005D7361"/>
    <w:rsid w:val="005E10A2"/>
    <w:rsid w:val="005E18DA"/>
    <w:rsid w:val="005E2019"/>
    <w:rsid w:val="005E348A"/>
    <w:rsid w:val="005E3B16"/>
    <w:rsid w:val="005E433E"/>
    <w:rsid w:val="005E4343"/>
    <w:rsid w:val="005E5D10"/>
    <w:rsid w:val="005E63EF"/>
    <w:rsid w:val="005E6610"/>
    <w:rsid w:val="005E7050"/>
    <w:rsid w:val="005E715A"/>
    <w:rsid w:val="005F03EF"/>
    <w:rsid w:val="005F1409"/>
    <w:rsid w:val="005F2FC2"/>
    <w:rsid w:val="005F3EB4"/>
    <w:rsid w:val="005F4251"/>
    <w:rsid w:val="005F506B"/>
    <w:rsid w:val="005F5FC6"/>
    <w:rsid w:val="005F7ABB"/>
    <w:rsid w:val="006009F7"/>
    <w:rsid w:val="00600F15"/>
    <w:rsid w:val="0060104F"/>
    <w:rsid w:val="00601DD9"/>
    <w:rsid w:val="00602612"/>
    <w:rsid w:val="00602E32"/>
    <w:rsid w:val="00602EA7"/>
    <w:rsid w:val="0060359A"/>
    <w:rsid w:val="00603A77"/>
    <w:rsid w:val="00605E5B"/>
    <w:rsid w:val="00605EFA"/>
    <w:rsid w:val="0060676A"/>
    <w:rsid w:val="00606EE4"/>
    <w:rsid w:val="006074AA"/>
    <w:rsid w:val="00607E83"/>
    <w:rsid w:val="00607F6C"/>
    <w:rsid w:val="00611B89"/>
    <w:rsid w:val="00611DBC"/>
    <w:rsid w:val="00612140"/>
    <w:rsid w:val="006122F6"/>
    <w:rsid w:val="00612D93"/>
    <w:rsid w:val="006131ED"/>
    <w:rsid w:val="0061336E"/>
    <w:rsid w:val="00613F1D"/>
    <w:rsid w:val="00614038"/>
    <w:rsid w:val="00614128"/>
    <w:rsid w:val="00614517"/>
    <w:rsid w:val="00614701"/>
    <w:rsid w:val="006158E6"/>
    <w:rsid w:val="00616008"/>
    <w:rsid w:val="00616428"/>
    <w:rsid w:val="006170B8"/>
    <w:rsid w:val="0061771B"/>
    <w:rsid w:val="00617771"/>
    <w:rsid w:val="00620AB0"/>
    <w:rsid w:val="00620EE8"/>
    <w:rsid w:val="00621458"/>
    <w:rsid w:val="00621875"/>
    <w:rsid w:val="00621C36"/>
    <w:rsid w:val="006221C2"/>
    <w:rsid w:val="006225D9"/>
    <w:rsid w:val="00622F92"/>
    <w:rsid w:val="0062306E"/>
    <w:rsid w:val="00625962"/>
    <w:rsid w:val="00625C8E"/>
    <w:rsid w:val="00625F40"/>
    <w:rsid w:val="00627066"/>
    <w:rsid w:val="006277EB"/>
    <w:rsid w:val="00627E4E"/>
    <w:rsid w:val="006302C3"/>
    <w:rsid w:val="00630304"/>
    <w:rsid w:val="00630373"/>
    <w:rsid w:val="00630C1C"/>
    <w:rsid w:val="00631273"/>
    <w:rsid w:val="00631CDB"/>
    <w:rsid w:val="006325E8"/>
    <w:rsid w:val="00633968"/>
    <w:rsid w:val="006348FD"/>
    <w:rsid w:val="00634D57"/>
    <w:rsid w:val="00635277"/>
    <w:rsid w:val="006352E4"/>
    <w:rsid w:val="00635653"/>
    <w:rsid w:val="006357E6"/>
    <w:rsid w:val="00635F29"/>
    <w:rsid w:val="0063679A"/>
    <w:rsid w:val="00637A7E"/>
    <w:rsid w:val="00640497"/>
    <w:rsid w:val="00640560"/>
    <w:rsid w:val="00640EE3"/>
    <w:rsid w:val="006413BC"/>
    <w:rsid w:val="00642689"/>
    <w:rsid w:val="00642D5E"/>
    <w:rsid w:val="00647777"/>
    <w:rsid w:val="00647DB1"/>
    <w:rsid w:val="0065038D"/>
    <w:rsid w:val="00650835"/>
    <w:rsid w:val="0065195C"/>
    <w:rsid w:val="00651CD2"/>
    <w:rsid w:val="0065209D"/>
    <w:rsid w:val="00653053"/>
    <w:rsid w:val="0065497D"/>
    <w:rsid w:val="00655031"/>
    <w:rsid w:val="00655A29"/>
    <w:rsid w:val="006562BC"/>
    <w:rsid w:val="00656791"/>
    <w:rsid w:val="00656956"/>
    <w:rsid w:val="00656C27"/>
    <w:rsid w:val="00657EF1"/>
    <w:rsid w:val="006620D9"/>
    <w:rsid w:val="00662555"/>
    <w:rsid w:val="00664390"/>
    <w:rsid w:val="006655F5"/>
    <w:rsid w:val="00666152"/>
    <w:rsid w:val="00666175"/>
    <w:rsid w:val="006673A4"/>
    <w:rsid w:val="00667972"/>
    <w:rsid w:val="00670100"/>
    <w:rsid w:val="00670622"/>
    <w:rsid w:val="00670DA1"/>
    <w:rsid w:val="00672720"/>
    <w:rsid w:val="006729C5"/>
    <w:rsid w:val="0067313A"/>
    <w:rsid w:val="00673BCF"/>
    <w:rsid w:val="006742D9"/>
    <w:rsid w:val="00674CC4"/>
    <w:rsid w:val="006753FD"/>
    <w:rsid w:val="006760C6"/>
    <w:rsid w:val="00676FEB"/>
    <w:rsid w:val="006772B7"/>
    <w:rsid w:val="006775D9"/>
    <w:rsid w:val="00680309"/>
    <w:rsid w:val="0068084C"/>
    <w:rsid w:val="00680AA6"/>
    <w:rsid w:val="00681096"/>
    <w:rsid w:val="0068173D"/>
    <w:rsid w:val="00682012"/>
    <w:rsid w:val="00682387"/>
    <w:rsid w:val="0068267B"/>
    <w:rsid w:val="006840C3"/>
    <w:rsid w:val="00684654"/>
    <w:rsid w:val="006850B5"/>
    <w:rsid w:val="00685825"/>
    <w:rsid w:val="00685A06"/>
    <w:rsid w:val="00686D11"/>
    <w:rsid w:val="00687AC2"/>
    <w:rsid w:val="00690026"/>
    <w:rsid w:val="00690FD6"/>
    <w:rsid w:val="00691BE4"/>
    <w:rsid w:val="00691D71"/>
    <w:rsid w:val="00692BDF"/>
    <w:rsid w:val="00692CAD"/>
    <w:rsid w:val="00693BBB"/>
    <w:rsid w:val="006957DE"/>
    <w:rsid w:val="006969F3"/>
    <w:rsid w:val="00697241"/>
    <w:rsid w:val="006A1D98"/>
    <w:rsid w:val="006A3A4D"/>
    <w:rsid w:val="006A3B45"/>
    <w:rsid w:val="006A4975"/>
    <w:rsid w:val="006A5263"/>
    <w:rsid w:val="006A539E"/>
    <w:rsid w:val="006A54B6"/>
    <w:rsid w:val="006A6478"/>
    <w:rsid w:val="006A6587"/>
    <w:rsid w:val="006A7B74"/>
    <w:rsid w:val="006B017D"/>
    <w:rsid w:val="006B0C7B"/>
    <w:rsid w:val="006B1888"/>
    <w:rsid w:val="006B1B9B"/>
    <w:rsid w:val="006B3F04"/>
    <w:rsid w:val="006B4F19"/>
    <w:rsid w:val="006B5053"/>
    <w:rsid w:val="006B6387"/>
    <w:rsid w:val="006B6CE9"/>
    <w:rsid w:val="006B710D"/>
    <w:rsid w:val="006C1ABD"/>
    <w:rsid w:val="006C2080"/>
    <w:rsid w:val="006C415C"/>
    <w:rsid w:val="006C458F"/>
    <w:rsid w:val="006C464F"/>
    <w:rsid w:val="006C51F2"/>
    <w:rsid w:val="006C6634"/>
    <w:rsid w:val="006C6700"/>
    <w:rsid w:val="006C74C8"/>
    <w:rsid w:val="006C7F8B"/>
    <w:rsid w:val="006D03DF"/>
    <w:rsid w:val="006D1A8B"/>
    <w:rsid w:val="006D2A7E"/>
    <w:rsid w:val="006D431D"/>
    <w:rsid w:val="006D58DF"/>
    <w:rsid w:val="006D5B4D"/>
    <w:rsid w:val="006D5FF0"/>
    <w:rsid w:val="006D641D"/>
    <w:rsid w:val="006D6C3B"/>
    <w:rsid w:val="006D7153"/>
    <w:rsid w:val="006D797D"/>
    <w:rsid w:val="006E0D41"/>
    <w:rsid w:val="006E26D4"/>
    <w:rsid w:val="006E282E"/>
    <w:rsid w:val="006E2D82"/>
    <w:rsid w:val="006E2E9C"/>
    <w:rsid w:val="006E330F"/>
    <w:rsid w:val="006E340A"/>
    <w:rsid w:val="006E3A81"/>
    <w:rsid w:val="006E43F5"/>
    <w:rsid w:val="006E5659"/>
    <w:rsid w:val="006E67D7"/>
    <w:rsid w:val="006E7D34"/>
    <w:rsid w:val="006F0152"/>
    <w:rsid w:val="006F030A"/>
    <w:rsid w:val="006F2429"/>
    <w:rsid w:val="006F2FCB"/>
    <w:rsid w:val="006F402B"/>
    <w:rsid w:val="006F42AA"/>
    <w:rsid w:val="006F4761"/>
    <w:rsid w:val="006F50BA"/>
    <w:rsid w:val="006F5BAD"/>
    <w:rsid w:val="006F6994"/>
    <w:rsid w:val="006F706A"/>
    <w:rsid w:val="006F7AF1"/>
    <w:rsid w:val="007004C9"/>
    <w:rsid w:val="00701402"/>
    <w:rsid w:val="007016A0"/>
    <w:rsid w:val="007030BA"/>
    <w:rsid w:val="007039AD"/>
    <w:rsid w:val="00703B0E"/>
    <w:rsid w:val="007055B3"/>
    <w:rsid w:val="00707DB8"/>
    <w:rsid w:val="007111B1"/>
    <w:rsid w:val="00712F6B"/>
    <w:rsid w:val="0071371E"/>
    <w:rsid w:val="0071494D"/>
    <w:rsid w:val="00715310"/>
    <w:rsid w:val="00715AA9"/>
    <w:rsid w:val="00716F75"/>
    <w:rsid w:val="007171E9"/>
    <w:rsid w:val="007175D7"/>
    <w:rsid w:val="00720488"/>
    <w:rsid w:val="007206AC"/>
    <w:rsid w:val="007211F2"/>
    <w:rsid w:val="0072168F"/>
    <w:rsid w:val="00722A04"/>
    <w:rsid w:val="00723A38"/>
    <w:rsid w:val="007244D7"/>
    <w:rsid w:val="0072459A"/>
    <w:rsid w:val="00724AF5"/>
    <w:rsid w:val="007250C2"/>
    <w:rsid w:val="007252E5"/>
    <w:rsid w:val="007274F5"/>
    <w:rsid w:val="0073083A"/>
    <w:rsid w:val="00730C0B"/>
    <w:rsid w:val="00731201"/>
    <w:rsid w:val="00731D97"/>
    <w:rsid w:val="007332DF"/>
    <w:rsid w:val="007335DC"/>
    <w:rsid w:val="007358D2"/>
    <w:rsid w:val="00735933"/>
    <w:rsid w:val="007368BF"/>
    <w:rsid w:val="00736DE7"/>
    <w:rsid w:val="007375F0"/>
    <w:rsid w:val="00740C49"/>
    <w:rsid w:val="0074190F"/>
    <w:rsid w:val="0074246D"/>
    <w:rsid w:val="00744A64"/>
    <w:rsid w:val="007453BA"/>
    <w:rsid w:val="0074594A"/>
    <w:rsid w:val="00751CE6"/>
    <w:rsid w:val="00752DBC"/>
    <w:rsid w:val="00753AC6"/>
    <w:rsid w:val="00753E11"/>
    <w:rsid w:val="007548EC"/>
    <w:rsid w:val="007548FB"/>
    <w:rsid w:val="007563F1"/>
    <w:rsid w:val="00756BC2"/>
    <w:rsid w:val="00761EED"/>
    <w:rsid w:val="0076304D"/>
    <w:rsid w:val="00763E27"/>
    <w:rsid w:val="007642C3"/>
    <w:rsid w:val="00766004"/>
    <w:rsid w:val="0076646E"/>
    <w:rsid w:val="0076657D"/>
    <w:rsid w:val="0077059B"/>
    <w:rsid w:val="00772565"/>
    <w:rsid w:val="0077256B"/>
    <w:rsid w:val="00772EAB"/>
    <w:rsid w:val="007738C6"/>
    <w:rsid w:val="00773F1A"/>
    <w:rsid w:val="00774597"/>
    <w:rsid w:val="00774F70"/>
    <w:rsid w:val="007803BA"/>
    <w:rsid w:val="00780EAD"/>
    <w:rsid w:val="007810E2"/>
    <w:rsid w:val="00781BAC"/>
    <w:rsid w:val="007821A5"/>
    <w:rsid w:val="007843D7"/>
    <w:rsid w:val="00784627"/>
    <w:rsid w:val="00784B22"/>
    <w:rsid w:val="00784DCB"/>
    <w:rsid w:val="0078699D"/>
    <w:rsid w:val="00790592"/>
    <w:rsid w:val="00790662"/>
    <w:rsid w:val="00791D73"/>
    <w:rsid w:val="007923E5"/>
    <w:rsid w:val="00792EE3"/>
    <w:rsid w:val="0079319C"/>
    <w:rsid w:val="00793AF4"/>
    <w:rsid w:val="00793D5F"/>
    <w:rsid w:val="00794D8A"/>
    <w:rsid w:val="007957A9"/>
    <w:rsid w:val="00795C3D"/>
    <w:rsid w:val="00795E77"/>
    <w:rsid w:val="00796F45"/>
    <w:rsid w:val="0079784B"/>
    <w:rsid w:val="00797E4A"/>
    <w:rsid w:val="007A06E9"/>
    <w:rsid w:val="007A0D94"/>
    <w:rsid w:val="007A23F3"/>
    <w:rsid w:val="007A38F6"/>
    <w:rsid w:val="007A4146"/>
    <w:rsid w:val="007A49E5"/>
    <w:rsid w:val="007A4C34"/>
    <w:rsid w:val="007A4D7F"/>
    <w:rsid w:val="007A7758"/>
    <w:rsid w:val="007B00B7"/>
    <w:rsid w:val="007B1EB5"/>
    <w:rsid w:val="007B25BA"/>
    <w:rsid w:val="007B36DF"/>
    <w:rsid w:val="007B453D"/>
    <w:rsid w:val="007B4730"/>
    <w:rsid w:val="007B4C92"/>
    <w:rsid w:val="007B4F40"/>
    <w:rsid w:val="007B5ADB"/>
    <w:rsid w:val="007B5BD9"/>
    <w:rsid w:val="007C017D"/>
    <w:rsid w:val="007C082F"/>
    <w:rsid w:val="007C11CB"/>
    <w:rsid w:val="007C178C"/>
    <w:rsid w:val="007C381F"/>
    <w:rsid w:val="007C4A5B"/>
    <w:rsid w:val="007C607C"/>
    <w:rsid w:val="007D0188"/>
    <w:rsid w:val="007D056B"/>
    <w:rsid w:val="007D0C24"/>
    <w:rsid w:val="007D0E0B"/>
    <w:rsid w:val="007D11A5"/>
    <w:rsid w:val="007D24D0"/>
    <w:rsid w:val="007D3D5D"/>
    <w:rsid w:val="007D4812"/>
    <w:rsid w:val="007D778C"/>
    <w:rsid w:val="007D7922"/>
    <w:rsid w:val="007D7B11"/>
    <w:rsid w:val="007E067A"/>
    <w:rsid w:val="007E0869"/>
    <w:rsid w:val="007E1FE9"/>
    <w:rsid w:val="007E2C05"/>
    <w:rsid w:val="007E5A7F"/>
    <w:rsid w:val="007E5A9B"/>
    <w:rsid w:val="007E5F87"/>
    <w:rsid w:val="007E6918"/>
    <w:rsid w:val="007E6D42"/>
    <w:rsid w:val="007E7A63"/>
    <w:rsid w:val="007F04F9"/>
    <w:rsid w:val="007F18ED"/>
    <w:rsid w:val="007F2596"/>
    <w:rsid w:val="007F2C51"/>
    <w:rsid w:val="007F3D50"/>
    <w:rsid w:val="007F3FEC"/>
    <w:rsid w:val="007F41A4"/>
    <w:rsid w:val="007F421C"/>
    <w:rsid w:val="007F45D4"/>
    <w:rsid w:val="007F4DE9"/>
    <w:rsid w:val="007F5380"/>
    <w:rsid w:val="007F66BC"/>
    <w:rsid w:val="007F70DC"/>
    <w:rsid w:val="007F710E"/>
    <w:rsid w:val="007F74B5"/>
    <w:rsid w:val="007F77D1"/>
    <w:rsid w:val="00800671"/>
    <w:rsid w:val="00800FD3"/>
    <w:rsid w:val="008020FF"/>
    <w:rsid w:val="0080216E"/>
    <w:rsid w:val="00804C4A"/>
    <w:rsid w:val="00804CEC"/>
    <w:rsid w:val="008054E4"/>
    <w:rsid w:val="008059B7"/>
    <w:rsid w:val="00805C64"/>
    <w:rsid w:val="00807A89"/>
    <w:rsid w:val="00807F5B"/>
    <w:rsid w:val="00810D63"/>
    <w:rsid w:val="00811957"/>
    <w:rsid w:val="00812278"/>
    <w:rsid w:val="008152DC"/>
    <w:rsid w:val="00815306"/>
    <w:rsid w:val="0081542C"/>
    <w:rsid w:val="008164C2"/>
    <w:rsid w:val="00817012"/>
    <w:rsid w:val="008175B4"/>
    <w:rsid w:val="00817DC5"/>
    <w:rsid w:val="00817F3B"/>
    <w:rsid w:val="00817FB1"/>
    <w:rsid w:val="00820197"/>
    <w:rsid w:val="00821374"/>
    <w:rsid w:val="00822FF9"/>
    <w:rsid w:val="00823993"/>
    <w:rsid w:val="00823D0C"/>
    <w:rsid w:val="008242A0"/>
    <w:rsid w:val="00824802"/>
    <w:rsid w:val="00824A8D"/>
    <w:rsid w:val="00825E55"/>
    <w:rsid w:val="00826046"/>
    <w:rsid w:val="00827213"/>
    <w:rsid w:val="00827FB1"/>
    <w:rsid w:val="008307F8"/>
    <w:rsid w:val="00830955"/>
    <w:rsid w:val="00833634"/>
    <w:rsid w:val="0083659B"/>
    <w:rsid w:val="008379F1"/>
    <w:rsid w:val="00841AD0"/>
    <w:rsid w:val="008427E6"/>
    <w:rsid w:val="00842D75"/>
    <w:rsid w:val="00843E4B"/>
    <w:rsid w:val="008479E4"/>
    <w:rsid w:val="00850D55"/>
    <w:rsid w:val="0085123E"/>
    <w:rsid w:val="00852B6F"/>
    <w:rsid w:val="008538F6"/>
    <w:rsid w:val="00853A30"/>
    <w:rsid w:val="008548E3"/>
    <w:rsid w:val="00854AAF"/>
    <w:rsid w:val="0085558E"/>
    <w:rsid w:val="00855FD9"/>
    <w:rsid w:val="008563CA"/>
    <w:rsid w:val="008568D6"/>
    <w:rsid w:val="00856AD0"/>
    <w:rsid w:val="00862A88"/>
    <w:rsid w:val="008635CF"/>
    <w:rsid w:val="0086661A"/>
    <w:rsid w:val="00867BEE"/>
    <w:rsid w:val="008701C1"/>
    <w:rsid w:val="00870DDB"/>
    <w:rsid w:val="00871EFF"/>
    <w:rsid w:val="00872D48"/>
    <w:rsid w:val="00873698"/>
    <w:rsid w:val="008749C7"/>
    <w:rsid w:val="00875002"/>
    <w:rsid w:val="00875082"/>
    <w:rsid w:val="00875387"/>
    <w:rsid w:val="008755DC"/>
    <w:rsid w:val="00875B68"/>
    <w:rsid w:val="00876C2D"/>
    <w:rsid w:val="00877317"/>
    <w:rsid w:val="0087796F"/>
    <w:rsid w:val="00881768"/>
    <w:rsid w:val="00881B01"/>
    <w:rsid w:val="00881EEC"/>
    <w:rsid w:val="0088313C"/>
    <w:rsid w:val="008847C1"/>
    <w:rsid w:val="00884F8C"/>
    <w:rsid w:val="008857AF"/>
    <w:rsid w:val="00885C1E"/>
    <w:rsid w:val="00885ECB"/>
    <w:rsid w:val="0088687C"/>
    <w:rsid w:val="0088769E"/>
    <w:rsid w:val="008879AF"/>
    <w:rsid w:val="00887F6E"/>
    <w:rsid w:val="0089449F"/>
    <w:rsid w:val="00895C82"/>
    <w:rsid w:val="00896283"/>
    <w:rsid w:val="00896801"/>
    <w:rsid w:val="008968AF"/>
    <w:rsid w:val="008A15AB"/>
    <w:rsid w:val="008A1CDE"/>
    <w:rsid w:val="008A1E4F"/>
    <w:rsid w:val="008A26CB"/>
    <w:rsid w:val="008A2BD5"/>
    <w:rsid w:val="008A39FA"/>
    <w:rsid w:val="008A437E"/>
    <w:rsid w:val="008A44AF"/>
    <w:rsid w:val="008A47FB"/>
    <w:rsid w:val="008A62C6"/>
    <w:rsid w:val="008A673F"/>
    <w:rsid w:val="008B030F"/>
    <w:rsid w:val="008B0421"/>
    <w:rsid w:val="008B0B80"/>
    <w:rsid w:val="008B14D9"/>
    <w:rsid w:val="008B17F3"/>
    <w:rsid w:val="008B1874"/>
    <w:rsid w:val="008B3A76"/>
    <w:rsid w:val="008B640E"/>
    <w:rsid w:val="008B6460"/>
    <w:rsid w:val="008B68F0"/>
    <w:rsid w:val="008B6E5C"/>
    <w:rsid w:val="008B7730"/>
    <w:rsid w:val="008B7AD7"/>
    <w:rsid w:val="008B7E0A"/>
    <w:rsid w:val="008C0246"/>
    <w:rsid w:val="008C1032"/>
    <w:rsid w:val="008C31F2"/>
    <w:rsid w:val="008C432F"/>
    <w:rsid w:val="008C5F3D"/>
    <w:rsid w:val="008C6333"/>
    <w:rsid w:val="008C6392"/>
    <w:rsid w:val="008C753C"/>
    <w:rsid w:val="008C77B6"/>
    <w:rsid w:val="008C7EBF"/>
    <w:rsid w:val="008D060F"/>
    <w:rsid w:val="008D09EB"/>
    <w:rsid w:val="008D268B"/>
    <w:rsid w:val="008D3DF3"/>
    <w:rsid w:val="008D40D9"/>
    <w:rsid w:val="008D5308"/>
    <w:rsid w:val="008D64B0"/>
    <w:rsid w:val="008D66CB"/>
    <w:rsid w:val="008D6790"/>
    <w:rsid w:val="008D70E3"/>
    <w:rsid w:val="008E056C"/>
    <w:rsid w:val="008E10AC"/>
    <w:rsid w:val="008E3314"/>
    <w:rsid w:val="008E44F8"/>
    <w:rsid w:val="008E605D"/>
    <w:rsid w:val="008E7758"/>
    <w:rsid w:val="008F0E79"/>
    <w:rsid w:val="008F15C2"/>
    <w:rsid w:val="008F21A9"/>
    <w:rsid w:val="008F2DC9"/>
    <w:rsid w:val="008F3B60"/>
    <w:rsid w:val="008F3D40"/>
    <w:rsid w:val="008F4058"/>
    <w:rsid w:val="008F4345"/>
    <w:rsid w:val="008F446E"/>
    <w:rsid w:val="008F59FF"/>
    <w:rsid w:val="008F5A2F"/>
    <w:rsid w:val="008F5DFA"/>
    <w:rsid w:val="0090002A"/>
    <w:rsid w:val="009006AC"/>
    <w:rsid w:val="00900BD2"/>
    <w:rsid w:val="00900D62"/>
    <w:rsid w:val="00901F2E"/>
    <w:rsid w:val="009024E8"/>
    <w:rsid w:val="00905E06"/>
    <w:rsid w:val="009063A5"/>
    <w:rsid w:val="009068DA"/>
    <w:rsid w:val="009069BC"/>
    <w:rsid w:val="00906D15"/>
    <w:rsid w:val="009070C6"/>
    <w:rsid w:val="0090762B"/>
    <w:rsid w:val="009078FB"/>
    <w:rsid w:val="00907BAD"/>
    <w:rsid w:val="00907C9A"/>
    <w:rsid w:val="009108F7"/>
    <w:rsid w:val="00911417"/>
    <w:rsid w:val="0091369E"/>
    <w:rsid w:val="0091373A"/>
    <w:rsid w:val="00914AEA"/>
    <w:rsid w:val="00915914"/>
    <w:rsid w:val="009167AA"/>
    <w:rsid w:val="00916B31"/>
    <w:rsid w:val="009176C4"/>
    <w:rsid w:val="009201CA"/>
    <w:rsid w:val="00920449"/>
    <w:rsid w:val="00920971"/>
    <w:rsid w:val="00922C51"/>
    <w:rsid w:val="009243F0"/>
    <w:rsid w:val="00924FCD"/>
    <w:rsid w:val="0092568D"/>
    <w:rsid w:val="009258FA"/>
    <w:rsid w:val="00926F1B"/>
    <w:rsid w:val="00927092"/>
    <w:rsid w:val="009279E0"/>
    <w:rsid w:val="00927E9E"/>
    <w:rsid w:val="009304AD"/>
    <w:rsid w:val="00930ECF"/>
    <w:rsid w:val="009316E1"/>
    <w:rsid w:val="00931B06"/>
    <w:rsid w:val="00931C85"/>
    <w:rsid w:val="00931F31"/>
    <w:rsid w:val="00933B4F"/>
    <w:rsid w:val="00933F3E"/>
    <w:rsid w:val="00934F3C"/>
    <w:rsid w:val="009355DC"/>
    <w:rsid w:val="00935FF4"/>
    <w:rsid w:val="00936754"/>
    <w:rsid w:val="00936D6A"/>
    <w:rsid w:val="0093765C"/>
    <w:rsid w:val="009377A0"/>
    <w:rsid w:val="00940549"/>
    <w:rsid w:val="00941360"/>
    <w:rsid w:val="00941D1B"/>
    <w:rsid w:val="00942947"/>
    <w:rsid w:val="00942DE2"/>
    <w:rsid w:val="00943706"/>
    <w:rsid w:val="00944B46"/>
    <w:rsid w:val="009462A9"/>
    <w:rsid w:val="0094686B"/>
    <w:rsid w:val="00946B99"/>
    <w:rsid w:val="00946E27"/>
    <w:rsid w:val="00946E36"/>
    <w:rsid w:val="00946FEC"/>
    <w:rsid w:val="0094795D"/>
    <w:rsid w:val="0095013E"/>
    <w:rsid w:val="009501CE"/>
    <w:rsid w:val="00950384"/>
    <w:rsid w:val="00950660"/>
    <w:rsid w:val="009506DA"/>
    <w:rsid w:val="009516F8"/>
    <w:rsid w:val="00952DFD"/>
    <w:rsid w:val="00953C17"/>
    <w:rsid w:val="00954B32"/>
    <w:rsid w:val="009558B4"/>
    <w:rsid w:val="009568CD"/>
    <w:rsid w:val="009569D8"/>
    <w:rsid w:val="009575C3"/>
    <w:rsid w:val="00960360"/>
    <w:rsid w:val="0096090F"/>
    <w:rsid w:val="009621F5"/>
    <w:rsid w:val="00962871"/>
    <w:rsid w:val="009636DD"/>
    <w:rsid w:val="00963F87"/>
    <w:rsid w:val="00964FF8"/>
    <w:rsid w:val="00965004"/>
    <w:rsid w:val="00966B59"/>
    <w:rsid w:val="00966FB2"/>
    <w:rsid w:val="00966FE4"/>
    <w:rsid w:val="00967BEF"/>
    <w:rsid w:val="00970A94"/>
    <w:rsid w:val="00970B69"/>
    <w:rsid w:val="00970FBB"/>
    <w:rsid w:val="009721DB"/>
    <w:rsid w:val="009729F5"/>
    <w:rsid w:val="00973D28"/>
    <w:rsid w:val="009740FB"/>
    <w:rsid w:val="009743E0"/>
    <w:rsid w:val="00974751"/>
    <w:rsid w:val="00974AF7"/>
    <w:rsid w:val="0097644F"/>
    <w:rsid w:val="0097646C"/>
    <w:rsid w:val="00976BD2"/>
    <w:rsid w:val="00977467"/>
    <w:rsid w:val="00977CBE"/>
    <w:rsid w:val="0098072F"/>
    <w:rsid w:val="00981236"/>
    <w:rsid w:val="00982967"/>
    <w:rsid w:val="009829DC"/>
    <w:rsid w:val="009835FE"/>
    <w:rsid w:val="0098402D"/>
    <w:rsid w:val="00984594"/>
    <w:rsid w:val="009849B8"/>
    <w:rsid w:val="00984F3A"/>
    <w:rsid w:val="00985D39"/>
    <w:rsid w:val="0098753A"/>
    <w:rsid w:val="009903C3"/>
    <w:rsid w:val="009917CA"/>
    <w:rsid w:val="00992BCB"/>
    <w:rsid w:val="00992C0E"/>
    <w:rsid w:val="009932B8"/>
    <w:rsid w:val="00993373"/>
    <w:rsid w:val="0099395E"/>
    <w:rsid w:val="0099406B"/>
    <w:rsid w:val="00994CBB"/>
    <w:rsid w:val="009A00EC"/>
    <w:rsid w:val="009A0E22"/>
    <w:rsid w:val="009A1F17"/>
    <w:rsid w:val="009A20DA"/>
    <w:rsid w:val="009A253E"/>
    <w:rsid w:val="009A35F3"/>
    <w:rsid w:val="009A37B1"/>
    <w:rsid w:val="009A51D5"/>
    <w:rsid w:val="009A6B33"/>
    <w:rsid w:val="009A705A"/>
    <w:rsid w:val="009A70A2"/>
    <w:rsid w:val="009A7E06"/>
    <w:rsid w:val="009B05DD"/>
    <w:rsid w:val="009B1237"/>
    <w:rsid w:val="009B28F1"/>
    <w:rsid w:val="009B3119"/>
    <w:rsid w:val="009B315F"/>
    <w:rsid w:val="009B3180"/>
    <w:rsid w:val="009B36F2"/>
    <w:rsid w:val="009B4BCB"/>
    <w:rsid w:val="009B4CE6"/>
    <w:rsid w:val="009B59EA"/>
    <w:rsid w:val="009C2572"/>
    <w:rsid w:val="009C3472"/>
    <w:rsid w:val="009C3A7A"/>
    <w:rsid w:val="009C42D6"/>
    <w:rsid w:val="009C44FE"/>
    <w:rsid w:val="009C4595"/>
    <w:rsid w:val="009C4B3A"/>
    <w:rsid w:val="009C5286"/>
    <w:rsid w:val="009C5F02"/>
    <w:rsid w:val="009C7AA3"/>
    <w:rsid w:val="009D113A"/>
    <w:rsid w:val="009D24CB"/>
    <w:rsid w:val="009D2738"/>
    <w:rsid w:val="009D2BBB"/>
    <w:rsid w:val="009D2CB6"/>
    <w:rsid w:val="009D39D3"/>
    <w:rsid w:val="009D403E"/>
    <w:rsid w:val="009D48FE"/>
    <w:rsid w:val="009D5F84"/>
    <w:rsid w:val="009D6B41"/>
    <w:rsid w:val="009D6EF9"/>
    <w:rsid w:val="009D7531"/>
    <w:rsid w:val="009D7896"/>
    <w:rsid w:val="009D78B8"/>
    <w:rsid w:val="009E18E2"/>
    <w:rsid w:val="009E1C20"/>
    <w:rsid w:val="009E1CF7"/>
    <w:rsid w:val="009E3132"/>
    <w:rsid w:val="009E3171"/>
    <w:rsid w:val="009E3F35"/>
    <w:rsid w:val="009E478B"/>
    <w:rsid w:val="009E541C"/>
    <w:rsid w:val="009E6564"/>
    <w:rsid w:val="009E74E8"/>
    <w:rsid w:val="009F020F"/>
    <w:rsid w:val="009F028B"/>
    <w:rsid w:val="009F152D"/>
    <w:rsid w:val="009F2350"/>
    <w:rsid w:val="009F31AB"/>
    <w:rsid w:val="009F3C32"/>
    <w:rsid w:val="009F447C"/>
    <w:rsid w:val="009F4686"/>
    <w:rsid w:val="009F4888"/>
    <w:rsid w:val="009F4A15"/>
    <w:rsid w:val="009F4A8C"/>
    <w:rsid w:val="009F5D7D"/>
    <w:rsid w:val="009F61A5"/>
    <w:rsid w:val="009F6C1D"/>
    <w:rsid w:val="009F7728"/>
    <w:rsid w:val="009F7FE1"/>
    <w:rsid w:val="00A014FC"/>
    <w:rsid w:val="00A01B22"/>
    <w:rsid w:val="00A02415"/>
    <w:rsid w:val="00A030A5"/>
    <w:rsid w:val="00A04A72"/>
    <w:rsid w:val="00A0506A"/>
    <w:rsid w:val="00A069EC"/>
    <w:rsid w:val="00A07668"/>
    <w:rsid w:val="00A1035B"/>
    <w:rsid w:val="00A11475"/>
    <w:rsid w:val="00A12855"/>
    <w:rsid w:val="00A14365"/>
    <w:rsid w:val="00A1615C"/>
    <w:rsid w:val="00A168ED"/>
    <w:rsid w:val="00A16E04"/>
    <w:rsid w:val="00A17749"/>
    <w:rsid w:val="00A20525"/>
    <w:rsid w:val="00A20D1F"/>
    <w:rsid w:val="00A20EA7"/>
    <w:rsid w:val="00A211A3"/>
    <w:rsid w:val="00A21D94"/>
    <w:rsid w:val="00A22685"/>
    <w:rsid w:val="00A24136"/>
    <w:rsid w:val="00A25F0A"/>
    <w:rsid w:val="00A2686D"/>
    <w:rsid w:val="00A270B1"/>
    <w:rsid w:val="00A276DD"/>
    <w:rsid w:val="00A30195"/>
    <w:rsid w:val="00A30CAB"/>
    <w:rsid w:val="00A3101A"/>
    <w:rsid w:val="00A3147E"/>
    <w:rsid w:val="00A315B7"/>
    <w:rsid w:val="00A31F16"/>
    <w:rsid w:val="00A32B8E"/>
    <w:rsid w:val="00A33187"/>
    <w:rsid w:val="00A349B5"/>
    <w:rsid w:val="00A4034C"/>
    <w:rsid w:val="00A41282"/>
    <w:rsid w:val="00A43704"/>
    <w:rsid w:val="00A4477C"/>
    <w:rsid w:val="00A447E3"/>
    <w:rsid w:val="00A45147"/>
    <w:rsid w:val="00A46031"/>
    <w:rsid w:val="00A46736"/>
    <w:rsid w:val="00A46BB8"/>
    <w:rsid w:val="00A472B5"/>
    <w:rsid w:val="00A47A63"/>
    <w:rsid w:val="00A50CD6"/>
    <w:rsid w:val="00A50E6A"/>
    <w:rsid w:val="00A512E1"/>
    <w:rsid w:val="00A51999"/>
    <w:rsid w:val="00A52622"/>
    <w:rsid w:val="00A530F3"/>
    <w:rsid w:val="00A54844"/>
    <w:rsid w:val="00A553DF"/>
    <w:rsid w:val="00A5659F"/>
    <w:rsid w:val="00A5675B"/>
    <w:rsid w:val="00A56922"/>
    <w:rsid w:val="00A57242"/>
    <w:rsid w:val="00A6067E"/>
    <w:rsid w:val="00A60D24"/>
    <w:rsid w:val="00A6223B"/>
    <w:rsid w:val="00A62B05"/>
    <w:rsid w:val="00A63DDD"/>
    <w:rsid w:val="00A63FF5"/>
    <w:rsid w:val="00A64140"/>
    <w:rsid w:val="00A64ABE"/>
    <w:rsid w:val="00A64EFF"/>
    <w:rsid w:val="00A65C74"/>
    <w:rsid w:val="00A66A66"/>
    <w:rsid w:val="00A6750A"/>
    <w:rsid w:val="00A70BFA"/>
    <w:rsid w:val="00A73DF0"/>
    <w:rsid w:val="00A73EEB"/>
    <w:rsid w:val="00A74FE0"/>
    <w:rsid w:val="00A7514F"/>
    <w:rsid w:val="00A7680B"/>
    <w:rsid w:val="00A7795B"/>
    <w:rsid w:val="00A77BB7"/>
    <w:rsid w:val="00A77D3E"/>
    <w:rsid w:val="00A80CF3"/>
    <w:rsid w:val="00A80FF8"/>
    <w:rsid w:val="00A81625"/>
    <w:rsid w:val="00A81C6B"/>
    <w:rsid w:val="00A8223F"/>
    <w:rsid w:val="00A82AB8"/>
    <w:rsid w:val="00A83060"/>
    <w:rsid w:val="00A83507"/>
    <w:rsid w:val="00A83649"/>
    <w:rsid w:val="00A83EA9"/>
    <w:rsid w:val="00A84F95"/>
    <w:rsid w:val="00A850FA"/>
    <w:rsid w:val="00A857B2"/>
    <w:rsid w:val="00A85A34"/>
    <w:rsid w:val="00A86572"/>
    <w:rsid w:val="00A8710D"/>
    <w:rsid w:val="00A9030B"/>
    <w:rsid w:val="00A907C7"/>
    <w:rsid w:val="00A92C4A"/>
    <w:rsid w:val="00A936DD"/>
    <w:rsid w:val="00A93AC6"/>
    <w:rsid w:val="00A93E2D"/>
    <w:rsid w:val="00A96AF5"/>
    <w:rsid w:val="00A96D33"/>
    <w:rsid w:val="00A97E0C"/>
    <w:rsid w:val="00AA01A5"/>
    <w:rsid w:val="00AA0C75"/>
    <w:rsid w:val="00AA2AFC"/>
    <w:rsid w:val="00AA2C08"/>
    <w:rsid w:val="00AA33EA"/>
    <w:rsid w:val="00AA438F"/>
    <w:rsid w:val="00AA4623"/>
    <w:rsid w:val="00AA4744"/>
    <w:rsid w:val="00AA5E81"/>
    <w:rsid w:val="00AA65CB"/>
    <w:rsid w:val="00AA6C2F"/>
    <w:rsid w:val="00AA73C5"/>
    <w:rsid w:val="00AB0C68"/>
    <w:rsid w:val="00AB397E"/>
    <w:rsid w:val="00AB4178"/>
    <w:rsid w:val="00AB454D"/>
    <w:rsid w:val="00AB4927"/>
    <w:rsid w:val="00AB71A1"/>
    <w:rsid w:val="00AB751B"/>
    <w:rsid w:val="00AC06B7"/>
    <w:rsid w:val="00AC081E"/>
    <w:rsid w:val="00AC0F99"/>
    <w:rsid w:val="00AC1161"/>
    <w:rsid w:val="00AC1767"/>
    <w:rsid w:val="00AC1974"/>
    <w:rsid w:val="00AC1AF6"/>
    <w:rsid w:val="00AC2C95"/>
    <w:rsid w:val="00AC2D0C"/>
    <w:rsid w:val="00AC3F94"/>
    <w:rsid w:val="00AC51C5"/>
    <w:rsid w:val="00AC5C92"/>
    <w:rsid w:val="00AC5D62"/>
    <w:rsid w:val="00AC717F"/>
    <w:rsid w:val="00AC759F"/>
    <w:rsid w:val="00AC78D6"/>
    <w:rsid w:val="00AD0094"/>
    <w:rsid w:val="00AD0738"/>
    <w:rsid w:val="00AD1542"/>
    <w:rsid w:val="00AD1745"/>
    <w:rsid w:val="00AD208A"/>
    <w:rsid w:val="00AD21AD"/>
    <w:rsid w:val="00AD25BC"/>
    <w:rsid w:val="00AD26AD"/>
    <w:rsid w:val="00AD2ED1"/>
    <w:rsid w:val="00AD33ED"/>
    <w:rsid w:val="00AD3492"/>
    <w:rsid w:val="00AD3B1C"/>
    <w:rsid w:val="00AD4061"/>
    <w:rsid w:val="00AD42CF"/>
    <w:rsid w:val="00AD4CEA"/>
    <w:rsid w:val="00AD4E6C"/>
    <w:rsid w:val="00AD4F8A"/>
    <w:rsid w:val="00AD76F9"/>
    <w:rsid w:val="00AE0A2D"/>
    <w:rsid w:val="00AE0CD0"/>
    <w:rsid w:val="00AE18D4"/>
    <w:rsid w:val="00AE25FF"/>
    <w:rsid w:val="00AE2B98"/>
    <w:rsid w:val="00AE3685"/>
    <w:rsid w:val="00AE3D18"/>
    <w:rsid w:val="00AE4F40"/>
    <w:rsid w:val="00AE52E7"/>
    <w:rsid w:val="00AE55AF"/>
    <w:rsid w:val="00AE7A71"/>
    <w:rsid w:val="00AF0198"/>
    <w:rsid w:val="00AF1BE4"/>
    <w:rsid w:val="00AF4752"/>
    <w:rsid w:val="00AF4C61"/>
    <w:rsid w:val="00AF4D60"/>
    <w:rsid w:val="00AF5B76"/>
    <w:rsid w:val="00AF5E74"/>
    <w:rsid w:val="00B00207"/>
    <w:rsid w:val="00B0093B"/>
    <w:rsid w:val="00B01EFC"/>
    <w:rsid w:val="00B022C2"/>
    <w:rsid w:val="00B0303B"/>
    <w:rsid w:val="00B035FF"/>
    <w:rsid w:val="00B03E5B"/>
    <w:rsid w:val="00B04845"/>
    <w:rsid w:val="00B050A8"/>
    <w:rsid w:val="00B05707"/>
    <w:rsid w:val="00B05A13"/>
    <w:rsid w:val="00B05C1F"/>
    <w:rsid w:val="00B06741"/>
    <w:rsid w:val="00B0679C"/>
    <w:rsid w:val="00B072C2"/>
    <w:rsid w:val="00B10876"/>
    <w:rsid w:val="00B1132F"/>
    <w:rsid w:val="00B1140C"/>
    <w:rsid w:val="00B12264"/>
    <w:rsid w:val="00B133DA"/>
    <w:rsid w:val="00B13432"/>
    <w:rsid w:val="00B13492"/>
    <w:rsid w:val="00B13B1C"/>
    <w:rsid w:val="00B14F2D"/>
    <w:rsid w:val="00B15105"/>
    <w:rsid w:val="00B15784"/>
    <w:rsid w:val="00B16B0F"/>
    <w:rsid w:val="00B1710A"/>
    <w:rsid w:val="00B201E4"/>
    <w:rsid w:val="00B20D93"/>
    <w:rsid w:val="00B215ED"/>
    <w:rsid w:val="00B22404"/>
    <w:rsid w:val="00B22E4B"/>
    <w:rsid w:val="00B24CFF"/>
    <w:rsid w:val="00B25CC4"/>
    <w:rsid w:val="00B25E94"/>
    <w:rsid w:val="00B26BD6"/>
    <w:rsid w:val="00B27467"/>
    <w:rsid w:val="00B2764D"/>
    <w:rsid w:val="00B3035B"/>
    <w:rsid w:val="00B308DF"/>
    <w:rsid w:val="00B30B39"/>
    <w:rsid w:val="00B3189F"/>
    <w:rsid w:val="00B319EA"/>
    <w:rsid w:val="00B327D4"/>
    <w:rsid w:val="00B328B6"/>
    <w:rsid w:val="00B32A97"/>
    <w:rsid w:val="00B32BCB"/>
    <w:rsid w:val="00B335D8"/>
    <w:rsid w:val="00B35377"/>
    <w:rsid w:val="00B35599"/>
    <w:rsid w:val="00B40454"/>
    <w:rsid w:val="00B40831"/>
    <w:rsid w:val="00B408F0"/>
    <w:rsid w:val="00B4160F"/>
    <w:rsid w:val="00B42605"/>
    <w:rsid w:val="00B427C9"/>
    <w:rsid w:val="00B42C6C"/>
    <w:rsid w:val="00B43D40"/>
    <w:rsid w:val="00B44280"/>
    <w:rsid w:val="00B44529"/>
    <w:rsid w:val="00B451FA"/>
    <w:rsid w:val="00B46EA2"/>
    <w:rsid w:val="00B47C42"/>
    <w:rsid w:val="00B50032"/>
    <w:rsid w:val="00B50160"/>
    <w:rsid w:val="00B5030D"/>
    <w:rsid w:val="00B51AD4"/>
    <w:rsid w:val="00B51DD8"/>
    <w:rsid w:val="00B5479A"/>
    <w:rsid w:val="00B548C4"/>
    <w:rsid w:val="00B5732F"/>
    <w:rsid w:val="00B6039D"/>
    <w:rsid w:val="00B603A8"/>
    <w:rsid w:val="00B605EC"/>
    <w:rsid w:val="00B609B3"/>
    <w:rsid w:val="00B60A03"/>
    <w:rsid w:val="00B60BD4"/>
    <w:rsid w:val="00B62275"/>
    <w:rsid w:val="00B623AD"/>
    <w:rsid w:val="00B62B55"/>
    <w:rsid w:val="00B6384B"/>
    <w:rsid w:val="00B638AC"/>
    <w:rsid w:val="00B64B0D"/>
    <w:rsid w:val="00B654EE"/>
    <w:rsid w:val="00B65AE8"/>
    <w:rsid w:val="00B65F6D"/>
    <w:rsid w:val="00B67D29"/>
    <w:rsid w:val="00B70A18"/>
    <w:rsid w:val="00B7112B"/>
    <w:rsid w:val="00B731D5"/>
    <w:rsid w:val="00B7366D"/>
    <w:rsid w:val="00B768DE"/>
    <w:rsid w:val="00B77A1B"/>
    <w:rsid w:val="00B77F6A"/>
    <w:rsid w:val="00B8037A"/>
    <w:rsid w:val="00B805FE"/>
    <w:rsid w:val="00B80C5A"/>
    <w:rsid w:val="00B80E50"/>
    <w:rsid w:val="00B8253E"/>
    <w:rsid w:val="00B8339E"/>
    <w:rsid w:val="00B8345B"/>
    <w:rsid w:val="00B85C32"/>
    <w:rsid w:val="00B86036"/>
    <w:rsid w:val="00B86258"/>
    <w:rsid w:val="00B865C1"/>
    <w:rsid w:val="00B90020"/>
    <w:rsid w:val="00B90AD8"/>
    <w:rsid w:val="00B92F3C"/>
    <w:rsid w:val="00B93D5B"/>
    <w:rsid w:val="00B9467D"/>
    <w:rsid w:val="00B94A7D"/>
    <w:rsid w:val="00B95D65"/>
    <w:rsid w:val="00BA059B"/>
    <w:rsid w:val="00BA10F9"/>
    <w:rsid w:val="00BA16CD"/>
    <w:rsid w:val="00BA16E0"/>
    <w:rsid w:val="00BA2899"/>
    <w:rsid w:val="00BA2B70"/>
    <w:rsid w:val="00BA2B78"/>
    <w:rsid w:val="00BA42D5"/>
    <w:rsid w:val="00BA6825"/>
    <w:rsid w:val="00BA6D46"/>
    <w:rsid w:val="00BA6D77"/>
    <w:rsid w:val="00BA705F"/>
    <w:rsid w:val="00BA709D"/>
    <w:rsid w:val="00BB0001"/>
    <w:rsid w:val="00BB0AE6"/>
    <w:rsid w:val="00BB1826"/>
    <w:rsid w:val="00BB2A26"/>
    <w:rsid w:val="00BB3F19"/>
    <w:rsid w:val="00BB40BD"/>
    <w:rsid w:val="00BB4EE1"/>
    <w:rsid w:val="00BB52FB"/>
    <w:rsid w:val="00BB59A1"/>
    <w:rsid w:val="00BB653E"/>
    <w:rsid w:val="00BB7C78"/>
    <w:rsid w:val="00BB7D40"/>
    <w:rsid w:val="00BB7E48"/>
    <w:rsid w:val="00BC03DD"/>
    <w:rsid w:val="00BC04D4"/>
    <w:rsid w:val="00BC110E"/>
    <w:rsid w:val="00BC19F6"/>
    <w:rsid w:val="00BC2907"/>
    <w:rsid w:val="00BC3A38"/>
    <w:rsid w:val="00BC44F1"/>
    <w:rsid w:val="00BC671B"/>
    <w:rsid w:val="00BC7404"/>
    <w:rsid w:val="00BC7926"/>
    <w:rsid w:val="00BC7F03"/>
    <w:rsid w:val="00BD13D1"/>
    <w:rsid w:val="00BD2149"/>
    <w:rsid w:val="00BD21DB"/>
    <w:rsid w:val="00BD30C5"/>
    <w:rsid w:val="00BD31DC"/>
    <w:rsid w:val="00BD3867"/>
    <w:rsid w:val="00BD4591"/>
    <w:rsid w:val="00BD49D1"/>
    <w:rsid w:val="00BD4E37"/>
    <w:rsid w:val="00BD55FF"/>
    <w:rsid w:val="00BD57C9"/>
    <w:rsid w:val="00BD6463"/>
    <w:rsid w:val="00BE05B8"/>
    <w:rsid w:val="00BE0914"/>
    <w:rsid w:val="00BE0B5F"/>
    <w:rsid w:val="00BE0EB5"/>
    <w:rsid w:val="00BE1CA7"/>
    <w:rsid w:val="00BE2C65"/>
    <w:rsid w:val="00BE349C"/>
    <w:rsid w:val="00BE3DCF"/>
    <w:rsid w:val="00BE427F"/>
    <w:rsid w:val="00BE53FF"/>
    <w:rsid w:val="00BE5821"/>
    <w:rsid w:val="00BE5853"/>
    <w:rsid w:val="00BE7B44"/>
    <w:rsid w:val="00BE7BA9"/>
    <w:rsid w:val="00BF0750"/>
    <w:rsid w:val="00BF2A41"/>
    <w:rsid w:val="00BF2F73"/>
    <w:rsid w:val="00BF539F"/>
    <w:rsid w:val="00BF5817"/>
    <w:rsid w:val="00BF7E1E"/>
    <w:rsid w:val="00C0125A"/>
    <w:rsid w:val="00C01F37"/>
    <w:rsid w:val="00C02F87"/>
    <w:rsid w:val="00C037E2"/>
    <w:rsid w:val="00C0406D"/>
    <w:rsid w:val="00C04DCE"/>
    <w:rsid w:val="00C06502"/>
    <w:rsid w:val="00C07B85"/>
    <w:rsid w:val="00C106DC"/>
    <w:rsid w:val="00C11076"/>
    <w:rsid w:val="00C131E1"/>
    <w:rsid w:val="00C14EF7"/>
    <w:rsid w:val="00C205C0"/>
    <w:rsid w:val="00C2092B"/>
    <w:rsid w:val="00C20B0C"/>
    <w:rsid w:val="00C2147A"/>
    <w:rsid w:val="00C2245D"/>
    <w:rsid w:val="00C23ED4"/>
    <w:rsid w:val="00C24F02"/>
    <w:rsid w:val="00C254D1"/>
    <w:rsid w:val="00C2620F"/>
    <w:rsid w:val="00C26CE9"/>
    <w:rsid w:val="00C27AE3"/>
    <w:rsid w:val="00C3136F"/>
    <w:rsid w:val="00C32266"/>
    <w:rsid w:val="00C32B29"/>
    <w:rsid w:val="00C32C70"/>
    <w:rsid w:val="00C33806"/>
    <w:rsid w:val="00C34187"/>
    <w:rsid w:val="00C34418"/>
    <w:rsid w:val="00C35678"/>
    <w:rsid w:val="00C36E16"/>
    <w:rsid w:val="00C37745"/>
    <w:rsid w:val="00C4029D"/>
    <w:rsid w:val="00C40603"/>
    <w:rsid w:val="00C40EC4"/>
    <w:rsid w:val="00C42637"/>
    <w:rsid w:val="00C4296E"/>
    <w:rsid w:val="00C4448E"/>
    <w:rsid w:val="00C454EC"/>
    <w:rsid w:val="00C45C16"/>
    <w:rsid w:val="00C471FE"/>
    <w:rsid w:val="00C474D4"/>
    <w:rsid w:val="00C50463"/>
    <w:rsid w:val="00C50932"/>
    <w:rsid w:val="00C51907"/>
    <w:rsid w:val="00C51AED"/>
    <w:rsid w:val="00C520E6"/>
    <w:rsid w:val="00C52595"/>
    <w:rsid w:val="00C52D24"/>
    <w:rsid w:val="00C52F28"/>
    <w:rsid w:val="00C54252"/>
    <w:rsid w:val="00C55818"/>
    <w:rsid w:val="00C55985"/>
    <w:rsid w:val="00C55AF9"/>
    <w:rsid w:val="00C55F55"/>
    <w:rsid w:val="00C56313"/>
    <w:rsid w:val="00C57168"/>
    <w:rsid w:val="00C57BE7"/>
    <w:rsid w:val="00C613F3"/>
    <w:rsid w:val="00C61A9D"/>
    <w:rsid w:val="00C63093"/>
    <w:rsid w:val="00C63BDB"/>
    <w:rsid w:val="00C63F2F"/>
    <w:rsid w:val="00C63F76"/>
    <w:rsid w:val="00C655F0"/>
    <w:rsid w:val="00C666F1"/>
    <w:rsid w:val="00C672F5"/>
    <w:rsid w:val="00C679C7"/>
    <w:rsid w:val="00C710BF"/>
    <w:rsid w:val="00C71B01"/>
    <w:rsid w:val="00C74904"/>
    <w:rsid w:val="00C749E4"/>
    <w:rsid w:val="00C74ED4"/>
    <w:rsid w:val="00C76529"/>
    <w:rsid w:val="00C80784"/>
    <w:rsid w:val="00C82E0A"/>
    <w:rsid w:val="00C8576E"/>
    <w:rsid w:val="00C8669E"/>
    <w:rsid w:val="00C866CA"/>
    <w:rsid w:val="00C87DAD"/>
    <w:rsid w:val="00C87FA4"/>
    <w:rsid w:val="00C90C1A"/>
    <w:rsid w:val="00C913DD"/>
    <w:rsid w:val="00C91F2E"/>
    <w:rsid w:val="00C921E4"/>
    <w:rsid w:val="00C927A9"/>
    <w:rsid w:val="00C9567E"/>
    <w:rsid w:val="00C95C05"/>
    <w:rsid w:val="00C95F36"/>
    <w:rsid w:val="00C96C6C"/>
    <w:rsid w:val="00C97AB3"/>
    <w:rsid w:val="00C97CF8"/>
    <w:rsid w:val="00CA017C"/>
    <w:rsid w:val="00CA0241"/>
    <w:rsid w:val="00CA0445"/>
    <w:rsid w:val="00CA061D"/>
    <w:rsid w:val="00CA0D94"/>
    <w:rsid w:val="00CA2ACF"/>
    <w:rsid w:val="00CA332E"/>
    <w:rsid w:val="00CA4398"/>
    <w:rsid w:val="00CA4604"/>
    <w:rsid w:val="00CA62B2"/>
    <w:rsid w:val="00CA63A1"/>
    <w:rsid w:val="00CA6FBB"/>
    <w:rsid w:val="00CA7068"/>
    <w:rsid w:val="00CA71AE"/>
    <w:rsid w:val="00CA7669"/>
    <w:rsid w:val="00CA7A4C"/>
    <w:rsid w:val="00CB004E"/>
    <w:rsid w:val="00CB082A"/>
    <w:rsid w:val="00CB098B"/>
    <w:rsid w:val="00CB1689"/>
    <w:rsid w:val="00CB2C4D"/>
    <w:rsid w:val="00CB2DB7"/>
    <w:rsid w:val="00CB359E"/>
    <w:rsid w:val="00CB383B"/>
    <w:rsid w:val="00CB3A40"/>
    <w:rsid w:val="00CB4915"/>
    <w:rsid w:val="00CB52C7"/>
    <w:rsid w:val="00CB55ED"/>
    <w:rsid w:val="00CB6A77"/>
    <w:rsid w:val="00CB70AF"/>
    <w:rsid w:val="00CB730E"/>
    <w:rsid w:val="00CB7313"/>
    <w:rsid w:val="00CB782F"/>
    <w:rsid w:val="00CB7B8A"/>
    <w:rsid w:val="00CC0281"/>
    <w:rsid w:val="00CC2347"/>
    <w:rsid w:val="00CC24B0"/>
    <w:rsid w:val="00CC2779"/>
    <w:rsid w:val="00CC39B6"/>
    <w:rsid w:val="00CC46F9"/>
    <w:rsid w:val="00CC4E43"/>
    <w:rsid w:val="00CC51F5"/>
    <w:rsid w:val="00CC65E4"/>
    <w:rsid w:val="00CC688C"/>
    <w:rsid w:val="00CC7635"/>
    <w:rsid w:val="00CD0B0B"/>
    <w:rsid w:val="00CD0B0F"/>
    <w:rsid w:val="00CD2A5E"/>
    <w:rsid w:val="00CD2B0A"/>
    <w:rsid w:val="00CD2BE9"/>
    <w:rsid w:val="00CD3C7A"/>
    <w:rsid w:val="00CD3D72"/>
    <w:rsid w:val="00CD4B5A"/>
    <w:rsid w:val="00CD555A"/>
    <w:rsid w:val="00CD5805"/>
    <w:rsid w:val="00CD6AC0"/>
    <w:rsid w:val="00CD715A"/>
    <w:rsid w:val="00CD74F9"/>
    <w:rsid w:val="00CD797A"/>
    <w:rsid w:val="00CE0511"/>
    <w:rsid w:val="00CE0A47"/>
    <w:rsid w:val="00CE2765"/>
    <w:rsid w:val="00CE2BAB"/>
    <w:rsid w:val="00CE3601"/>
    <w:rsid w:val="00CE3C4E"/>
    <w:rsid w:val="00CE5B88"/>
    <w:rsid w:val="00CE6665"/>
    <w:rsid w:val="00CF0586"/>
    <w:rsid w:val="00CF1297"/>
    <w:rsid w:val="00CF129E"/>
    <w:rsid w:val="00CF136F"/>
    <w:rsid w:val="00CF13F7"/>
    <w:rsid w:val="00CF1680"/>
    <w:rsid w:val="00CF23C5"/>
    <w:rsid w:val="00CF2CB0"/>
    <w:rsid w:val="00CF3654"/>
    <w:rsid w:val="00CF429D"/>
    <w:rsid w:val="00CF549C"/>
    <w:rsid w:val="00CF5944"/>
    <w:rsid w:val="00CF6838"/>
    <w:rsid w:val="00CF6DD4"/>
    <w:rsid w:val="00D02152"/>
    <w:rsid w:val="00D045A3"/>
    <w:rsid w:val="00D05F47"/>
    <w:rsid w:val="00D06197"/>
    <w:rsid w:val="00D06B56"/>
    <w:rsid w:val="00D06EE2"/>
    <w:rsid w:val="00D100BD"/>
    <w:rsid w:val="00D10517"/>
    <w:rsid w:val="00D10D87"/>
    <w:rsid w:val="00D1189F"/>
    <w:rsid w:val="00D12494"/>
    <w:rsid w:val="00D13139"/>
    <w:rsid w:val="00D139D3"/>
    <w:rsid w:val="00D13E94"/>
    <w:rsid w:val="00D13F9A"/>
    <w:rsid w:val="00D14689"/>
    <w:rsid w:val="00D156B0"/>
    <w:rsid w:val="00D16539"/>
    <w:rsid w:val="00D16B8F"/>
    <w:rsid w:val="00D1794B"/>
    <w:rsid w:val="00D20132"/>
    <w:rsid w:val="00D23D96"/>
    <w:rsid w:val="00D23EC4"/>
    <w:rsid w:val="00D23F0B"/>
    <w:rsid w:val="00D24792"/>
    <w:rsid w:val="00D24EF4"/>
    <w:rsid w:val="00D25E45"/>
    <w:rsid w:val="00D2621F"/>
    <w:rsid w:val="00D263E2"/>
    <w:rsid w:val="00D27818"/>
    <w:rsid w:val="00D30669"/>
    <w:rsid w:val="00D3227C"/>
    <w:rsid w:val="00D32593"/>
    <w:rsid w:val="00D3273D"/>
    <w:rsid w:val="00D329BB"/>
    <w:rsid w:val="00D32DEA"/>
    <w:rsid w:val="00D336C6"/>
    <w:rsid w:val="00D339BE"/>
    <w:rsid w:val="00D34204"/>
    <w:rsid w:val="00D345EF"/>
    <w:rsid w:val="00D34EAB"/>
    <w:rsid w:val="00D3509E"/>
    <w:rsid w:val="00D359AD"/>
    <w:rsid w:val="00D35A58"/>
    <w:rsid w:val="00D3616E"/>
    <w:rsid w:val="00D362F2"/>
    <w:rsid w:val="00D3659D"/>
    <w:rsid w:val="00D36BEA"/>
    <w:rsid w:val="00D378FB"/>
    <w:rsid w:val="00D37FB7"/>
    <w:rsid w:val="00D40008"/>
    <w:rsid w:val="00D4260D"/>
    <w:rsid w:val="00D43679"/>
    <w:rsid w:val="00D437A8"/>
    <w:rsid w:val="00D44971"/>
    <w:rsid w:val="00D44E7B"/>
    <w:rsid w:val="00D44EF8"/>
    <w:rsid w:val="00D45B22"/>
    <w:rsid w:val="00D45BCB"/>
    <w:rsid w:val="00D45F63"/>
    <w:rsid w:val="00D46434"/>
    <w:rsid w:val="00D464CE"/>
    <w:rsid w:val="00D472F5"/>
    <w:rsid w:val="00D47580"/>
    <w:rsid w:val="00D47E64"/>
    <w:rsid w:val="00D50502"/>
    <w:rsid w:val="00D50A64"/>
    <w:rsid w:val="00D50D79"/>
    <w:rsid w:val="00D516EB"/>
    <w:rsid w:val="00D518DD"/>
    <w:rsid w:val="00D5207B"/>
    <w:rsid w:val="00D52255"/>
    <w:rsid w:val="00D531AA"/>
    <w:rsid w:val="00D53325"/>
    <w:rsid w:val="00D545B3"/>
    <w:rsid w:val="00D54D8B"/>
    <w:rsid w:val="00D55331"/>
    <w:rsid w:val="00D56034"/>
    <w:rsid w:val="00D5634D"/>
    <w:rsid w:val="00D60117"/>
    <w:rsid w:val="00D60871"/>
    <w:rsid w:val="00D61B9E"/>
    <w:rsid w:val="00D62893"/>
    <w:rsid w:val="00D629E2"/>
    <w:rsid w:val="00D62F22"/>
    <w:rsid w:val="00D63B2A"/>
    <w:rsid w:val="00D63B90"/>
    <w:rsid w:val="00D64204"/>
    <w:rsid w:val="00D65230"/>
    <w:rsid w:val="00D667D9"/>
    <w:rsid w:val="00D67CDF"/>
    <w:rsid w:val="00D70301"/>
    <w:rsid w:val="00D706FC"/>
    <w:rsid w:val="00D70E94"/>
    <w:rsid w:val="00D7163D"/>
    <w:rsid w:val="00D71D03"/>
    <w:rsid w:val="00D74F83"/>
    <w:rsid w:val="00D75291"/>
    <w:rsid w:val="00D766DC"/>
    <w:rsid w:val="00D7684A"/>
    <w:rsid w:val="00D76993"/>
    <w:rsid w:val="00D77D15"/>
    <w:rsid w:val="00D80398"/>
    <w:rsid w:val="00D816EF"/>
    <w:rsid w:val="00D81C43"/>
    <w:rsid w:val="00D81D3F"/>
    <w:rsid w:val="00D85EF7"/>
    <w:rsid w:val="00D864D1"/>
    <w:rsid w:val="00D86778"/>
    <w:rsid w:val="00D87291"/>
    <w:rsid w:val="00D878F3"/>
    <w:rsid w:val="00D90E2E"/>
    <w:rsid w:val="00D90F47"/>
    <w:rsid w:val="00D916A5"/>
    <w:rsid w:val="00D918D1"/>
    <w:rsid w:val="00D924F2"/>
    <w:rsid w:val="00D92EDA"/>
    <w:rsid w:val="00D93D6C"/>
    <w:rsid w:val="00D95191"/>
    <w:rsid w:val="00D95499"/>
    <w:rsid w:val="00D954DD"/>
    <w:rsid w:val="00D9563D"/>
    <w:rsid w:val="00D96528"/>
    <w:rsid w:val="00D96A92"/>
    <w:rsid w:val="00D97011"/>
    <w:rsid w:val="00DA00F2"/>
    <w:rsid w:val="00DA05AF"/>
    <w:rsid w:val="00DA10D4"/>
    <w:rsid w:val="00DA1C25"/>
    <w:rsid w:val="00DA24E9"/>
    <w:rsid w:val="00DA53E6"/>
    <w:rsid w:val="00DA5568"/>
    <w:rsid w:val="00DA5A4B"/>
    <w:rsid w:val="00DA61BD"/>
    <w:rsid w:val="00DA638A"/>
    <w:rsid w:val="00DA6A58"/>
    <w:rsid w:val="00DB0215"/>
    <w:rsid w:val="00DB0C67"/>
    <w:rsid w:val="00DB0F13"/>
    <w:rsid w:val="00DB20E3"/>
    <w:rsid w:val="00DB27CF"/>
    <w:rsid w:val="00DB4C38"/>
    <w:rsid w:val="00DB4D21"/>
    <w:rsid w:val="00DB5060"/>
    <w:rsid w:val="00DB57E8"/>
    <w:rsid w:val="00DB5E48"/>
    <w:rsid w:val="00DB6848"/>
    <w:rsid w:val="00DB7653"/>
    <w:rsid w:val="00DB78CA"/>
    <w:rsid w:val="00DB7C34"/>
    <w:rsid w:val="00DB7C87"/>
    <w:rsid w:val="00DB7CA0"/>
    <w:rsid w:val="00DB7EF2"/>
    <w:rsid w:val="00DC0114"/>
    <w:rsid w:val="00DC03EA"/>
    <w:rsid w:val="00DC1B5A"/>
    <w:rsid w:val="00DC320D"/>
    <w:rsid w:val="00DC3528"/>
    <w:rsid w:val="00DC5A9B"/>
    <w:rsid w:val="00DC5BA2"/>
    <w:rsid w:val="00DC5C0C"/>
    <w:rsid w:val="00DC617A"/>
    <w:rsid w:val="00DC6930"/>
    <w:rsid w:val="00DC78A7"/>
    <w:rsid w:val="00DD07F7"/>
    <w:rsid w:val="00DD2794"/>
    <w:rsid w:val="00DD30EB"/>
    <w:rsid w:val="00DD3256"/>
    <w:rsid w:val="00DD44FC"/>
    <w:rsid w:val="00DD4738"/>
    <w:rsid w:val="00DD4C69"/>
    <w:rsid w:val="00DD5AAF"/>
    <w:rsid w:val="00DD6723"/>
    <w:rsid w:val="00DD68AD"/>
    <w:rsid w:val="00DE4C4A"/>
    <w:rsid w:val="00DE520B"/>
    <w:rsid w:val="00DE5306"/>
    <w:rsid w:val="00DE532B"/>
    <w:rsid w:val="00DE7764"/>
    <w:rsid w:val="00DF00A5"/>
    <w:rsid w:val="00DF04DD"/>
    <w:rsid w:val="00DF0C0A"/>
    <w:rsid w:val="00DF1D09"/>
    <w:rsid w:val="00DF2A4B"/>
    <w:rsid w:val="00DF2BB0"/>
    <w:rsid w:val="00DF3459"/>
    <w:rsid w:val="00DF3475"/>
    <w:rsid w:val="00DF363E"/>
    <w:rsid w:val="00DF57C5"/>
    <w:rsid w:val="00DF5A5A"/>
    <w:rsid w:val="00DF5C71"/>
    <w:rsid w:val="00DF624A"/>
    <w:rsid w:val="00DF7338"/>
    <w:rsid w:val="00DF7989"/>
    <w:rsid w:val="00E00732"/>
    <w:rsid w:val="00E01842"/>
    <w:rsid w:val="00E0580C"/>
    <w:rsid w:val="00E06241"/>
    <w:rsid w:val="00E06E15"/>
    <w:rsid w:val="00E07F27"/>
    <w:rsid w:val="00E1043E"/>
    <w:rsid w:val="00E113A3"/>
    <w:rsid w:val="00E1264F"/>
    <w:rsid w:val="00E132B4"/>
    <w:rsid w:val="00E13873"/>
    <w:rsid w:val="00E13CA9"/>
    <w:rsid w:val="00E140B9"/>
    <w:rsid w:val="00E16B6C"/>
    <w:rsid w:val="00E1719A"/>
    <w:rsid w:val="00E17794"/>
    <w:rsid w:val="00E201FB"/>
    <w:rsid w:val="00E20D52"/>
    <w:rsid w:val="00E21633"/>
    <w:rsid w:val="00E22BC1"/>
    <w:rsid w:val="00E245E1"/>
    <w:rsid w:val="00E246A3"/>
    <w:rsid w:val="00E24794"/>
    <w:rsid w:val="00E24892"/>
    <w:rsid w:val="00E24D2F"/>
    <w:rsid w:val="00E25A66"/>
    <w:rsid w:val="00E25DA5"/>
    <w:rsid w:val="00E26F2A"/>
    <w:rsid w:val="00E27F8C"/>
    <w:rsid w:val="00E3046F"/>
    <w:rsid w:val="00E304D2"/>
    <w:rsid w:val="00E30C0F"/>
    <w:rsid w:val="00E311DF"/>
    <w:rsid w:val="00E312A2"/>
    <w:rsid w:val="00E31728"/>
    <w:rsid w:val="00E32839"/>
    <w:rsid w:val="00E328B8"/>
    <w:rsid w:val="00E32BE0"/>
    <w:rsid w:val="00E33E28"/>
    <w:rsid w:val="00E34016"/>
    <w:rsid w:val="00E3459B"/>
    <w:rsid w:val="00E35F56"/>
    <w:rsid w:val="00E36876"/>
    <w:rsid w:val="00E36A23"/>
    <w:rsid w:val="00E37043"/>
    <w:rsid w:val="00E37684"/>
    <w:rsid w:val="00E378C1"/>
    <w:rsid w:val="00E37B3B"/>
    <w:rsid w:val="00E4181E"/>
    <w:rsid w:val="00E42194"/>
    <w:rsid w:val="00E423DC"/>
    <w:rsid w:val="00E430C6"/>
    <w:rsid w:val="00E43DA9"/>
    <w:rsid w:val="00E4504E"/>
    <w:rsid w:val="00E4536A"/>
    <w:rsid w:val="00E45501"/>
    <w:rsid w:val="00E45A91"/>
    <w:rsid w:val="00E5017C"/>
    <w:rsid w:val="00E52045"/>
    <w:rsid w:val="00E541BA"/>
    <w:rsid w:val="00E549B9"/>
    <w:rsid w:val="00E561DA"/>
    <w:rsid w:val="00E57CEE"/>
    <w:rsid w:val="00E60634"/>
    <w:rsid w:val="00E60650"/>
    <w:rsid w:val="00E608B5"/>
    <w:rsid w:val="00E62E60"/>
    <w:rsid w:val="00E6380D"/>
    <w:rsid w:val="00E6399A"/>
    <w:rsid w:val="00E63B5D"/>
    <w:rsid w:val="00E63D4F"/>
    <w:rsid w:val="00E64B7C"/>
    <w:rsid w:val="00E655FC"/>
    <w:rsid w:val="00E669D4"/>
    <w:rsid w:val="00E677ED"/>
    <w:rsid w:val="00E72D51"/>
    <w:rsid w:val="00E72FBD"/>
    <w:rsid w:val="00E73484"/>
    <w:rsid w:val="00E73BCA"/>
    <w:rsid w:val="00E73E0B"/>
    <w:rsid w:val="00E73F9E"/>
    <w:rsid w:val="00E7403E"/>
    <w:rsid w:val="00E77BDB"/>
    <w:rsid w:val="00E77DD5"/>
    <w:rsid w:val="00E8054A"/>
    <w:rsid w:val="00E8095D"/>
    <w:rsid w:val="00E82934"/>
    <w:rsid w:val="00E8395A"/>
    <w:rsid w:val="00E84D50"/>
    <w:rsid w:val="00E85033"/>
    <w:rsid w:val="00E86F6F"/>
    <w:rsid w:val="00E87688"/>
    <w:rsid w:val="00E87F91"/>
    <w:rsid w:val="00E906C3"/>
    <w:rsid w:val="00E90EF9"/>
    <w:rsid w:val="00E90F07"/>
    <w:rsid w:val="00E925AA"/>
    <w:rsid w:val="00E93C6A"/>
    <w:rsid w:val="00E94B0C"/>
    <w:rsid w:val="00E9512D"/>
    <w:rsid w:val="00E96163"/>
    <w:rsid w:val="00E97031"/>
    <w:rsid w:val="00E97D22"/>
    <w:rsid w:val="00EA049A"/>
    <w:rsid w:val="00EA0E6B"/>
    <w:rsid w:val="00EA11A6"/>
    <w:rsid w:val="00EA1AF0"/>
    <w:rsid w:val="00EA2B69"/>
    <w:rsid w:val="00EB018E"/>
    <w:rsid w:val="00EB19E8"/>
    <w:rsid w:val="00EB1BF4"/>
    <w:rsid w:val="00EB251C"/>
    <w:rsid w:val="00EB2702"/>
    <w:rsid w:val="00EB42BA"/>
    <w:rsid w:val="00EB526C"/>
    <w:rsid w:val="00EB5E87"/>
    <w:rsid w:val="00EB5FB6"/>
    <w:rsid w:val="00EC0743"/>
    <w:rsid w:val="00EC07F3"/>
    <w:rsid w:val="00EC2255"/>
    <w:rsid w:val="00EC28AD"/>
    <w:rsid w:val="00EC28C8"/>
    <w:rsid w:val="00EC31FA"/>
    <w:rsid w:val="00EC3F9F"/>
    <w:rsid w:val="00EC50E8"/>
    <w:rsid w:val="00EC5415"/>
    <w:rsid w:val="00EC546B"/>
    <w:rsid w:val="00EC57F4"/>
    <w:rsid w:val="00EC62CB"/>
    <w:rsid w:val="00EC66E7"/>
    <w:rsid w:val="00EC7116"/>
    <w:rsid w:val="00EC75F5"/>
    <w:rsid w:val="00ED104B"/>
    <w:rsid w:val="00ED1B5B"/>
    <w:rsid w:val="00ED1EA7"/>
    <w:rsid w:val="00ED28E6"/>
    <w:rsid w:val="00ED2965"/>
    <w:rsid w:val="00ED39DB"/>
    <w:rsid w:val="00ED4578"/>
    <w:rsid w:val="00ED5FC0"/>
    <w:rsid w:val="00ED6259"/>
    <w:rsid w:val="00EE0634"/>
    <w:rsid w:val="00EE0E54"/>
    <w:rsid w:val="00EE1184"/>
    <w:rsid w:val="00EE2307"/>
    <w:rsid w:val="00EE28F7"/>
    <w:rsid w:val="00EE2A10"/>
    <w:rsid w:val="00EE3E0E"/>
    <w:rsid w:val="00EE4939"/>
    <w:rsid w:val="00EE4ADC"/>
    <w:rsid w:val="00EE4B11"/>
    <w:rsid w:val="00EE4C4E"/>
    <w:rsid w:val="00EE77D8"/>
    <w:rsid w:val="00EF03AB"/>
    <w:rsid w:val="00EF043D"/>
    <w:rsid w:val="00EF0D36"/>
    <w:rsid w:val="00EF19AF"/>
    <w:rsid w:val="00EF2B24"/>
    <w:rsid w:val="00EF396D"/>
    <w:rsid w:val="00EF4099"/>
    <w:rsid w:val="00EF4C7D"/>
    <w:rsid w:val="00EF5242"/>
    <w:rsid w:val="00EF5313"/>
    <w:rsid w:val="00EF6ABC"/>
    <w:rsid w:val="00EF7015"/>
    <w:rsid w:val="00EF71C2"/>
    <w:rsid w:val="00EF771E"/>
    <w:rsid w:val="00EF7AA3"/>
    <w:rsid w:val="00F002F9"/>
    <w:rsid w:val="00F00D28"/>
    <w:rsid w:val="00F023D0"/>
    <w:rsid w:val="00F03697"/>
    <w:rsid w:val="00F04DBA"/>
    <w:rsid w:val="00F04E1A"/>
    <w:rsid w:val="00F04F9C"/>
    <w:rsid w:val="00F05A5F"/>
    <w:rsid w:val="00F05C7B"/>
    <w:rsid w:val="00F06225"/>
    <w:rsid w:val="00F0655C"/>
    <w:rsid w:val="00F07242"/>
    <w:rsid w:val="00F07640"/>
    <w:rsid w:val="00F0786F"/>
    <w:rsid w:val="00F07D54"/>
    <w:rsid w:val="00F11C3F"/>
    <w:rsid w:val="00F11C9C"/>
    <w:rsid w:val="00F122E1"/>
    <w:rsid w:val="00F128B1"/>
    <w:rsid w:val="00F14946"/>
    <w:rsid w:val="00F14C5D"/>
    <w:rsid w:val="00F15379"/>
    <w:rsid w:val="00F153FD"/>
    <w:rsid w:val="00F156C9"/>
    <w:rsid w:val="00F173D7"/>
    <w:rsid w:val="00F17F2C"/>
    <w:rsid w:val="00F20396"/>
    <w:rsid w:val="00F2074C"/>
    <w:rsid w:val="00F207B6"/>
    <w:rsid w:val="00F20C9D"/>
    <w:rsid w:val="00F21581"/>
    <w:rsid w:val="00F2219C"/>
    <w:rsid w:val="00F229B4"/>
    <w:rsid w:val="00F2335E"/>
    <w:rsid w:val="00F23DA6"/>
    <w:rsid w:val="00F23E88"/>
    <w:rsid w:val="00F24930"/>
    <w:rsid w:val="00F24B1A"/>
    <w:rsid w:val="00F255C7"/>
    <w:rsid w:val="00F25DA5"/>
    <w:rsid w:val="00F26257"/>
    <w:rsid w:val="00F268F2"/>
    <w:rsid w:val="00F27D43"/>
    <w:rsid w:val="00F30D7E"/>
    <w:rsid w:val="00F31825"/>
    <w:rsid w:val="00F32234"/>
    <w:rsid w:val="00F32A50"/>
    <w:rsid w:val="00F32E0D"/>
    <w:rsid w:val="00F33BA3"/>
    <w:rsid w:val="00F3420E"/>
    <w:rsid w:val="00F34597"/>
    <w:rsid w:val="00F345FF"/>
    <w:rsid w:val="00F34CCE"/>
    <w:rsid w:val="00F36D00"/>
    <w:rsid w:val="00F371BA"/>
    <w:rsid w:val="00F372C6"/>
    <w:rsid w:val="00F372FE"/>
    <w:rsid w:val="00F374C9"/>
    <w:rsid w:val="00F377D2"/>
    <w:rsid w:val="00F37CDE"/>
    <w:rsid w:val="00F409D0"/>
    <w:rsid w:val="00F40AA4"/>
    <w:rsid w:val="00F40F8F"/>
    <w:rsid w:val="00F41036"/>
    <w:rsid w:val="00F410C2"/>
    <w:rsid w:val="00F41688"/>
    <w:rsid w:val="00F41831"/>
    <w:rsid w:val="00F4252A"/>
    <w:rsid w:val="00F42AAD"/>
    <w:rsid w:val="00F42AE0"/>
    <w:rsid w:val="00F4350F"/>
    <w:rsid w:val="00F438C2"/>
    <w:rsid w:val="00F43FEF"/>
    <w:rsid w:val="00F44905"/>
    <w:rsid w:val="00F44EC9"/>
    <w:rsid w:val="00F44F13"/>
    <w:rsid w:val="00F47CFC"/>
    <w:rsid w:val="00F50E88"/>
    <w:rsid w:val="00F5118F"/>
    <w:rsid w:val="00F52210"/>
    <w:rsid w:val="00F52DBB"/>
    <w:rsid w:val="00F53142"/>
    <w:rsid w:val="00F531D0"/>
    <w:rsid w:val="00F53FE9"/>
    <w:rsid w:val="00F55463"/>
    <w:rsid w:val="00F56116"/>
    <w:rsid w:val="00F56652"/>
    <w:rsid w:val="00F56D33"/>
    <w:rsid w:val="00F577BA"/>
    <w:rsid w:val="00F61B56"/>
    <w:rsid w:val="00F626A7"/>
    <w:rsid w:val="00F6365A"/>
    <w:rsid w:val="00F64172"/>
    <w:rsid w:val="00F6417D"/>
    <w:rsid w:val="00F64639"/>
    <w:rsid w:val="00F64836"/>
    <w:rsid w:val="00F65D50"/>
    <w:rsid w:val="00F662D2"/>
    <w:rsid w:val="00F665E5"/>
    <w:rsid w:val="00F66735"/>
    <w:rsid w:val="00F678D4"/>
    <w:rsid w:val="00F7011E"/>
    <w:rsid w:val="00F70552"/>
    <w:rsid w:val="00F70F00"/>
    <w:rsid w:val="00F70F93"/>
    <w:rsid w:val="00F7164B"/>
    <w:rsid w:val="00F71D01"/>
    <w:rsid w:val="00F728CB"/>
    <w:rsid w:val="00F761E7"/>
    <w:rsid w:val="00F76B47"/>
    <w:rsid w:val="00F777E4"/>
    <w:rsid w:val="00F818B5"/>
    <w:rsid w:val="00F81AD7"/>
    <w:rsid w:val="00F81B9F"/>
    <w:rsid w:val="00F82AF3"/>
    <w:rsid w:val="00F82F12"/>
    <w:rsid w:val="00F83112"/>
    <w:rsid w:val="00F8387C"/>
    <w:rsid w:val="00F83C3F"/>
    <w:rsid w:val="00F83CF6"/>
    <w:rsid w:val="00F847C2"/>
    <w:rsid w:val="00F85715"/>
    <w:rsid w:val="00F85A6E"/>
    <w:rsid w:val="00F8661B"/>
    <w:rsid w:val="00F87738"/>
    <w:rsid w:val="00F90038"/>
    <w:rsid w:val="00F90E83"/>
    <w:rsid w:val="00F9121C"/>
    <w:rsid w:val="00F91370"/>
    <w:rsid w:val="00F9338D"/>
    <w:rsid w:val="00F9393D"/>
    <w:rsid w:val="00F95AC3"/>
    <w:rsid w:val="00F95D53"/>
    <w:rsid w:val="00F969F8"/>
    <w:rsid w:val="00F96A03"/>
    <w:rsid w:val="00F97314"/>
    <w:rsid w:val="00FA00CA"/>
    <w:rsid w:val="00FA0323"/>
    <w:rsid w:val="00FA13F9"/>
    <w:rsid w:val="00FA1A46"/>
    <w:rsid w:val="00FA2BE4"/>
    <w:rsid w:val="00FA2C32"/>
    <w:rsid w:val="00FA3E0B"/>
    <w:rsid w:val="00FA40F1"/>
    <w:rsid w:val="00FA4214"/>
    <w:rsid w:val="00FA5B38"/>
    <w:rsid w:val="00FA63F7"/>
    <w:rsid w:val="00FA6E43"/>
    <w:rsid w:val="00FA6EED"/>
    <w:rsid w:val="00FA7AAB"/>
    <w:rsid w:val="00FA7C7E"/>
    <w:rsid w:val="00FA7DE4"/>
    <w:rsid w:val="00FB0B38"/>
    <w:rsid w:val="00FB1BB6"/>
    <w:rsid w:val="00FB1EAB"/>
    <w:rsid w:val="00FB2B69"/>
    <w:rsid w:val="00FB2B93"/>
    <w:rsid w:val="00FB2D91"/>
    <w:rsid w:val="00FB2FF8"/>
    <w:rsid w:val="00FB36B9"/>
    <w:rsid w:val="00FB3AC8"/>
    <w:rsid w:val="00FB3B42"/>
    <w:rsid w:val="00FB3E39"/>
    <w:rsid w:val="00FB4040"/>
    <w:rsid w:val="00FB4D1B"/>
    <w:rsid w:val="00FB5D97"/>
    <w:rsid w:val="00FB6608"/>
    <w:rsid w:val="00FB773E"/>
    <w:rsid w:val="00FB7748"/>
    <w:rsid w:val="00FB7F2F"/>
    <w:rsid w:val="00FC003F"/>
    <w:rsid w:val="00FC0058"/>
    <w:rsid w:val="00FC05C9"/>
    <w:rsid w:val="00FC0EFA"/>
    <w:rsid w:val="00FC16BE"/>
    <w:rsid w:val="00FC16F3"/>
    <w:rsid w:val="00FC1EBD"/>
    <w:rsid w:val="00FC2108"/>
    <w:rsid w:val="00FC38A8"/>
    <w:rsid w:val="00FC3A3A"/>
    <w:rsid w:val="00FC47E3"/>
    <w:rsid w:val="00FC558A"/>
    <w:rsid w:val="00FC70AC"/>
    <w:rsid w:val="00FD1AE6"/>
    <w:rsid w:val="00FD1BB1"/>
    <w:rsid w:val="00FD216B"/>
    <w:rsid w:val="00FD4068"/>
    <w:rsid w:val="00FD4593"/>
    <w:rsid w:val="00FD4A0E"/>
    <w:rsid w:val="00FD63D4"/>
    <w:rsid w:val="00FD6556"/>
    <w:rsid w:val="00FD7830"/>
    <w:rsid w:val="00FD7CB8"/>
    <w:rsid w:val="00FE0767"/>
    <w:rsid w:val="00FE12A1"/>
    <w:rsid w:val="00FE2151"/>
    <w:rsid w:val="00FE2CF9"/>
    <w:rsid w:val="00FE345F"/>
    <w:rsid w:val="00FE3E40"/>
    <w:rsid w:val="00FE4204"/>
    <w:rsid w:val="00FE42B8"/>
    <w:rsid w:val="00FE58CB"/>
    <w:rsid w:val="00FE6FE5"/>
    <w:rsid w:val="00FE7574"/>
    <w:rsid w:val="00FF0D8B"/>
    <w:rsid w:val="00FF1A0E"/>
    <w:rsid w:val="00FF230C"/>
    <w:rsid w:val="00FF2BAF"/>
    <w:rsid w:val="00FF2C2F"/>
    <w:rsid w:val="00FF2D89"/>
    <w:rsid w:val="00FF3FAF"/>
    <w:rsid w:val="00FF4999"/>
    <w:rsid w:val="00FF4B09"/>
    <w:rsid w:val="00FF5455"/>
    <w:rsid w:val="00FF58B3"/>
    <w:rsid w:val="00FF754C"/>
    <w:rsid w:val="00FF7AEB"/>
    <w:rsid w:val="017DAE98"/>
    <w:rsid w:val="02455D51"/>
    <w:rsid w:val="04A2350C"/>
    <w:rsid w:val="06EE0061"/>
    <w:rsid w:val="07982AAF"/>
    <w:rsid w:val="0A25A123"/>
    <w:rsid w:val="0B1987FF"/>
    <w:rsid w:val="0EAE5595"/>
    <w:rsid w:val="10F95AE7"/>
    <w:rsid w:val="138AD74F"/>
    <w:rsid w:val="15549621"/>
    <w:rsid w:val="15C35ECB"/>
    <w:rsid w:val="16DDA344"/>
    <w:rsid w:val="178C7E72"/>
    <w:rsid w:val="1DEE5BD9"/>
    <w:rsid w:val="1E632908"/>
    <w:rsid w:val="2190F000"/>
    <w:rsid w:val="264BB9A0"/>
    <w:rsid w:val="2885E47C"/>
    <w:rsid w:val="2A335556"/>
    <w:rsid w:val="2C017D9F"/>
    <w:rsid w:val="30D48209"/>
    <w:rsid w:val="38CACC30"/>
    <w:rsid w:val="396295A1"/>
    <w:rsid w:val="3F45DADC"/>
    <w:rsid w:val="40258DA4"/>
    <w:rsid w:val="41FC1079"/>
    <w:rsid w:val="453914CA"/>
    <w:rsid w:val="4BFD7F4B"/>
    <w:rsid w:val="4CF3F1FD"/>
    <w:rsid w:val="50E64063"/>
    <w:rsid w:val="51B48225"/>
    <w:rsid w:val="52C5D8C3"/>
    <w:rsid w:val="56FF75DB"/>
    <w:rsid w:val="59A5DABB"/>
    <w:rsid w:val="5A082CF9"/>
    <w:rsid w:val="5ABD2E4A"/>
    <w:rsid w:val="5AFE4CD1"/>
    <w:rsid w:val="5CD00459"/>
    <w:rsid w:val="5DB5A09E"/>
    <w:rsid w:val="5EF00021"/>
    <w:rsid w:val="61422F02"/>
    <w:rsid w:val="622C9C1C"/>
    <w:rsid w:val="64B01B92"/>
    <w:rsid w:val="66D0EC66"/>
    <w:rsid w:val="6A070984"/>
    <w:rsid w:val="6BC07A18"/>
    <w:rsid w:val="6BC71507"/>
    <w:rsid w:val="6C60F138"/>
    <w:rsid w:val="6E19D83C"/>
    <w:rsid w:val="6F8E007C"/>
    <w:rsid w:val="6F95CC46"/>
    <w:rsid w:val="7105C8D6"/>
    <w:rsid w:val="7461719F"/>
    <w:rsid w:val="76912EDD"/>
    <w:rsid w:val="7722B24D"/>
    <w:rsid w:val="77BDE15D"/>
    <w:rsid w:val="78E2230F"/>
    <w:rsid w:val="78F336A8"/>
    <w:rsid w:val="7C4FF437"/>
    <w:rsid w:val="7E32F387"/>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1DDF35"/>
  <w15:docId w15:val="{2BFF4654-F900-4B88-9C44-49FE1D8D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5238"/>
  </w:style>
  <w:style w:type="paragraph" w:styleId="berschrift5">
    <w:name w:val="heading 5"/>
    <w:basedOn w:val="Standard"/>
    <w:link w:val="berschrift5Zchn"/>
    <w:uiPriority w:val="9"/>
    <w:qFormat/>
    <w:rsid w:val="007C607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customStyle="1" w:styleId="berschrift5Zchn">
    <w:name w:val="Überschrift 5 Zchn"/>
    <w:basedOn w:val="Absatz-Standardschriftart"/>
    <w:link w:val="berschrift5"/>
    <w:uiPriority w:val="9"/>
    <w:rsid w:val="007C607C"/>
    <w:rPr>
      <w:rFonts w:ascii="Times New Roman" w:eastAsia="Times New Roman" w:hAnsi="Times New Roman" w:cs="Times New Roman"/>
      <w:b/>
      <w:bCs/>
      <w:sz w:val="20"/>
      <w:szCs w:val="20"/>
    </w:rPr>
  </w:style>
  <w:style w:type="paragraph" w:styleId="StandardWeb">
    <w:name w:val="Normal (Web)"/>
    <w:basedOn w:val="Standard"/>
    <w:uiPriority w:val="99"/>
    <w:semiHidden/>
    <w:unhideWhenUsed/>
    <w:rsid w:val="007C60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Standard"/>
    <w:rsid w:val="00A1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Absatz-Standardschriftart"/>
    <w:rsid w:val="00A1615C"/>
    <w:rPr>
      <w:rFonts w:ascii="Segoe UI" w:hAnsi="Segoe UI" w:cs="Segoe UI" w:hint="default"/>
      <w:sz w:val="18"/>
      <w:szCs w:val="18"/>
    </w:rPr>
  </w:style>
  <w:style w:type="character" w:customStyle="1" w:styleId="ui-provider">
    <w:name w:val="ui-provider"/>
    <w:basedOn w:val="Absatz-Standardschriftart"/>
    <w:rsid w:val="00FB2D91"/>
  </w:style>
  <w:style w:type="character" w:customStyle="1" w:styleId="normaltextrun">
    <w:name w:val="normaltextrun"/>
    <w:basedOn w:val="Absatz-Standardschriftart"/>
    <w:rsid w:val="005F2FC2"/>
  </w:style>
  <w:style w:type="character" w:customStyle="1" w:styleId="eop">
    <w:name w:val="eop"/>
    <w:basedOn w:val="Absatz-Standardschriftart"/>
    <w:rsid w:val="00EB5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44453238">
      <w:bodyDiv w:val="1"/>
      <w:marLeft w:val="0"/>
      <w:marRight w:val="0"/>
      <w:marTop w:val="0"/>
      <w:marBottom w:val="0"/>
      <w:divBdr>
        <w:top w:val="none" w:sz="0" w:space="0" w:color="auto"/>
        <w:left w:val="none" w:sz="0" w:space="0" w:color="auto"/>
        <w:bottom w:val="none" w:sz="0" w:space="0" w:color="auto"/>
        <w:right w:val="none" w:sz="0" w:space="0" w:color="auto"/>
      </w:divBdr>
      <w:divsChild>
        <w:div w:id="19092624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2754026">
              <w:marLeft w:val="0"/>
              <w:marRight w:val="0"/>
              <w:marTop w:val="0"/>
              <w:marBottom w:val="0"/>
              <w:divBdr>
                <w:top w:val="none" w:sz="0" w:space="0" w:color="auto"/>
                <w:left w:val="none" w:sz="0" w:space="0" w:color="auto"/>
                <w:bottom w:val="none" w:sz="0" w:space="0" w:color="auto"/>
                <w:right w:val="none" w:sz="0" w:space="0" w:color="auto"/>
              </w:divBdr>
              <w:divsChild>
                <w:div w:id="4719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175005567">
      <w:bodyDiv w:val="1"/>
      <w:marLeft w:val="0"/>
      <w:marRight w:val="0"/>
      <w:marTop w:val="0"/>
      <w:marBottom w:val="0"/>
      <w:divBdr>
        <w:top w:val="none" w:sz="0" w:space="0" w:color="auto"/>
        <w:left w:val="none" w:sz="0" w:space="0" w:color="auto"/>
        <w:bottom w:val="none" w:sz="0" w:space="0" w:color="auto"/>
        <w:right w:val="none" w:sz="0" w:space="0" w:color="auto"/>
      </w:divBdr>
      <w:divsChild>
        <w:div w:id="15110686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4019565">
              <w:marLeft w:val="0"/>
              <w:marRight w:val="0"/>
              <w:marTop w:val="0"/>
              <w:marBottom w:val="0"/>
              <w:divBdr>
                <w:top w:val="none" w:sz="0" w:space="0" w:color="auto"/>
                <w:left w:val="none" w:sz="0" w:space="0" w:color="auto"/>
                <w:bottom w:val="none" w:sz="0" w:space="0" w:color="auto"/>
                <w:right w:val="none" w:sz="0" w:space="0" w:color="auto"/>
              </w:divBdr>
              <w:divsChild>
                <w:div w:id="969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 w:id="1706953057">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893732578">
      <w:bodyDiv w:val="1"/>
      <w:marLeft w:val="0"/>
      <w:marRight w:val="0"/>
      <w:marTop w:val="0"/>
      <w:marBottom w:val="0"/>
      <w:divBdr>
        <w:top w:val="none" w:sz="0" w:space="0" w:color="auto"/>
        <w:left w:val="none" w:sz="0" w:space="0" w:color="auto"/>
        <w:bottom w:val="none" w:sz="0" w:space="0" w:color="auto"/>
        <w:right w:val="none" w:sz="0" w:space="0" w:color="auto"/>
      </w:divBdr>
      <w:divsChild>
        <w:div w:id="1620719019">
          <w:marLeft w:val="0"/>
          <w:marRight w:val="0"/>
          <w:marTop w:val="0"/>
          <w:marBottom w:val="0"/>
          <w:divBdr>
            <w:top w:val="none" w:sz="0" w:space="0" w:color="auto"/>
            <w:left w:val="none" w:sz="0" w:space="0" w:color="auto"/>
            <w:bottom w:val="none" w:sz="0" w:space="0" w:color="auto"/>
            <w:right w:val="none" w:sz="0" w:space="0" w:color="auto"/>
          </w:divBdr>
        </w:div>
        <w:div w:id="14767260">
          <w:marLeft w:val="0"/>
          <w:marRight w:val="0"/>
          <w:marTop w:val="0"/>
          <w:marBottom w:val="0"/>
          <w:divBdr>
            <w:top w:val="none" w:sz="0" w:space="0" w:color="auto"/>
            <w:left w:val="none" w:sz="0" w:space="0" w:color="auto"/>
            <w:bottom w:val="none" w:sz="0" w:space="0" w:color="auto"/>
            <w:right w:val="none" w:sz="0" w:space="0" w:color="auto"/>
          </w:divBdr>
        </w:div>
        <w:div w:id="208762980">
          <w:marLeft w:val="0"/>
          <w:marRight w:val="0"/>
          <w:marTop w:val="0"/>
          <w:marBottom w:val="0"/>
          <w:divBdr>
            <w:top w:val="none" w:sz="0" w:space="0" w:color="auto"/>
            <w:left w:val="none" w:sz="0" w:space="0" w:color="auto"/>
            <w:bottom w:val="none" w:sz="0" w:space="0" w:color="auto"/>
            <w:right w:val="none" w:sz="0" w:space="0" w:color="auto"/>
          </w:divBdr>
        </w:div>
        <w:div w:id="1032344848">
          <w:marLeft w:val="0"/>
          <w:marRight w:val="0"/>
          <w:marTop w:val="0"/>
          <w:marBottom w:val="0"/>
          <w:divBdr>
            <w:top w:val="none" w:sz="0" w:space="0" w:color="auto"/>
            <w:left w:val="none" w:sz="0" w:space="0" w:color="auto"/>
            <w:bottom w:val="none" w:sz="0" w:space="0" w:color="auto"/>
            <w:right w:val="none" w:sz="0" w:space="0" w:color="auto"/>
          </w:divBdr>
        </w:div>
        <w:div w:id="1442533521">
          <w:marLeft w:val="0"/>
          <w:marRight w:val="0"/>
          <w:marTop w:val="0"/>
          <w:marBottom w:val="0"/>
          <w:divBdr>
            <w:top w:val="none" w:sz="0" w:space="0" w:color="auto"/>
            <w:left w:val="none" w:sz="0" w:space="0" w:color="auto"/>
            <w:bottom w:val="none" w:sz="0" w:space="0" w:color="auto"/>
            <w:right w:val="none" w:sz="0" w:space="0" w:color="auto"/>
          </w:divBdr>
        </w:div>
        <w:div w:id="1852180997">
          <w:marLeft w:val="0"/>
          <w:marRight w:val="0"/>
          <w:marTop w:val="0"/>
          <w:marBottom w:val="0"/>
          <w:divBdr>
            <w:top w:val="none" w:sz="0" w:space="0" w:color="auto"/>
            <w:left w:val="none" w:sz="0" w:space="0" w:color="auto"/>
            <w:bottom w:val="none" w:sz="0" w:space="0" w:color="auto"/>
            <w:right w:val="none" w:sz="0" w:space="0" w:color="auto"/>
          </w:divBdr>
        </w:div>
        <w:div w:id="1530222461">
          <w:marLeft w:val="0"/>
          <w:marRight w:val="0"/>
          <w:marTop w:val="0"/>
          <w:marBottom w:val="0"/>
          <w:divBdr>
            <w:top w:val="none" w:sz="0" w:space="0" w:color="auto"/>
            <w:left w:val="none" w:sz="0" w:space="0" w:color="auto"/>
            <w:bottom w:val="none" w:sz="0" w:space="0" w:color="auto"/>
            <w:right w:val="none" w:sz="0" w:space="0" w:color="auto"/>
          </w:divBdr>
        </w:div>
        <w:div w:id="1779176952">
          <w:marLeft w:val="0"/>
          <w:marRight w:val="0"/>
          <w:marTop w:val="0"/>
          <w:marBottom w:val="0"/>
          <w:divBdr>
            <w:top w:val="none" w:sz="0" w:space="0" w:color="auto"/>
            <w:left w:val="none" w:sz="0" w:space="0" w:color="auto"/>
            <w:bottom w:val="none" w:sz="0" w:space="0" w:color="auto"/>
            <w:right w:val="none" w:sz="0" w:space="0" w:color="auto"/>
          </w:divBdr>
        </w:div>
        <w:div w:id="1261447451">
          <w:marLeft w:val="0"/>
          <w:marRight w:val="0"/>
          <w:marTop w:val="0"/>
          <w:marBottom w:val="0"/>
          <w:divBdr>
            <w:top w:val="none" w:sz="0" w:space="0" w:color="auto"/>
            <w:left w:val="none" w:sz="0" w:space="0" w:color="auto"/>
            <w:bottom w:val="none" w:sz="0" w:space="0" w:color="auto"/>
            <w:right w:val="none" w:sz="0" w:space="0" w:color="auto"/>
          </w:divBdr>
        </w:div>
        <w:div w:id="117916721">
          <w:marLeft w:val="0"/>
          <w:marRight w:val="0"/>
          <w:marTop w:val="0"/>
          <w:marBottom w:val="0"/>
          <w:divBdr>
            <w:top w:val="none" w:sz="0" w:space="0" w:color="auto"/>
            <w:left w:val="none" w:sz="0" w:space="0" w:color="auto"/>
            <w:bottom w:val="none" w:sz="0" w:space="0" w:color="auto"/>
            <w:right w:val="none" w:sz="0" w:space="0" w:color="auto"/>
          </w:divBdr>
        </w:div>
        <w:div w:id="733773730">
          <w:marLeft w:val="0"/>
          <w:marRight w:val="0"/>
          <w:marTop w:val="0"/>
          <w:marBottom w:val="0"/>
          <w:divBdr>
            <w:top w:val="none" w:sz="0" w:space="0" w:color="auto"/>
            <w:left w:val="none" w:sz="0" w:space="0" w:color="auto"/>
            <w:bottom w:val="none" w:sz="0" w:space="0" w:color="auto"/>
            <w:right w:val="none" w:sz="0" w:space="0" w:color="auto"/>
          </w:divBdr>
        </w:div>
        <w:div w:id="713583516">
          <w:marLeft w:val="0"/>
          <w:marRight w:val="0"/>
          <w:marTop w:val="0"/>
          <w:marBottom w:val="0"/>
          <w:divBdr>
            <w:top w:val="none" w:sz="0" w:space="0" w:color="auto"/>
            <w:left w:val="none" w:sz="0" w:space="0" w:color="auto"/>
            <w:bottom w:val="none" w:sz="0" w:space="0" w:color="auto"/>
            <w:right w:val="none" w:sz="0" w:space="0" w:color="auto"/>
          </w:divBdr>
        </w:div>
        <w:div w:id="2048948413">
          <w:marLeft w:val="0"/>
          <w:marRight w:val="0"/>
          <w:marTop w:val="0"/>
          <w:marBottom w:val="0"/>
          <w:divBdr>
            <w:top w:val="none" w:sz="0" w:space="0" w:color="auto"/>
            <w:left w:val="none" w:sz="0" w:space="0" w:color="auto"/>
            <w:bottom w:val="none" w:sz="0" w:space="0" w:color="auto"/>
            <w:right w:val="none" w:sz="0" w:space="0" w:color="auto"/>
          </w:divBdr>
        </w:div>
        <w:div w:id="307710552">
          <w:marLeft w:val="0"/>
          <w:marRight w:val="0"/>
          <w:marTop w:val="0"/>
          <w:marBottom w:val="0"/>
          <w:divBdr>
            <w:top w:val="none" w:sz="0" w:space="0" w:color="auto"/>
            <w:left w:val="none" w:sz="0" w:space="0" w:color="auto"/>
            <w:bottom w:val="none" w:sz="0" w:space="0" w:color="auto"/>
            <w:right w:val="none" w:sz="0" w:space="0" w:color="auto"/>
          </w:divBdr>
        </w:div>
        <w:div w:id="578029185">
          <w:marLeft w:val="0"/>
          <w:marRight w:val="0"/>
          <w:marTop w:val="0"/>
          <w:marBottom w:val="0"/>
          <w:divBdr>
            <w:top w:val="none" w:sz="0" w:space="0" w:color="auto"/>
            <w:left w:val="none" w:sz="0" w:space="0" w:color="auto"/>
            <w:bottom w:val="none" w:sz="0" w:space="0" w:color="auto"/>
            <w:right w:val="none" w:sz="0" w:space="0" w:color="auto"/>
          </w:divBdr>
        </w:div>
        <w:div w:id="454636063">
          <w:marLeft w:val="0"/>
          <w:marRight w:val="0"/>
          <w:marTop w:val="0"/>
          <w:marBottom w:val="0"/>
          <w:divBdr>
            <w:top w:val="none" w:sz="0" w:space="0" w:color="auto"/>
            <w:left w:val="none" w:sz="0" w:space="0" w:color="auto"/>
            <w:bottom w:val="none" w:sz="0" w:space="0" w:color="auto"/>
            <w:right w:val="none" w:sz="0" w:space="0" w:color="auto"/>
          </w:divBdr>
        </w:div>
        <w:div w:id="1902516173">
          <w:marLeft w:val="0"/>
          <w:marRight w:val="0"/>
          <w:marTop w:val="0"/>
          <w:marBottom w:val="0"/>
          <w:divBdr>
            <w:top w:val="none" w:sz="0" w:space="0" w:color="auto"/>
            <w:left w:val="none" w:sz="0" w:space="0" w:color="auto"/>
            <w:bottom w:val="none" w:sz="0" w:space="0" w:color="auto"/>
            <w:right w:val="none" w:sz="0" w:space="0" w:color="auto"/>
          </w:divBdr>
        </w:div>
        <w:div w:id="258414462">
          <w:marLeft w:val="0"/>
          <w:marRight w:val="0"/>
          <w:marTop w:val="0"/>
          <w:marBottom w:val="0"/>
          <w:divBdr>
            <w:top w:val="none" w:sz="0" w:space="0" w:color="auto"/>
            <w:left w:val="none" w:sz="0" w:space="0" w:color="auto"/>
            <w:bottom w:val="none" w:sz="0" w:space="0" w:color="auto"/>
            <w:right w:val="none" w:sz="0" w:space="0" w:color="auto"/>
          </w:divBdr>
        </w:div>
        <w:div w:id="1439137346">
          <w:marLeft w:val="0"/>
          <w:marRight w:val="0"/>
          <w:marTop w:val="0"/>
          <w:marBottom w:val="0"/>
          <w:divBdr>
            <w:top w:val="none" w:sz="0" w:space="0" w:color="auto"/>
            <w:left w:val="none" w:sz="0" w:space="0" w:color="auto"/>
            <w:bottom w:val="none" w:sz="0" w:space="0" w:color="auto"/>
            <w:right w:val="none" w:sz="0" w:space="0" w:color="auto"/>
          </w:divBdr>
        </w:div>
        <w:div w:id="1240869819">
          <w:marLeft w:val="0"/>
          <w:marRight w:val="0"/>
          <w:marTop w:val="0"/>
          <w:marBottom w:val="0"/>
          <w:divBdr>
            <w:top w:val="none" w:sz="0" w:space="0" w:color="auto"/>
            <w:left w:val="none" w:sz="0" w:space="0" w:color="auto"/>
            <w:bottom w:val="none" w:sz="0" w:space="0" w:color="auto"/>
            <w:right w:val="none" w:sz="0" w:space="0" w:color="auto"/>
          </w:divBdr>
        </w:div>
        <w:div w:id="814444330">
          <w:marLeft w:val="0"/>
          <w:marRight w:val="0"/>
          <w:marTop w:val="0"/>
          <w:marBottom w:val="0"/>
          <w:divBdr>
            <w:top w:val="none" w:sz="0" w:space="0" w:color="auto"/>
            <w:left w:val="none" w:sz="0" w:space="0" w:color="auto"/>
            <w:bottom w:val="none" w:sz="0" w:space="0" w:color="auto"/>
            <w:right w:val="none" w:sz="0" w:space="0" w:color="auto"/>
          </w:divBdr>
        </w:div>
      </w:divsChild>
    </w:div>
    <w:div w:id="1134300162">
      <w:bodyDiv w:val="1"/>
      <w:marLeft w:val="0"/>
      <w:marRight w:val="0"/>
      <w:marTop w:val="0"/>
      <w:marBottom w:val="0"/>
      <w:divBdr>
        <w:top w:val="none" w:sz="0" w:space="0" w:color="auto"/>
        <w:left w:val="none" w:sz="0" w:space="0" w:color="auto"/>
        <w:bottom w:val="none" w:sz="0" w:space="0" w:color="auto"/>
        <w:right w:val="none" w:sz="0" w:space="0" w:color="auto"/>
      </w:divBdr>
    </w:div>
    <w:div w:id="1214852745">
      <w:bodyDiv w:val="1"/>
      <w:marLeft w:val="0"/>
      <w:marRight w:val="0"/>
      <w:marTop w:val="0"/>
      <w:marBottom w:val="0"/>
      <w:divBdr>
        <w:top w:val="none" w:sz="0" w:space="0" w:color="auto"/>
        <w:left w:val="none" w:sz="0" w:space="0" w:color="auto"/>
        <w:bottom w:val="none" w:sz="0" w:space="0" w:color="auto"/>
        <w:right w:val="none" w:sz="0" w:space="0" w:color="auto"/>
      </w:divBdr>
    </w:div>
    <w:div w:id="1272401095">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479835525">
      <w:bodyDiv w:val="1"/>
      <w:marLeft w:val="0"/>
      <w:marRight w:val="0"/>
      <w:marTop w:val="0"/>
      <w:marBottom w:val="0"/>
      <w:divBdr>
        <w:top w:val="none" w:sz="0" w:space="0" w:color="auto"/>
        <w:left w:val="none" w:sz="0" w:space="0" w:color="auto"/>
        <w:bottom w:val="none" w:sz="0" w:space="0" w:color="auto"/>
        <w:right w:val="none" w:sz="0" w:space="0" w:color="auto"/>
      </w:divBdr>
      <w:divsChild>
        <w:div w:id="237595020">
          <w:marLeft w:val="0"/>
          <w:marRight w:val="0"/>
          <w:marTop w:val="0"/>
          <w:marBottom w:val="0"/>
          <w:divBdr>
            <w:top w:val="none" w:sz="0" w:space="0" w:color="auto"/>
            <w:left w:val="none" w:sz="0" w:space="0" w:color="auto"/>
            <w:bottom w:val="none" w:sz="0" w:space="0" w:color="auto"/>
            <w:right w:val="none" w:sz="0" w:space="0" w:color="auto"/>
          </w:divBdr>
          <w:divsChild>
            <w:div w:id="924731607">
              <w:marLeft w:val="0"/>
              <w:marRight w:val="0"/>
              <w:marTop w:val="0"/>
              <w:marBottom w:val="0"/>
              <w:divBdr>
                <w:top w:val="none" w:sz="0" w:space="0" w:color="auto"/>
                <w:left w:val="none" w:sz="0" w:space="0" w:color="auto"/>
                <w:bottom w:val="none" w:sz="0" w:space="0" w:color="auto"/>
                <w:right w:val="none" w:sz="0" w:space="0" w:color="auto"/>
              </w:divBdr>
              <w:divsChild>
                <w:div w:id="1451045389">
                  <w:marLeft w:val="288"/>
                  <w:marRight w:val="288"/>
                  <w:marTop w:val="0"/>
                  <w:marBottom w:val="0"/>
                  <w:divBdr>
                    <w:top w:val="none" w:sz="0" w:space="0" w:color="auto"/>
                    <w:left w:val="none" w:sz="0" w:space="0" w:color="auto"/>
                    <w:bottom w:val="none" w:sz="0" w:space="0" w:color="auto"/>
                    <w:right w:val="none" w:sz="0" w:space="0" w:color="auto"/>
                  </w:divBdr>
                </w:div>
              </w:divsChild>
            </w:div>
          </w:divsChild>
        </w:div>
        <w:div w:id="968320610">
          <w:marLeft w:val="0"/>
          <w:marRight w:val="0"/>
          <w:marTop w:val="0"/>
          <w:marBottom w:val="0"/>
          <w:divBdr>
            <w:top w:val="none" w:sz="0" w:space="0" w:color="auto"/>
            <w:left w:val="none" w:sz="0" w:space="0" w:color="auto"/>
            <w:bottom w:val="none" w:sz="0" w:space="0" w:color="auto"/>
            <w:right w:val="none" w:sz="0" w:space="0" w:color="auto"/>
          </w:divBdr>
          <w:divsChild>
            <w:div w:id="1949578182">
              <w:marLeft w:val="0"/>
              <w:marRight w:val="0"/>
              <w:marTop w:val="0"/>
              <w:marBottom w:val="0"/>
              <w:divBdr>
                <w:top w:val="none" w:sz="0" w:space="0" w:color="auto"/>
                <w:left w:val="none" w:sz="0" w:space="0" w:color="auto"/>
                <w:bottom w:val="none" w:sz="0" w:space="0" w:color="auto"/>
                <w:right w:val="none" w:sz="0" w:space="0" w:color="auto"/>
              </w:divBdr>
              <w:divsChild>
                <w:div w:id="180515877">
                  <w:marLeft w:val="2210"/>
                  <w:marRight w:val="288"/>
                  <w:marTop w:val="0"/>
                  <w:marBottom w:val="0"/>
                  <w:divBdr>
                    <w:top w:val="none" w:sz="0" w:space="0" w:color="auto"/>
                    <w:left w:val="none" w:sz="0" w:space="0" w:color="auto"/>
                    <w:bottom w:val="none" w:sz="0" w:space="0" w:color="auto"/>
                    <w:right w:val="none" w:sz="0" w:space="0" w:color="auto"/>
                  </w:divBdr>
                </w:div>
                <w:div w:id="1784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543328965">
      <w:bodyDiv w:val="1"/>
      <w:marLeft w:val="0"/>
      <w:marRight w:val="0"/>
      <w:marTop w:val="0"/>
      <w:marBottom w:val="0"/>
      <w:divBdr>
        <w:top w:val="none" w:sz="0" w:space="0" w:color="auto"/>
        <w:left w:val="none" w:sz="0" w:space="0" w:color="auto"/>
        <w:bottom w:val="none" w:sz="0" w:space="0" w:color="auto"/>
        <w:right w:val="none" w:sz="0" w:space="0" w:color="auto"/>
      </w:divBdr>
      <w:divsChild>
        <w:div w:id="597062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1457304">
              <w:marLeft w:val="0"/>
              <w:marRight w:val="0"/>
              <w:marTop w:val="0"/>
              <w:marBottom w:val="0"/>
              <w:divBdr>
                <w:top w:val="none" w:sz="0" w:space="0" w:color="auto"/>
                <w:left w:val="none" w:sz="0" w:space="0" w:color="auto"/>
                <w:bottom w:val="none" w:sz="0" w:space="0" w:color="auto"/>
                <w:right w:val="none" w:sz="0" w:space="0" w:color="auto"/>
              </w:divBdr>
              <w:divsChild>
                <w:div w:id="6187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93023">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001301804">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abus.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abus.d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f2d5830-d394-4c0c-bd63-230e1514d342" xsi:nil="true"/>
    <lcf76f155ced4ddcb4097134ff3c332f xmlns="bca8d540-1d21-4478-b192-ddfe3d245aad">
      <Terms xmlns="http://schemas.microsoft.com/office/infopath/2007/PartnerControls"/>
    </lcf76f155ced4ddcb4097134ff3c332f>
    <Personen xmlns="bca8d540-1d21-4478-b192-ddfe3d245aad">
      <UserInfo>
        <DisplayName/>
        <AccountId xsi:nil="true"/>
        <AccountType/>
      </UserInfo>
    </Personen>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57DAA8E0851C1498B4177FE9B698783" ma:contentTypeVersion="16" ma:contentTypeDescription="Ein neues Dokument erstellen." ma:contentTypeScope="" ma:versionID="c9f1ee3fbed292aa25fb4024a6485567">
  <xsd:schema xmlns:xsd="http://www.w3.org/2001/XMLSchema" xmlns:xs="http://www.w3.org/2001/XMLSchema" xmlns:p="http://schemas.microsoft.com/office/2006/metadata/properties" xmlns:ns2="0f2d5830-d394-4c0c-bd63-230e1514d342" xmlns:ns3="bca8d540-1d21-4478-b192-ddfe3d245aad" targetNamespace="http://schemas.microsoft.com/office/2006/metadata/properties" ma:root="true" ma:fieldsID="798d1237294c0b49cbfc9b1e0c80c652" ns2:_="" ns3:_="">
    <xsd:import namespace="0f2d5830-d394-4c0c-bd63-230e1514d342"/>
    <xsd:import namespace="bca8d540-1d21-4478-b192-ddfe3d245a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Person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d5830-d394-4c0c-bd63-230e1514d34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6e6d5da-5cdb-43d4-9f06-43e7154b2da5}" ma:internalName="TaxCatchAll" ma:showField="CatchAllData" ma:web="0f2d5830-d394-4c0c-bd63-230e1514d3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a8d540-1d21-4478-b192-ddfe3d245a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Personen" ma:index="21" nillable="true" ma:displayName="Personen" ma:format="Dropdown" ma:list="UserInfo" ma:SharePointGroup="0" ma:internalName="Persone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86436C-D07D-4FD4-87A3-4071185306C4}">
  <ds:schemaRefs>
    <ds:schemaRef ds:uri="http://schemas.microsoft.com/sharepoint/v3/contenttype/forms"/>
  </ds:schemaRefs>
</ds:datastoreItem>
</file>

<file path=customXml/itemProps2.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customXml/itemProps3.xml><?xml version="1.0" encoding="utf-8"?>
<ds:datastoreItem xmlns:ds="http://schemas.openxmlformats.org/officeDocument/2006/customXml" ds:itemID="{4C82F54A-F9FE-49FD-AB94-098AC65A517B}">
  <ds:schemaRefs>
    <ds:schemaRef ds:uri="http://schemas.microsoft.com/office/2006/metadata/properties"/>
    <ds:schemaRef ds:uri="http://schemas.microsoft.com/office/infopath/2007/PartnerControls"/>
    <ds:schemaRef ds:uri="0f2d5830-d394-4c0c-bd63-230e1514d342"/>
    <ds:schemaRef ds:uri="bca8d540-1d21-4478-b192-ddfe3d245aad"/>
  </ds:schemaRefs>
</ds:datastoreItem>
</file>

<file path=customXml/itemProps4.xml><?xml version="1.0" encoding="utf-8"?>
<ds:datastoreItem xmlns:ds="http://schemas.openxmlformats.org/officeDocument/2006/customXml" ds:itemID="{9161D8D8-2448-4107-A64B-4F0FDAECA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d5830-d394-4c0c-bd63-230e1514d342"/>
    <ds:schemaRef ds:uri="bca8d540-1d21-4478-b192-ddfe3d245a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4</Pages>
  <Words>737</Words>
  <Characters>4645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 Florian</dc:creator>
  <cp:keywords/>
  <cp:lastModifiedBy>Jorga Burri-Grisloff</cp:lastModifiedBy>
  <cp:revision>2</cp:revision>
  <cp:lastPrinted>2021-07-25T22:38:00Z</cp:lastPrinted>
  <dcterms:created xsi:type="dcterms:W3CDTF">2024-06-19T07:41:00Z</dcterms:created>
  <dcterms:modified xsi:type="dcterms:W3CDTF">2024-06-19T07:41:00Z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0x010100057DAA8E0851C1498B4177FE9B698783</vt:lpwstr>
  </property>
  <property fmtid="{D5CDD505-2E9C-101B-9397-08002B2CF9AE}" pid="3" name="MediaServiceImageTags">
    <vt:lpwstr/>
  </property>
</Properties>
</file>